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20"/>
        <w:gridCol w:w="567"/>
        <w:gridCol w:w="4808"/>
      </w:tblGrid>
      <w:tr w:rsidR="00FD045A" w:rsidRPr="00190FC2" w14:paraId="64245D70" w14:textId="77777777" w:rsidTr="000F16EC">
        <w:tc>
          <w:tcPr>
            <w:tcW w:w="10195" w:type="dxa"/>
            <w:gridSpan w:val="3"/>
          </w:tcPr>
          <w:p w14:paraId="316AAABA" w14:textId="77777777" w:rsidR="00FD045A" w:rsidRPr="00190FC2" w:rsidRDefault="00FD045A" w:rsidP="002215B0">
            <w:pPr>
              <w:pStyle w:val="af4"/>
            </w:pPr>
            <w:bookmarkStart w:id="0" w:name="_GoBack"/>
            <w:bookmarkEnd w:id="0"/>
            <w:r w:rsidRPr="00FD045A">
              <w:t>Территориальный фонд обязательного медицинского страхования Московской области</w:t>
            </w:r>
          </w:p>
        </w:tc>
      </w:tr>
      <w:tr w:rsidR="00FD045A" w:rsidRPr="00190FC2" w14:paraId="2E13CAD3" w14:textId="77777777" w:rsidTr="00920A54">
        <w:tc>
          <w:tcPr>
            <w:tcW w:w="4820" w:type="dxa"/>
          </w:tcPr>
          <w:p w14:paraId="6221708C" w14:textId="77777777" w:rsidR="00FD045A" w:rsidRPr="00190FC2" w:rsidRDefault="00FD045A" w:rsidP="00FD045A">
            <w:pPr>
              <w:pStyle w:val="affb"/>
            </w:pPr>
          </w:p>
        </w:tc>
        <w:tc>
          <w:tcPr>
            <w:tcW w:w="567" w:type="dxa"/>
          </w:tcPr>
          <w:p w14:paraId="37E7830D" w14:textId="77777777" w:rsidR="00FD045A" w:rsidRPr="00190FC2" w:rsidRDefault="00FD045A" w:rsidP="00FD045A">
            <w:pPr>
              <w:pStyle w:val="affb"/>
            </w:pPr>
          </w:p>
        </w:tc>
        <w:tc>
          <w:tcPr>
            <w:tcW w:w="4808" w:type="dxa"/>
          </w:tcPr>
          <w:p w14:paraId="479B5B8B" w14:textId="77777777" w:rsidR="00FD045A" w:rsidRPr="00190FC2" w:rsidRDefault="00FD045A" w:rsidP="00FD045A">
            <w:pPr>
              <w:pStyle w:val="affb"/>
            </w:pPr>
          </w:p>
        </w:tc>
      </w:tr>
      <w:tr w:rsidR="00FD045A" w:rsidRPr="00190FC2" w14:paraId="3E76EA54" w14:textId="77777777" w:rsidTr="00920A54">
        <w:tc>
          <w:tcPr>
            <w:tcW w:w="4820" w:type="dxa"/>
          </w:tcPr>
          <w:p w14:paraId="4858C6A3" w14:textId="77777777" w:rsidR="00FD045A" w:rsidRPr="00190FC2" w:rsidRDefault="00FD045A" w:rsidP="00FD045A">
            <w:pPr>
              <w:pStyle w:val="affb"/>
            </w:pPr>
            <w:r w:rsidRPr="00190FC2">
              <w:t>УТВЕРЖДАЮ</w:t>
            </w:r>
          </w:p>
        </w:tc>
        <w:tc>
          <w:tcPr>
            <w:tcW w:w="567" w:type="dxa"/>
          </w:tcPr>
          <w:p w14:paraId="10C927B8" w14:textId="77777777" w:rsidR="00FD045A" w:rsidRPr="00190FC2" w:rsidRDefault="00FD045A" w:rsidP="00FD045A">
            <w:pPr>
              <w:pStyle w:val="affb"/>
            </w:pPr>
          </w:p>
        </w:tc>
        <w:tc>
          <w:tcPr>
            <w:tcW w:w="4808" w:type="dxa"/>
          </w:tcPr>
          <w:p w14:paraId="100582C8" w14:textId="77777777" w:rsidR="00FD045A" w:rsidRPr="00190FC2" w:rsidRDefault="00FD045A" w:rsidP="00FD045A">
            <w:pPr>
              <w:pStyle w:val="affb"/>
            </w:pPr>
            <w:r w:rsidRPr="00190FC2">
              <w:t>УТВЕРЖДАЮ</w:t>
            </w:r>
          </w:p>
        </w:tc>
      </w:tr>
      <w:tr w:rsidR="00FD045A" w:rsidRPr="00190FC2" w14:paraId="6E6FDAFD" w14:textId="77777777" w:rsidTr="00920A54">
        <w:tc>
          <w:tcPr>
            <w:tcW w:w="4820" w:type="dxa"/>
          </w:tcPr>
          <w:p w14:paraId="730870C7" w14:textId="77777777" w:rsidR="00FD045A" w:rsidRPr="00190FC2" w:rsidRDefault="00FD045A" w:rsidP="00FD045A">
            <w:pPr>
              <w:pStyle w:val="affb"/>
            </w:pPr>
          </w:p>
        </w:tc>
        <w:tc>
          <w:tcPr>
            <w:tcW w:w="567" w:type="dxa"/>
          </w:tcPr>
          <w:p w14:paraId="25DB8173" w14:textId="77777777" w:rsidR="00FD045A" w:rsidRPr="00190FC2" w:rsidRDefault="00FD045A" w:rsidP="00FD045A">
            <w:pPr>
              <w:pStyle w:val="affb"/>
            </w:pPr>
          </w:p>
        </w:tc>
        <w:tc>
          <w:tcPr>
            <w:tcW w:w="4808" w:type="dxa"/>
          </w:tcPr>
          <w:p w14:paraId="7101D5B1" w14:textId="77777777" w:rsidR="00FD045A" w:rsidRPr="00190FC2" w:rsidRDefault="00FD045A" w:rsidP="00FD045A">
            <w:pPr>
              <w:pStyle w:val="affb"/>
            </w:pPr>
          </w:p>
        </w:tc>
      </w:tr>
      <w:tr w:rsidR="00A2750F" w:rsidRPr="00190FC2" w14:paraId="33CF216F" w14:textId="77777777" w:rsidTr="001214CB">
        <w:tc>
          <w:tcPr>
            <w:tcW w:w="4820" w:type="dxa"/>
          </w:tcPr>
          <w:p w14:paraId="54310722" w14:textId="77777777" w:rsidR="00A2750F" w:rsidRPr="00190FC2" w:rsidRDefault="00A2750F" w:rsidP="001214CB">
            <w:pPr>
              <w:pStyle w:val="affb"/>
            </w:pPr>
            <w:r w:rsidRPr="00743B79">
              <w:t>Заместитель директора</w:t>
            </w:r>
            <w:r>
              <w:t xml:space="preserve"> ТФОМС МО</w:t>
            </w:r>
          </w:p>
        </w:tc>
        <w:tc>
          <w:tcPr>
            <w:tcW w:w="567" w:type="dxa"/>
          </w:tcPr>
          <w:p w14:paraId="77EB7A7D" w14:textId="77777777" w:rsidR="00A2750F" w:rsidRPr="00190FC2" w:rsidRDefault="00A2750F" w:rsidP="001214CB">
            <w:pPr>
              <w:pStyle w:val="affb"/>
            </w:pPr>
          </w:p>
        </w:tc>
        <w:tc>
          <w:tcPr>
            <w:tcW w:w="4808" w:type="dxa"/>
          </w:tcPr>
          <w:p w14:paraId="1FC71721" w14:textId="77777777" w:rsidR="00A2750F" w:rsidRPr="00190FC2" w:rsidRDefault="00A2750F" w:rsidP="00A2750F">
            <w:pPr>
              <w:pStyle w:val="affb"/>
            </w:pPr>
            <w:r w:rsidRPr="00743B79">
              <w:t xml:space="preserve">Директор департамента </w:t>
            </w:r>
            <w:r>
              <w:t>ООО «НЦИ»</w:t>
            </w:r>
          </w:p>
        </w:tc>
      </w:tr>
      <w:tr w:rsidR="00A2750F" w:rsidRPr="00190FC2" w14:paraId="08E807D5" w14:textId="77777777" w:rsidTr="001214CB">
        <w:tc>
          <w:tcPr>
            <w:tcW w:w="4820" w:type="dxa"/>
          </w:tcPr>
          <w:p w14:paraId="2C426E00" w14:textId="77777777" w:rsidR="00A2750F" w:rsidRPr="00190FC2" w:rsidRDefault="00A2750F" w:rsidP="001214CB">
            <w:pPr>
              <w:pStyle w:val="affb"/>
            </w:pPr>
          </w:p>
          <w:p w14:paraId="0B82C534" w14:textId="77777777" w:rsidR="00A2750F" w:rsidRPr="00190FC2" w:rsidRDefault="00A2750F" w:rsidP="001214CB">
            <w:pPr>
              <w:pStyle w:val="affb"/>
            </w:pPr>
            <w:r w:rsidRPr="00190FC2">
              <w:t xml:space="preserve">_________________ </w:t>
            </w:r>
            <w:r>
              <w:t>В. В. Лукашов</w:t>
            </w:r>
          </w:p>
        </w:tc>
        <w:tc>
          <w:tcPr>
            <w:tcW w:w="567" w:type="dxa"/>
          </w:tcPr>
          <w:p w14:paraId="32D40F25" w14:textId="77777777" w:rsidR="00A2750F" w:rsidRPr="00190FC2" w:rsidRDefault="00A2750F" w:rsidP="001214CB">
            <w:pPr>
              <w:pStyle w:val="affb"/>
            </w:pPr>
          </w:p>
        </w:tc>
        <w:tc>
          <w:tcPr>
            <w:tcW w:w="4808" w:type="dxa"/>
          </w:tcPr>
          <w:p w14:paraId="0C55BB36" w14:textId="77777777" w:rsidR="00A2750F" w:rsidRPr="00190FC2" w:rsidRDefault="00A2750F" w:rsidP="001214CB">
            <w:pPr>
              <w:pStyle w:val="affb"/>
            </w:pPr>
          </w:p>
          <w:p w14:paraId="4FFBC602" w14:textId="77777777" w:rsidR="00A2750F" w:rsidRPr="00190FC2" w:rsidRDefault="00A2750F" w:rsidP="001214CB">
            <w:pPr>
              <w:pStyle w:val="affb"/>
            </w:pPr>
            <w:r w:rsidRPr="00190FC2">
              <w:t xml:space="preserve">_________________ </w:t>
            </w:r>
            <w:r>
              <w:t>А. А. Черняев</w:t>
            </w:r>
          </w:p>
        </w:tc>
      </w:tr>
      <w:tr w:rsidR="00A2750F" w:rsidRPr="00190FC2" w14:paraId="51E46B59" w14:textId="77777777" w:rsidTr="001214CB">
        <w:tc>
          <w:tcPr>
            <w:tcW w:w="4820" w:type="dxa"/>
          </w:tcPr>
          <w:p w14:paraId="48812655" w14:textId="36456F04" w:rsidR="00A2750F" w:rsidRPr="00190FC2" w:rsidRDefault="00A2750F" w:rsidP="001214CB">
            <w:pPr>
              <w:pStyle w:val="affb"/>
            </w:pPr>
            <w:r w:rsidRPr="00190FC2">
              <w:t>«___»____________ 20</w:t>
            </w:r>
            <w:r w:rsidR="005F0CF5">
              <w:t>20</w:t>
            </w:r>
            <w:r>
              <w:t xml:space="preserve"> г.</w:t>
            </w:r>
          </w:p>
        </w:tc>
        <w:tc>
          <w:tcPr>
            <w:tcW w:w="567" w:type="dxa"/>
          </w:tcPr>
          <w:p w14:paraId="1DA86E50" w14:textId="77777777" w:rsidR="00A2750F" w:rsidRPr="00190FC2" w:rsidRDefault="00A2750F" w:rsidP="001214CB">
            <w:pPr>
              <w:pStyle w:val="affb"/>
            </w:pPr>
          </w:p>
        </w:tc>
        <w:tc>
          <w:tcPr>
            <w:tcW w:w="4808" w:type="dxa"/>
          </w:tcPr>
          <w:p w14:paraId="619CA7F6" w14:textId="550BFB1B" w:rsidR="00A2750F" w:rsidRPr="00190FC2" w:rsidRDefault="00A2750F" w:rsidP="001214CB">
            <w:pPr>
              <w:pStyle w:val="affb"/>
            </w:pPr>
            <w:r w:rsidRPr="00190FC2">
              <w:t>«___»____________ 20</w:t>
            </w:r>
            <w:r w:rsidR="005F0CF5">
              <w:t>20</w:t>
            </w:r>
            <w:r>
              <w:t xml:space="preserve"> г.</w:t>
            </w:r>
          </w:p>
        </w:tc>
      </w:tr>
      <w:tr w:rsidR="00FD045A" w:rsidRPr="00190FC2" w14:paraId="611271FC" w14:textId="77777777" w:rsidTr="00FD045A">
        <w:trPr>
          <w:trHeight w:val="974"/>
        </w:trPr>
        <w:tc>
          <w:tcPr>
            <w:tcW w:w="4820" w:type="dxa"/>
          </w:tcPr>
          <w:p w14:paraId="42F70D26" w14:textId="77777777" w:rsidR="00FD045A" w:rsidRPr="00190FC2" w:rsidRDefault="00FD045A" w:rsidP="00FD045A">
            <w:pPr>
              <w:pStyle w:val="affb"/>
            </w:pPr>
          </w:p>
        </w:tc>
        <w:tc>
          <w:tcPr>
            <w:tcW w:w="567" w:type="dxa"/>
          </w:tcPr>
          <w:p w14:paraId="1AC04027" w14:textId="77777777" w:rsidR="00FD045A" w:rsidRPr="00190FC2" w:rsidRDefault="00FD045A" w:rsidP="00FD045A">
            <w:pPr>
              <w:pStyle w:val="affb"/>
            </w:pPr>
          </w:p>
        </w:tc>
        <w:tc>
          <w:tcPr>
            <w:tcW w:w="4808" w:type="dxa"/>
          </w:tcPr>
          <w:p w14:paraId="5C69C75F" w14:textId="77777777" w:rsidR="00FD045A" w:rsidRPr="00190FC2" w:rsidRDefault="00FD045A" w:rsidP="00FD045A">
            <w:pPr>
              <w:pStyle w:val="affb"/>
            </w:pPr>
          </w:p>
        </w:tc>
      </w:tr>
      <w:tr w:rsidR="00FD045A" w:rsidRPr="00190FC2" w14:paraId="24584244" w14:textId="77777777" w:rsidTr="006342C3">
        <w:tc>
          <w:tcPr>
            <w:tcW w:w="10195" w:type="dxa"/>
            <w:gridSpan w:val="3"/>
          </w:tcPr>
          <w:p w14:paraId="1BABAEA9" w14:textId="77777777" w:rsidR="00FD045A" w:rsidRPr="00190FC2" w:rsidRDefault="00FD045A" w:rsidP="00FD045A">
            <w:pPr>
              <w:pStyle w:val="af0"/>
            </w:pPr>
            <w:r w:rsidRPr="00FD045A">
              <w:t>автоматизированн</w:t>
            </w:r>
            <w:r>
              <w:t>ая</w:t>
            </w:r>
            <w:r w:rsidRPr="00FD045A">
              <w:t xml:space="preserve"> информационн</w:t>
            </w:r>
            <w:r>
              <w:t>ая</w:t>
            </w:r>
            <w:r w:rsidRPr="00FD045A">
              <w:t xml:space="preserve"> систем</w:t>
            </w:r>
            <w:r>
              <w:t>а</w:t>
            </w:r>
            <w:r w:rsidRPr="00FD045A">
              <w:t xml:space="preserve"> «Эксперт»</w:t>
            </w:r>
          </w:p>
        </w:tc>
      </w:tr>
      <w:tr w:rsidR="00FD045A" w:rsidRPr="00190FC2" w14:paraId="4D3BC317" w14:textId="77777777" w:rsidTr="006342C3">
        <w:tc>
          <w:tcPr>
            <w:tcW w:w="10195" w:type="dxa"/>
            <w:gridSpan w:val="3"/>
          </w:tcPr>
          <w:p w14:paraId="68F2FF5F" w14:textId="77777777" w:rsidR="00FD045A" w:rsidRPr="00190FC2" w:rsidRDefault="008C7962" w:rsidP="00FD045A">
            <w:pPr>
              <w:pStyle w:val="af4"/>
            </w:pPr>
            <w:r>
              <w:t>Инструкция по установке и настройке</w:t>
            </w:r>
          </w:p>
        </w:tc>
      </w:tr>
      <w:tr w:rsidR="00FD045A" w:rsidRPr="00190FC2" w14:paraId="1D784C54" w14:textId="77777777" w:rsidTr="006342C3">
        <w:tc>
          <w:tcPr>
            <w:tcW w:w="10195" w:type="dxa"/>
            <w:gridSpan w:val="3"/>
          </w:tcPr>
          <w:p w14:paraId="08B8328F" w14:textId="77777777" w:rsidR="00FD045A" w:rsidRPr="00190FC2" w:rsidRDefault="00115CA1" w:rsidP="00FD045A">
            <w:pPr>
              <w:pStyle w:val="affa"/>
            </w:pPr>
            <w:r w:rsidRPr="00115CA1">
              <w:t>ТФОМС-0248100000118000125</w:t>
            </w:r>
            <w:r>
              <w:t>-</w:t>
            </w:r>
            <w:r w:rsidR="008C7962">
              <w:t>И3.</w:t>
            </w:r>
            <w:r>
              <w:t>0</w:t>
            </w:r>
            <w:r w:rsidR="008C7962">
              <w:t>3</w:t>
            </w:r>
          </w:p>
        </w:tc>
      </w:tr>
      <w:tr w:rsidR="00FD045A" w:rsidRPr="00190FC2" w14:paraId="5B973524" w14:textId="77777777" w:rsidTr="006342C3">
        <w:tc>
          <w:tcPr>
            <w:tcW w:w="10195" w:type="dxa"/>
            <w:gridSpan w:val="3"/>
          </w:tcPr>
          <w:p w14:paraId="2B14E4B8" w14:textId="7B57B42E" w:rsidR="00FD045A" w:rsidRPr="00190FC2" w:rsidRDefault="00FD045A" w:rsidP="00FD045A">
            <w:pPr>
              <w:pStyle w:val="affa"/>
            </w:pPr>
            <w:r w:rsidRPr="00190FC2">
              <w:t xml:space="preserve">На </w:t>
            </w:r>
            <w:r w:rsidR="00155193">
              <w:rPr>
                <w:noProof/>
              </w:rPr>
              <w:fldChar w:fldCharType="begin"/>
            </w:r>
            <w:r w:rsidR="00155193">
              <w:rPr>
                <w:noProof/>
              </w:rPr>
              <w:instrText xml:space="preserve"> NUMPAGES   \* MERGEFORMAT </w:instrText>
            </w:r>
            <w:r w:rsidR="00155193">
              <w:rPr>
                <w:noProof/>
              </w:rPr>
              <w:fldChar w:fldCharType="separate"/>
            </w:r>
            <w:r w:rsidR="00FB1E6A">
              <w:rPr>
                <w:noProof/>
              </w:rPr>
              <w:t>16</w:t>
            </w:r>
            <w:r w:rsidR="00155193">
              <w:rPr>
                <w:noProof/>
              </w:rPr>
              <w:fldChar w:fldCharType="end"/>
            </w:r>
            <w:r w:rsidRPr="00190FC2">
              <w:t xml:space="preserve"> листах</w:t>
            </w:r>
          </w:p>
        </w:tc>
      </w:tr>
      <w:tr w:rsidR="00FD045A" w:rsidRPr="00190FC2" w14:paraId="1A74F7BF" w14:textId="77777777" w:rsidTr="00A2750F">
        <w:trPr>
          <w:trHeight w:val="2034"/>
        </w:trPr>
        <w:tc>
          <w:tcPr>
            <w:tcW w:w="4820" w:type="dxa"/>
          </w:tcPr>
          <w:p w14:paraId="52DE9F29" w14:textId="77777777" w:rsidR="00FD045A" w:rsidRPr="00190FC2" w:rsidRDefault="00FD045A" w:rsidP="00FD045A">
            <w:pPr>
              <w:pStyle w:val="affb"/>
            </w:pPr>
          </w:p>
        </w:tc>
        <w:tc>
          <w:tcPr>
            <w:tcW w:w="567" w:type="dxa"/>
          </w:tcPr>
          <w:p w14:paraId="418CD61D" w14:textId="77777777" w:rsidR="00FD045A" w:rsidRPr="00190FC2" w:rsidRDefault="00FD045A" w:rsidP="00FD045A">
            <w:pPr>
              <w:pStyle w:val="affb"/>
            </w:pPr>
          </w:p>
        </w:tc>
        <w:tc>
          <w:tcPr>
            <w:tcW w:w="4808" w:type="dxa"/>
          </w:tcPr>
          <w:p w14:paraId="52FEF7CB" w14:textId="77777777" w:rsidR="00FD045A" w:rsidRPr="00190FC2" w:rsidRDefault="00FD045A" w:rsidP="00FD045A">
            <w:pPr>
              <w:pStyle w:val="affb"/>
            </w:pPr>
          </w:p>
        </w:tc>
      </w:tr>
      <w:tr w:rsidR="00FD045A" w:rsidRPr="00190FC2" w14:paraId="2CB2DD9E" w14:textId="77777777" w:rsidTr="00920A54">
        <w:tc>
          <w:tcPr>
            <w:tcW w:w="4820" w:type="dxa"/>
          </w:tcPr>
          <w:p w14:paraId="14511B6D" w14:textId="77777777" w:rsidR="00FD045A" w:rsidRPr="00190FC2" w:rsidRDefault="00FD045A" w:rsidP="00FD045A">
            <w:pPr>
              <w:pStyle w:val="affb"/>
            </w:pPr>
            <w:r w:rsidRPr="00190FC2">
              <w:t>СОГЛАСОВАНО</w:t>
            </w:r>
          </w:p>
        </w:tc>
        <w:tc>
          <w:tcPr>
            <w:tcW w:w="567" w:type="dxa"/>
          </w:tcPr>
          <w:p w14:paraId="0695F18E" w14:textId="77777777" w:rsidR="00FD045A" w:rsidRPr="00190FC2" w:rsidRDefault="00FD045A" w:rsidP="00FD045A">
            <w:pPr>
              <w:pStyle w:val="affb"/>
            </w:pPr>
          </w:p>
        </w:tc>
        <w:tc>
          <w:tcPr>
            <w:tcW w:w="4808" w:type="dxa"/>
          </w:tcPr>
          <w:p w14:paraId="4160769B" w14:textId="77777777" w:rsidR="00FD045A" w:rsidRPr="00190FC2" w:rsidRDefault="00FD045A" w:rsidP="00FD045A">
            <w:pPr>
              <w:pStyle w:val="affb"/>
            </w:pPr>
            <w:r w:rsidRPr="00190FC2">
              <w:t>СОГЛАСОВАНО</w:t>
            </w:r>
          </w:p>
        </w:tc>
      </w:tr>
      <w:tr w:rsidR="00A2750F" w:rsidRPr="00190FC2" w14:paraId="6D72C6C4" w14:textId="77777777" w:rsidTr="001214CB">
        <w:tc>
          <w:tcPr>
            <w:tcW w:w="4820" w:type="dxa"/>
          </w:tcPr>
          <w:p w14:paraId="64ECD0E9" w14:textId="77777777" w:rsidR="00A2750F" w:rsidRPr="00190FC2" w:rsidRDefault="00A2750F" w:rsidP="001214CB">
            <w:pPr>
              <w:pStyle w:val="affb"/>
            </w:pPr>
            <w:r w:rsidRPr="00743B79">
              <w:t>Начальник управления информационного обеспечения</w:t>
            </w:r>
          </w:p>
        </w:tc>
        <w:tc>
          <w:tcPr>
            <w:tcW w:w="567" w:type="dxa"/>
          </w:tcPr>
          <w:p w14:paraId="6C1764AA" w14:textId="77777777" w:rsidR="00A2750F" w:rsidRPr="00190FC2" w:rsidRDefault="00A2750F" w:rsidP="001214CB">
            <w:pPr>
              <w:pStyle w:val="affb"/>
            </w:pPr>
          </w:p>
        </w:tc>
        <w:tc>
          <w:tcPr>
            <w:tcW w:w="4808" w:type="dxa"/>
          </w:tcPr>
          <w:p w14:paraId="587DCEC8" w14:textId="77777777" w:rsidR="00A2750F" w:rsidRPr="00190FC2" w:rsidRDefault="00A2750F" w:rsidP="001214CB">
            <w:pPr>
              <w:pStyle w:val="affb"/>
            </w:pPr>
            <w:r>
              <w:t>Руководитель проектов ООО «НЦИ»</w:t>
            </w:r>
          </w:p>
        </w:tc>
      </w:tr>
      <w:tr w:rsidR="00A2750F" w:rsidRPr="00190FC2" w14:paraId="0CE899CA" w14:textId="77777777" w:rsidTr="001214CB">
        <w:trPr>
          <w:trHeight w:val="215"/>
        </w:trPr>
        <w:tc>
          <w:tcPr>
            <w:tcW w:w="4820" w:type="dxa"/>
          </w:tcPr>
          <w:p w14:paraId="67402D8F" w14:textId="77777777" w:rsidR="00A2750F" w:rsidRPr="00190FC2" w:rsidRDefault="00A2750F" w:rsidP="001214CB">
            <w:pPr>
              <w:pStyle w:val="affb"/>
            </w:pPr>
          </w:p>
          <w:p w14:paraId="2420B792" w14:textId="77777777" w:rsidR="00A2750F" w:rsidRPr="00190FC2" w:rsidRDefault="00A2750F" w:rsidP="001214CB">
            <w:pPr>
              <w:pStyle w:val="affb"/>
            </w:pPr>
            <w:r w:rsidRPr="00190FC2">
              <w:t xml:space="preserve">_________________ </w:t>
            </w:r>
            <w:r>
              <w:t>Т. В. Бережная</w:t>
            </w:r>
          </w:p>
        </w:tc>
        <w:tc>
          <w:tcPr>
            <w:tcW w:w="567" w:type="dxa"/>
          </w:tcPr>
          <w:p w14:paraId="162F0FBE" w14:textId="77777777" w:rsidR="00A2750F" w:rsidRPr="00190FC2" w:rsidRDefault="00A2750F" w:rsidP="001214CB">
            <w:pPr>
              <w:pStyle w:val="affb"/>
            </w:pPr>
          </w:p>
        </w:tc>
        <w:tc>
          <w:tcPr>
            <w:tcW w:w="4808" w:type="dxa"/>
          </w:tcPr>
          <w:p w14:paraId="267BAC3D" w14:textId="77777777" w:rsidR="00A2750F" w:rsidRPr="00190FC2" w:rsidRDefault="00A2750F" w:rsidP="001214CB">
            <w:pPr>
              <w:pStyle w:val="affb"/>
            </w:pPr>
          </w:p>
          <w:p w14:paraId="718B6D2F" w14:textId="77777777" w:rsidR="00A2750F" w:rsidRPr="00190FC2" w:rsidRDefault="00A2750F" w:rsidP="001214CB">
            <w:pPr>
              <w:pStyle w:val="affb"/>
            </w:pPr>
            <w:r w:rsidRPr="00190FC2">
              <w:t>__________________</w:t>
            </w:r>
            <w:r>
              <w:t>П. А. Виноградов</w:t>
            </w:r>
          </w:p>
        </w:tc>
      </w:tr>
      <w:tr w:rsidR="00FD045A" w:rsidRPr="00190FC2" w14:paraId="7C118634" w14:textId="77777777" w:rsidTr="00920A54">
        <w:tc>
          <w:tcPr>
            <w:tcW w:w="4820" w:type="dxa"/>
          </w:tcPr>
          <w:p w14:paraId="52609BA5" w14:textId="77777777" w:rsidR="00FD045A" w:rsidRPr="00190FC2" w:rsidRDefault="00FD045A" w:rsidP="00FD045A">
            <w:pPr>
              <w:pStyle w:val="affb"/>
            </w:pPr>
          </w:p>
        </w:tc>
        <w:tc>
          <w:tcPr>
            <w:tcW w:w="567" w:type="dxa"/>
          </w:tcPr>
          <w:p w14:paraId="5F3FEACC" w14:textId="77777777" w:rsidR="00FD045A" w:rsidRPr="00190FC2" w:rsidRDefault="00FD045A" w:rsidP="00FD045A">
            <w:pPr>
              <w:pStyle w:val="affb"/>
            </w:pPr>
          </w:p>
        </w:tc>
        <w:tc>
          <w:tcPr>
            <w:tcW w:w="4808" w:type="dxa"/>
          </w:tcPr>
          <w:p w14:paraId="321F767E" w14:textId="77777777" w:rsidR="00FD045A" w:rsidRPr="00190FC2" w:rsidRDefault="00FD045A" w:rsidP="00FD045A">
            <w:pPr>
              <w:pStyle w:val="afff6"/>
            </w:pPr>
          </w:p>
        </w:tc>
      </w:tr>
      <w:tr w:rsidR="00FD045A" w:rsidRPr="00190FC2" w14:paraId="732D6831" w14:textId="77777777" w:rsidTr="00920A54">
        <w:tc>
          <w:tcPr>
            <w:tcW w:w="4820" w:type="dxa"/>
          </w:tcPr>
          <w:p w14:paraId="47566F34" w14:textId="77777777" w:rsidR="00FD045A" w:rsidRPr="00190FC2" w:rsidRDefault="00FD045A" w:rsidP="00FD045A">
            <w:pPr>
              <w:pStyle w:val="affb"/>
            </w:pPr>
          </w:p>
        </w:tc>
        <w:tc>
          <w:tcPr>
            <w:tcW w:w="567" w:type="dxa"/>
          </w:tcPr>
          <w:p w14:paraId="59F4F089" w14:textId="77777777" w:rsidR="00FD045A" w:rsidRPr="00190FC2" w:rsidRDefault="00FD045A" w:rsidP="00FD045A">
            <w:pPr>
              <w:pStyle w:val="affb"/>
            </w:pPr>
          </w:p>
        </w:tc>
        <w:tc>
          <w:tcPr>
            <w:tcW w:w="4808" w:type="dxa"/>
          </w:tcPr>
          <w:p w14:paraId="24BC9F06" w14:textId="77777777" w:rsidR="00FD045A" w:rsidRPr="00190FC2" w:rsidRDefault="00FD045A" w:rsidP="00FD045A">
            <w:pPr>
              <w:pStyle w:val="affb"/>
            </w:pPr>
          </w:p>
        </w:tc>
      </w:tr>
      <w:tr w:rsidR="00FD045A" w:rsidRPr="00190FC2" w14:paraId="0E661AAF" w14:textId="77777777" w:rsidTr="00920A54">
        <w:tc>
          <w:tcPr>
            <w:tcW w:w="4820" w:type="dxa"/>
          </w:tcPr>
          <w:p w14:paraId="300316CA" w14:textId="77777777" w:rsidR="00FD045A" w:rsidRPr="00190FC2" w:rsidRDefault="00FD045A" w:rsidP="00FD045A">
            <w:pPr>
              <w:pStyle w:val="affb"/>
            </w:pPr>
          </w:p>
        </w:tc>
        <w:tc>
          <w:tcPr>
            <w:tcW w:w="567" w:type="dxa"/>
          </w:tcPr>
          <w:p w14:paraId="018E07F2" w14:textId="77777777" w:rsidR="00FD045A" w:rsidRPr="00190FC2" w:rsidRDefault="00FD045A" w:rsidP="00FD045A">
            <w:pPr>
              <w:pStyle w:val="affb"/>
            </w:pPr>
          </w:p>
        </w:tc>
        <w:tc>
          <w:tcPr>
            <w:tcW w:w="4808" w:type="dxa"/>
          </w:tcPr>
          <w:p w14:paraId="40D38A1C" w14:textId="77777777" w:rsidR="00FD045A" w:rsidRPr="00190FC2" w:rsidRDefault="00FD045A" w:rsidP="00FD045A">
            <w:pPr>
              <w:pStyle w:val="affb"/>
            </w:pPr>
          </w:p>
        </w:tc>
      </w:tr>
    </w:tbl>
    <w:p w14:paraId="7E1A6797" w14:textId="77777777" w:rsidR="0043023E" w:rsidRPr="00190FC2" w:rsidRDefault="0043023E" w:rsidP="009E088E">
      <w:bookmarkStart w:id="1" w:name="_Toc446511439"/>
    </w:p>
    <w:p w14:paraId="5604F8A6" w14:textId="77777777" w:rsidR="0043023E" w:rsidRPr="00190FC2" w:rsidRDefault="0043023E" w:rsidP="00FD045A">
      <w:pPr>
        <w:pStyle w:val="a9"/>
      </w:pPr>
      <w:r w:rsidRPr="00FD045A">
        <w:lastRenderedPageBreak/>
        <w:t>Содержание</w:t>
      </w:r>
    </w:p>
    <w:p w14:paraId="79F9244D" w14:textId="204FD86B" w:rsidR="00FB1E6A" w:rsidRDefault="00006E07">
      <w:pPr>
        <w:pStyle w:val="11"/>
        <w:rPr>
          <w:rFonts w:asciiTheme="minorHAnsi" w:eastAsiaTheme="minorEastAsia" w:hAnsiTheme="minorHAnsi"/>
          <w:b w:val="0"/>
          <w:noProof/>
          <w:sz w:val="22"/>
          <w:lang w:eastAsia="ru-RU"/>
        </w:rPr>
      </w:pPr>
      <w:r w:rsidRPr="00190FC2">
        <w:fldChar w:fldCharType="begin"/>
      </w:r>
      <w:r w:rsidR="0043023E" w:rsidRPr="00190FC2">
        <w:instrText xml:space="preserve"> TOC \o "1-3" </w:instrText>
      </w:r>
      <w:r w:rsidRPr="00190FC2">
        <w:fldChar w:fldCharType="separate"/>
      </w:r>
      <w:r w:rsidR="00FB1E6A">
        <w:rPr>
          <w:noProof/>
        </w:rPr>
        <w:t>1</w:t>
      </w:r>
      <w:r w:rsidR="00FB1E6A">
        <w:rPr>
          <w:rFonts w:asciiTheme="minorHAnsi" w:eastAsiaTheme="minorEastAsia" w:hAnsiTheme="minorHAnsi"/>
          <w:b w:val="0"/>
          <w:noProof/>
          <w:sz w:val="22"/>
          <w:lang w:eastAsia="ru-RU"/>
        </w:rPr>
        <w:tab/>
      </w:r>
      <w:r w:rsidR="00FB1E6A">
        <w:rPr>
          <w:noProof/>
        </w:rPr>
        <w:t>Введение</w:t>
      </w:r>
      <w:r w:rsidR="00FB1E6A">
        <w:rPr>
          <w:noProof/>
        </w:rPr>
        <w:tab/>
      </w:r>
      <w:r w:rsidR="00FB1E6A">
        <w:rPr>
          <w:noProof/>
        </w:rPr>
        <w:fldChar w:fldCharType="begin"/>
      </w:r>
      <w:r w:rsidR="00FB1E6A">
        <w:rPr>
          <w:noProof/>
        </w:rPr>
        <w:instrText xml:space="preserve"> PAGEREF _Toc31619657 \h </w:instrText>
      </w:r>
      <w:r w:rsidR="00FB1E6A">
        <w:rPr>
          <w:noProof/>
        </w:rPr>
      </w:r>
      <w:r w:rsidR="00FB1E6A">
        <w:rPr>
          <w:noProof/>
        </w:rPr>
        <w:fldChar w:fldCharType="separate"/>
      </w:r>
      <w:r w:rsidR="00FB1E6A">
        <w:rPr>
          <w:noProof/>
        </w:rPr>
        <w:t>3</w:t>
      </w:r>
      <w:r w:rsidR="00FB1E6A">
        <w:rPr>
          <w:noProof/>
        </w:rPr>
        <w:fldChar w:fldCharType="end"/>
      </w:r>
    </w:p>
    <w:p w14:paraId="65F28FF0" w14:textId="201C596A" w:rsidR="00FB1E6A" w:rsidRDefault="00FB1E6A">
      <w:pPr>
        <w:pStyle w:val="11"/>
        <w:rPr>
          <w:rFonts w:asciiTheme="minorHAnsi" w:eastAsiaTheme="minorEastAsia" w:hAnsiTheme="minorHAnsi"/>
          <w:b w:val="0"/>
          <w:noProof/>
          <w:sz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/>
          <w:b w:val="0"/>
          <w:noProof/>
          <w:sz w:val="22"/>
          <w:lang w:eastAsia="ru-RU"/>
        </w:rPr>
        <w:tab/>
      </w:r>
      <w:r>
        <w:rPr>
          <w:noProof/>
        </w:rPr>
        <w:t>Требования к серверу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_Toc31619658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2588CEAB" w14:textId="553CF00C" w:rsidR="00FB1E6A" w:rsidRDefault="00FB1E6A">
      <w:pPr>
        <w:pStyle w:val="11"/>
        <w:rPr>
          <w:rFonts w:asciiTheme="minorHAnsi" w:eastAsiaTheme="minorEastAsia" w:hAnsiTheme="minorHAnsi"/>
          <w:b w:val="0"/>
          <w:noProof/>
          <w:sz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/>
          <w:b w:val="0"/>
          <w:noProof/>
          <w:sz w:val="22"/>
          <w:lang w:eastAsia="ru-RU"/>
        </w:rPr>
        <w:tab/>
      </w:r>
      <w:r>
        <w:rPr>
          <w:noProof/>
        </w:rPr>
        <w:t>Описание операций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_Toc31619659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0C6D3FDB" w14:textId="7B8E28DF" w:rsidR="00FB1E6A" w:rsidRDefault="00FB1E6A">
      <w:pPr>
        <w:pStyle w:val="23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Установка и настройка сервера БД FireBird версии 3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_Toc31619660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56375DD8" w14:textId="2BF1FBA4" w:rsidR="00FB1E6A" w:rsidRDefault="00FB1E6A">
      <w:pPr>
        <w:pStyle w:val="23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Установка веб-приложения aisexpert-web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_Toc31619661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25180488" w14:textId="03C0039A" w:rsidR="00FB1E6A" w:rsidRDefault="00FB1E6A">
      <w:pPr>
        <w:pStyle w:val="23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Установка приложения aisexpert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_Toc31619662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25729FD0" w14:textId="69206E22" w:rsidR="00FB1E6A" w:rsidRDefault="00FB1E6A">
      <w:pPr>
        <w:pStyle w:val="23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 xml:space="preserve">Настройка режима работы сервиса </w:t>
      </w:r>
      <w:r w:rsidRPr="00BD6D59">
        <w:rPr>
          <w:noProof/>
          <w:lang w:val="en-US"/>
        </w:rPr>
        <w:t>UsersPool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_Toc31619663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3969B033" w14:textId="65E56687" w:rsidR="00FB1E6A" w:rsidRDefault="00FB1E6A">
      <w:pPr>
        <w:pStyle w:val="23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Конфигурирование сервиса UsersPool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_Toc31619664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269972DD" w14:textId="38EBF425" w:rsidR="00FB1E6A" w:rsidRDefault="00FB1E6A">
      <w:pPr>
        <w:pStyle w:val="23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Модернизация структуры БД с использованием скриптов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_Toc31619665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14:paraId="67D8560F" w14:textId="3C755A69" w:rsidR="00FB1E6A" w:rsidRDefault="00FB1E6A">
      <w:pPr>
        <w:pStyle w:val="32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3.6.1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Обновление «чистой» БД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_Toc31619666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14:paraId="716A6C1E" w14:textId="23C424C3" w:rsidR="00FB1E6A" w:rsidRDefault="00FB1E6A">
      <w:pPr>
        <w:pStyle w:val="32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3.6.2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Обновление БД, содержащей данные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_Toc31619667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</w:p>
    <w:p w14:paraId="74B6D8B3" w14:textId="3BBDC346" w:rsidR="0043023E" w:rsidRPr="00190FC2" w:rsidRDefault="00006E07" w:rsidP="0043023E">
      <w:r w:rsidRPr="00190FC2">
        <w:fldChar w:fldCharType="end"/>
      </w:r>
    </w:p>
    <w:p w14:paraId="25A443F7" w14:textId="77777777" w:rsidR="00AB7A23" w:rsidRPr="00190FC2" w:rsidRDefault="008C7962" w:rsidP="008F6805">
      <w:pPr>
        <w:pStyle w:val="1"/>
      </w:pPr>
      <w:bookmarkStart w:id="2" w:name="_Toc31619657"/>
      <w:r>
        <w:lastRenderedPageBreak/>
        <w:t>Введение</w:t>
      </w:r>
      <w:bookmarkEnd w:id="2"/>
    </w:p>
    <w:p w14:paraId="29D014CD" w14:textId="71EFF518" w:rsidR="00AB7A23" w:rsidRDefault="008C7962" w:rsidP="00AB7A23">
      <w:r>
        <w:t xml:space="preserve">Документ содержит описание операций по установке и настройке </w:t>
      </w:r>
      <w:r w:rsidR="00FD045A">
        <w:t>Автоматизированн</w:t>
      </w:r>
      <w:r>
        <w:t>ой</w:t>
      </w:r>
      <w:r w:rsidR="00FD045A">
        <w:t xml:space="preserve"> информационн</w:t>
      </w:r>
      <w:r>
        <w:t>ой</w:t>
      </w:r>
      <w:r w:rsidR="00FD045A">
        <w:t xml:space="preserve"> систем</w:t>
      </w:r>
      <w:r>
        <w:t>ы</w:t>
      </w:r>
      <w:r w:rsidR="00FD045A">
        <w:t xml:space="preserve"> контроля качества, объемов, сроков и условий предоставления медицинской помощи посредством отбора счетов для проведения МЭЭ и ЭКМП на основе алгоритмов искусственного интеллекта «ЭКСПЕРТ»</w:t>
      </w:r>
      <w:r>
        <w:t xml:space="preserve"> (далее </w:t>
      </w:r>
      <w:r>
        <w:rPr>
          <w:rFonts w:cs="Times New Roman"/>
        </w:rPr>
        <w:t>—</w:t>
      </w:r>
      <w:fldSimple w:instr=" DOCPROPERTY  Система  \* MERGEFORMAT ">
        <w:r w:rsidR="00FB1E6A">
          <w:t>АИС «ЭКСПЕРТ»</w:t>
        </w:r>
      </w:fldSimple>
      <w:r>
        <w:t>)</w:t>
      </w:r>
      <w:r w:rsidR="00FD045A">
        <w:t>.</w:t>
      </w:r>
    </w:p>
    <w:p w14:paraId="71657460" w14:textId="3383026D" w:rsidR="000527A0" w:rsidRDefault="000527A0" w:rsidP="000527A0">
      <w:pPr>
        <w:pStyle w:val="1"/>
      </w:pPr>
      <w:bookmarkStart w:id="3" w:name="_Toc31619658"/>
      <w:r>
        <w:t>Требования к серверу</w:t>
      </w:r>
      <w:bookmarkEnd w:id="3"/>
    </w:p>
    <w:p w14:paraId="256E9C07" w14:textId="4EFE8542" w:rsidR="00A844B0" w:rsidRDefault="00051BFB" w:rsidP="00AB7A23">
      <w:r>
        <w:t xml:space="preserve">Все операции по установке и настройке </w:t>
      </w:r>
      <w:fldSimple w:instr=" DOCPROPERTY  Система  \* MERGEFORMAT ">
        <w:r w:rsidR="00FB1E6A">
          <w:t>АИС «ЭКСПЕРТ»</w:t>
        </w:r>
      </w:fldSimple>
      <w:r>
        <w:t xml:space="preserve"> выполняются на сервер</w:t>
      </w:r>
      <w:r w:rsidR="005F0CF5">
        <w:t>е</w:t>
      </w:r>
      <w:r>
        <w:t xml:space="preserve"> с операционной системой </w:t>
      </w:r>
      <w:r w:rsidRPr="00051BFB">
        <w:t>Linux Ubuntu</w:t>
      </w:r>
      <w:r>
        <w:t xml:space="preserve"> версии </w:t>
      </w:r>
      <w:r w:rsidRPr="00051BFB">
        <w:t>16.04</w:t>
      </w:r>
      <w:r w:rsidR="005F0CF5">
        <w:t xml:space="preserve"> или 18.04</w:t>
      </w:r>
      <w:r>
        <w:t xml:space="preserve">. </w:t>
      </w:r>
      <w:r w:rsidR="00A844B0">
        <w:t>Операционная система должна быть установлена с поддержкой русской локали (иначе буквы русского алфавита не будут отображаться).</w:t>
      </w:r>
      <w:r w:rsidR="001A3555">
        <w:t xml:space="preserve"> </w:t>
      </w:r>
    </w:p>
    <w:p w14:paraId="058A4FA3" w14:textId="7923DA7A" w:rsidR="008F3C4A" w:rsidRDefault="008F3C4A" w:rsidP="00AB7A23">
      <w:r>
        <w:t>Требования к характеристикам сервера:</w:t>
      </w:r>
    </w:p>
    <w:p w14:paraId="72C03714" w14:textId="5DB53E12" w:rsidR="000527A0" w:rsidRDefault="008F3C4A" w:rsidP="008F3C4A">
      <w:pPr>
        <w:pStyle w:val="a"/>
      </w:pPr>
      <w:r>
        <w:t>Процессор:</w:t>
      </w:r>
    </w:p>
    <w:p w14:paraId="32C4AA9F" w14:textId="41B0AA59" w:rsidR="00374211" w:rsidRDefault="00374211" w:rsidP="00374211">
      <w:pPr>
        <w:pStyle w:val="21"/>
      </w:pPr>
      <w:r>
        <w:t xml:space="preserve">свыше 1 млн записей в БД: AMD </w:t>
      </w:r>
      <w:r w:rsidRPr="001146E7">
        <w:rPr>
          <w:lang w:val="en-US"/>
        </w:rPr>
        <w:t>Ryzen</w:t>
      </w:r>
      <w:r w:rsidRPr="00993DFD">
        <w:t xml:space="preserve"> </w:t>
      </w:r>
      <w:r w:rsidRPr="001146E7">
        <w:rPr>
          <w:lang w:val="en-US"/>
        </w:rPr>
        <w:t>Threadripper</w:t>
      </w:r>
      <w:r>
        <w:t xml:space="preserve"> 2950X</w:t>
      </w:r>
      <w:r>
        <w:rPr>
          <w:rStyle w:val="af8"/>
        </w:rPr>
        <w:footnoteReference w:id="1"/>
      </w:r>
      <w:r>
        <w:t>;</w:t>
      </w:r>
    </w:p>
    <w:p w14:paraId="3DD256BA" w14:textId="396E4744" w:rsidR="00374211" w:rsidRDefault="00374211" w:rsidP="00374211">
      <w:pPr>
        <w:pStyle w:val="21"/>
      </w:pPr>
      <w:r>
        <w:t xml:space="preserve">от 500 000 до 1 млн записей в БД: </w:t>
      </w:r>
      <w:r w:rsidRPr="001146E7">
        <w:rPr>
          <w:lang w:val="en-US"/>
        </w:rPr>
        <w:t>Intel</w:t>
      </w:r>
      <w:r>
        <w:t xml:space="preserve"> Core i9  9900K (8 ядер / 16 потоков); </w:t>
      </w:r>
    </w:p>
    <w:p w14:paraId="4955E38E" w14:textId="3D630A50" w:rsidR="00374211" w:rsidRDefault="00374211" w:rsidP="00374211">
      <w:pPr>
        <w:pStyle w:val="21"/>
      </w:pPr>
      <w:r>
        <w:t xml:space="preserve">менее 500 000 записей в БД: </w:t>
      </w:r>
      <w:r w:rsidRPr="00374211">
        <w:rPr>
          <w:lang w:val="en-US"/>
        </w:rPr>
        <w:t>Intel</w:t>
      </w:r>
      <w:r>
        <w:t xml:space="preserve"> Core i7 9700K (8 ядер / 8 потоков); </w:t>
      </w:r>
    </w:p>
    <w:p w14:paraId="0D1B111C" w14:textId="2A451B0C" w:rsidR="008F3C4A" w:rsidRDefault="00374211" w:rsidP="00374211">
      <w:pPr>
        <w:pStyle w:val="24"/>
      </w:pPr>
      <w:r w:rsidRPr="00374211">
        <w:rPr>
          <w:rStyle w:val="afff7"/>
        </w:rPr>
        <w:t>Примечание</w:t>
      </w:r>
      <w:r>
        <w:t xml:space="preserve">: при использовании процессоров Intel Core i9  9900K  и </w:t>
      </w:r>
      <w:r w:rsidRPr="00374211">
        <w:rPr>
          <w:lang w:val="en-US"/>
        </w:rPr>
        <w:t>Intel</w:t>
      </w:r>
      <w:r>
        <w:t xml:space="preserve"> Core i7 9700K максимальный объем оперативной памяти составит 64 Гбайт.</w:t>
      </w:r>
    </w:p>
    <w:p w14:paraId="3D17D905" w14:textId="626C071B" w:rsidR="008F3C4A" w:rsidRDefault="008F3C4A" w:rsidP="008F3C4A">
      <w:pPr>
        <w:pStyle w:val="a"/>
      </w:pPr>
      <w:r>
        <w:t>Оперативная память:</w:t>
      </w:r>
    </w:p>
    <w:p w14:paraId="65598FE4" w14:textId="51C87971" w:rsidR="008F3C4A" w:rsidRDefault="008F3C4A" w:rsidP="008F3C4A">
      <w:pPr>
        <w:pStyle w:val="21"/>
      </w:pPr>
      <w:r>
        <w:t xml:space="preserve">Минимум </w:t>
      </w:r>
      <w:r>
        <w:rPr>
          <w:rFonts w:cs="Times New Roman"/>
        </w:rPr>
        <w:t>—</w:t>
      </w:r>
      <w:r>
        <w:t xml:space="preserve"> 64 Гбайт;</w:t>
      </w:r>
    </w:p>
    <w:p w14:paraId="12E7CAC8" w14:textId="0D4CC242" w:rsidR="008F3C4A" w:rsidRDefault="008F3C4A" w:rsidP="008F3C4A">
      <w:pPr>
        <w:pStyle w:val="21"/>
      </w:pPr>
      <w:r>
        <w:t xml:space="preserve">Рекомендуется </w:t>
      </w:r>
      <w:r>
        <w:rPr>
          <w:rFonts w:asciiTheme="minorBidi" w:hAnsiTheme="minorBidi"/>
        </w:rPr>
        <w:t>—</w:t>
      </w:r>
      <w:r>
        <w:t xml:space="preserve"> 128 Гбайт.</w:t>
      </w:r>
    </w:p>
    <w:p w14:paraId="3FE969E5" w14:textId="37F20C0C" w:rsidR="008F3C4A" w:rsidRDefault="008F3C4A" w:rsidP="008F3C4A">
      <w:pPr>
        <w:pStyle w:val="a"/>
      </w:pPr>
      <w:r>
        <w:t>Дисковое пространство:</w:t>
      </w:r>
    </w:p>
    <w:p w14:paraId="6FA72D97" w14:textId="19AA13D4" w:rsidR="008F3C4A" w:rsidRPr="001A3555" w:rsidRDefault="001146E7" w:rsidP="00C872DF">
      <w:pPr>
        <w:pStyle w:val="21"/>
      </w:pPr>
      <w:r w:rsidRPr="001A3555">
        <w:t xml:space="preserve">для системы резервных копий </w:t>
      </w:r>
      <w:r w:rsidRPr="001A3555">
        <w:rPr>
          <w:rFonts w:cs="Times New Roman"/>
        </w:rPr>
        <w:t>—</w:t>
      </w:r>
      <w:r w:rsidRPr="001A3555">
        <w:t xml:space="preserve"> 2 Тбайт, зеркало;</w:t>
      </w:r>
    </w:p>
    <w:p w14:paraId="2CC76676" w14:textId="229B663D" w:rsidR="001146E7" w:rsidRDefault="001146E7" w:rsidP="00C872DF">
      <w:pPr>
        <w:pStyle w:val="21"/>
      </w:pPr>
      <w:r w:rsidRPr="001A3555">
        <w:t xml:space="preserve">для БД </w:t>
      </w:r>
      <w:r w:rsidRPr="001A3555">
        <w:rPr>
          <w:rFonts w:cs="Times New Roman"/>
        </w:rPr>
        <w:t>—</w:t>
      </w:r>
      <w:r w:rsidRPr="001A3555">
        <w:t xml:space="preserve"> диск на шине PCI-E (протокол NVMe) объемом не менее 500</w:t>
      </w:r>
      <w:r w:rsidR="001A3555">
        <w:t> </w:t>
      </w:r>
      <w:r w:rsidRPr="001A3555">
        <w:t>Гбайт</w:t>
      </w:r>
      <w:r w:rsidR="001A3555">
        <w:rPr>
          <w:rStyle w:val="af8"/>
        </w:rPr>
        <w:footnoteReference w:id="2"/>
      </w:r>
      <w:r w:rsidRPr="001A3555">
        <w:t>.</w:t>
      </w:r>
    </w:p>
    <w:p w14:paraId="3EADF05A" w14:textId="01B6AB6A" w:rsidR="001A3555" w:rsidRPr="00993DFD" w:rsidRDefault="001A3555" w:rsidP="00FD424A">
      <w:pPr>
        <w:pStyle w:val="ab"/>
      </w:pPr>
      <w:r w:rsidRPr="001A3555">
        <w:t xml:space="preserve">Диск </w:t>
      </w:r>
      <w:r>
        <w:t xml:space="preserve">для БД </w:t>
      </w:r>
      <w:r w:rsidRPr="001A3555">
        <w:t xml:space="preserve">нужно разбить на две части: первая часть </w:t>
      </w:r>
      <w:r>
        <w:rPr>
          <w:rFonts w:cs="Times New Roman"/>
        </w:rPr>
        <w:t>—</w:t>
      </w:r>
      <w:r>
        <w:t xml:space="preserve"> </w:t>
      </w:r>
      <w:r w:rsidRPr="001A3555">
        <w:t>своп размером ~</w:t>
      </w:r>
      <w:r>
        <w:t xml:space="preserve"> </w:t>
      </w:r>
      <w:r w:rsidRPr="001A3555">
        <w:t>130</w:t>
      </w:r>
      <w:r>
        <w:t xml:space="preserve"> </w:t>
      </w:r>
      <w:r w:rsidRPr="001A3555">
        <w:t>Гб</w:t>
      </w:r>
      <w:r>
        <w:t>айт</w:t>
      </w:r>
      <w:r w:rsidRPr="001A3555">
        <w:t xml:space="preserve">, вторая часть </w:t>
      </w:r>
      <w:r>
        <w:rPr>
          <w:rFonts w:cs="Times New Roman"/>
        </w:rPr>
        <w:t>—</w:t>
      </w:r>
      <w:r w:rsidRPr="001A3555">
        <w:t xml:space="preserve"> все оставшееся пространство. Вторую часть </w:t>
      </w:r>
      <w:r>
        <w:t xml:space="preserve">необходимо </w:t>
      </w:r>
      <w:r w:rsidRPr="001A3555">
        <w:t>отформатировать в XFS</w:t>
      </w:r>
      <w:r>
        <w:t xml:space="preserve"> (также можно </w:t>
      </w:r>
      <w:r w:rsidRPr="001A3555">
        <w:t xml:space="preserve">ext4, но </w:t>
      </w:r>
      <w:r w:rsidR="00FD424A">
        <w:t xml:space="preserve">будет необходимо выполнить </w:t>
      </w:r>
      <w:r w:rsidRPr="001A3555">
        <w:t>настройку файловой системы</w:t>
      </w:r>
      <w:r w:rsidR="00FD424A">
        <w:t>)</w:t>
      </w:r>
      <w:r w:rsidR="00993DFD" w:rsidRPr="00993DFD">
        <w:t>.</w:t>
      </w:r>
    </w:p>
    <w:p w14:paraId="4C94061E" w14:textId="27096711" w:rsidR="00CE2282" w:rsidRDefault="001146E7" w:rsidP="001146E7">
      <w:pPr>
        <w:pStyle w:val="a"/>
      </w:pPr>
      <w:r>
        <w:t>Дополнительные рекомендации:</w:t>
      </w:r>
    </w:p>
    <w:p w14:paraId="2EC3BBD0" w14:textId="7AF42484" w:rsidR="001146E7" w:rsidRDefault="001146E7" w:rsidP="001146E7">
      <w:pPr>
        <w:pStyle w:val="21"/>
      </w:pPr>
      <w:r>
        <w:t xml:space="preserve">При выборе модели процессора необходимо учитывать, что </w:t>
      </w:r>
      <w:r w:rsidRPr="001146E7">
        <w:t xml:space="preserve">лучше иметь меньше ядер, но более высокую частоту процессора. Это связано с особенностью работы </w:t>
      </w:r>
      <w:r>
        <w:t xml:space="preserve">сервера БД </w:t>
      </w:r>
      <w:r w:rsidRPr="001146E7">
        <w:t>FireBird при обработке больших таблиц</w:t>
      </w:r>
      <w:r>
        <w:t xml:space="preserve"> (т. е., например, предпочтительнее использовать</w:t>
      </w:r>
      <w:r w:rsidRPr="001146E7">
        <w:t xml:space="preserve"> процессор с 16 ядрами и частотой 4</w:t>
      </w:r>
      <w:r>
        <w:t xml:space="preserve"> Г</w:t>
      </w:r>
      <w:r w:rsidRPr="001146E7">
        <w:t xml:space="preserve">Гц, чем </w:t>
      </w:r>
      <w:r>
        <w:t xml:space="preserve">модель </w:t>
      </w:r>
      <w:r w:rsidRPr="001146E7">
        <w:t>с 32 ядрами и 2.5</w:t>
      </w:r>
      <w:r>
        <w:t xml:space="preserve"> Г</w:t>
      </w:r>
      <w:r w:rsidRPr="001146E7">
        <w:t>Гц</w:t>
      </w:r>
      <w:r>
        <w:t>).</w:t>
      </w:r>
    </w:p>
    <w:p w14:paraId="0329DD0F" w14:textId="499B68A5" w:rsidR="00FD424A" w:rsidRDefault="00FD424A" w:rsidP="001146E7">
      <w:pPr>
        <w:pStyle w:val="21"/>
      </w:pPr>
      <w:r w:rsidRPr="00FD424A">
        <w:t>Если по какой</w:t>
      </w:r>
      <w:r>
        <w:t>-</w:t>
      </w:r>
      <w:r w:rsidRPr="00FD424A">
        <w:t xml:space="preserve">либо причине процессор AMD не подходит, </w:t>
      </w:r>
      <w:r>
        <w:t xml:space="preserve">следует </w:t>
      </w:r>
      <w:r w:rsidRPr="00FD424A">
        <w:t xml:space="preserve">выбрать процессор </w:t>
      </w:r>
      <w:r w:rsidRPr="00FD424A">
        <w:rPr>
          <w:lang w:val="en-US"/>
        </w:rPr>
        <w:t>Intel</w:t>
      </w:r>
      <w:r w:rsidRPr="00FD424A">
        <w:t xml:space="preserve"> с максимальной частотой</w:t>
      </w:r>
      <w:r>
        <w:t xml:space="preserve"> </w:t>
      </w:r>
      <w:r w:rsidRPr="00FD424A">
        <w:t xml:space="preserve">и </w:t>
      </w:r>
      <w:r>
        <w:t xml:space="preserve">числом </w:t>
      </w:r>
      <w:r w:rsidRPr="00FD424A">
        <w:t>яд</w:t>
      </w:r>
      <w:r>
        <w:t>е</w:t>
      </w:r>
      <w:r w:rsidRPr="00FD424A">
        <w:t xml:space="preserve">р не менее 12 (чтобы </w:t>
      </w:r>
      <w:r>
        <w:t>иметь</w:t>
      </w:r>
      <w:r w:rsidRPr="00FD424A">
        <w:t xml:space="preserve"> хотя бы 24 потока выполнения). Если в месяц не более 1 млн записей по услугам/случаям</w:t>
      </w:r>
      <w:r>
        <w:t xml:space="preserve">, то  </w:t>
      </w:r>
      <w:r w:rsidRPr="00FD424A">
        <w:t xml:space="preserve">требования по количеству ядер можно понизить до 8 (16 потоков), требования по частоте процессора </w:t>
      </w:r>
      <w:r>
        <w:rPr>
          <w:rFonts w:cs="Times New Roman"/>
        </w:rPr>
        <w:t>—</w:t>
      </w:r>
      <w:r w:rsidRPr="00FD424A">
        <w:t xml:space="preserve"> сохраняются.</w:t>
      </w:r>
    </w:p>
    <w:p w14:paraId="3B9E6C5A" w14:textId="0C39219A" w:rsidR="001146E7" w:rsidRDefault="00FD424A" w:rsidP="001146E7">
      <w:pPr>
        <w:pStyle w:val="21"/>
      </w:pPr>
      <w:r w:rsidRPr="00FD424A">
        <w:t>FireBird рекоменд</w:t>
      </w:r>
      <w:r>
        <w:t xml:space="preserve">ует использовать </w:t>
      </w:r>
      <w:r w:rsidRPr="00FD424A">
        <w:t xml:space="preserve">диски серии SAMSUNG 970 EVO </w:t>
      </w:r>
      <w:r w:rsidRPr="00FD424A">
        <w:rPr>
          <w:lang w:val="en-US"/>
        </w:rPr>
        <w:t>Plus</w:t>
      </w:r>
      <w:r>
        <w:t xml:space="preserve"> (следует выбирать </w:t>
      </w:r>
      <w:r w:rsidRPr="00FD424A">
        <w:t>диски с максимальным TBW)</w:t>
      </w:r>
      <w:r>
        <w:t>.</w:t>
      </w:r>
    </w:p>
    <w:p w14:paraId="5220F02E" w14:textId="0C2C34D1" w:rsidR="00C94E48" w:rsidRDefault="00C94E48" w:rsidP="00C94E48">
      <w:pPr>
        <w:pStyle w:val="21"/>
      </w:pPr>
      <w:r>
        <w:t>Если операционная система ОС установлена на SATA-диск, то необходимо выполнить следующие требования:</w:t>
      </w:r>
    </w:p>
    <w:p w14:paraId="54AAF06C" w14:textId="7597DF17" w:rsidR="00C94E48" w:rsidRDefault="00C94E48" w:rsidP="00C94E48">
      <w:pPr>
        <w:pStyle w:val="3"/>
      </w:pPr>
      <w:r>
        <w:t>своп-файл / диск должен находиться на SSD;</w:t>
      </w:r>
    </w:p>
    <w:p w14:paraId="3CD645A9" w14:textId="164DFB5B" w:rsidR="00C94E48" w:rsidRDefault="00C94E48" w:rsidP="00C94E48">
      <w:pPr>
        <w:pStyle w:val="3"/>
      </w:pPr>
      <w:r>
        <w:t xml:space="preserve">размер своп-файла должен примерно равняться размеру оперативной памяти сервера (128 </w:t>
      </w:r>
      <w:r>
        <w:rPr>
          <w:rFonts w:cs="Times New Roman"/>
        </w:rPr>
        <w:t>—</w:t>
      </w:r>
      <w:r>
        <w:t xml:space="preserve"> 130 Гбайт);</w:t>
      </w:r>
    </w:p>
    <w:p w14:paraId="64C34D9B" w14:textId="613EE773" w:rsidR="00C94E48" w:rsidRPr="00190FC2" w:rsidRDefault="00C94E48" w:rsidP="00C94E48">
      <w:pPr>
        <w:pStyle w:val="3"/>
      </w:pPr>
      <w:r>
        <w:t>директория с временными файлами для сервера СУБД FireBird должна находиться на SSD. Путь до временной директории настраивается в файле /opt/firebird/firebird.conf, параметр TempDirectories.</w:t>
      </w:r>
    </w:p>
    <w:p w14:paraId="65BB7F6D" w14:textId="77777777" w:rsidR="00AB7A23" w:rsidRPr="00FD045A" w:rsidRDefault="00AB7A23" w:rsidP="00AB7A23">
      <w:pPr>
        <w:rPr>
          <w:highlight w:val="yellow"/>
        </w:rPr>
      </w:pPr>
    </w:p>
    <w:p w14:paraId="651460F9" w14:textId="20B0E0B2" w:rsidR="00115253" w:rsidRDefault="00EA1765" w:rsidP="008F6805">
      <w:pPr>
        <w:pStyle w:val="1"/>
      </w:pPr>
      <w:bookmarkStart w:id="4" w:name="_Toc31619659"/>
      <w:bookmarkEnd w:id="1"/>
      <w:r>
        <w:t>Описание операций</w:t>
      </w:r>
      <w:bookmarkEnd w:id="4"/>
    </w:p>
    <w:p w14:paraId="54991CD3" w14:textId="7A7325E1" w:rsidR="000527A0" w:rsidRDefault="000527A0" w:rsidP="000527A0">
      <w:r>
        <w:t xml:space="preserve">Установка и настройка </w:t>
      </w:r>
      <w:fldSimple w:instr=" DOCPROPERTY  Система  \* MERGEFORMAT ">
        <w:r w:rsidR="00FB1E6A">
          <w:t>АИС «ЭКСПЕРТ»</w:t>
        </w:r>
      </w:fldSimple>
      <w:r>
        <w:t xml:space="preserve"> предусматривает последовательное выполнение следующих операций:</w:t>
      </w:r>
    </w:p>
    <w:p w14:paraId="10F3B92D" w14:textId="77777777" w:rsidR="000527A0" w:rsidRDefault="000527A0" w:rsidP="00276162">
      <w:pPr>
        <w:pStyle w:val="a"/>
        <w:numPr>
          <w:ilvl w:val="0"/>
          <w:numId w:val="44"/>
        </w:numPr>
      </w:pPr>
      <w:r>
        <w:t xml:space="preserve">Установка сервера базы данных (далее </w:t>
      </w:r>
      <w:r w:rsidRPr="00276162">
        <w:rPr>
          <w:rFonts w:cs="Times New Roman"/>
        </w:rPr>
        <w:t>—</w:t>
      </w:r>
      <w:r>
        <w:t xml:space="preserve"> БД) </w:t>
      </w:r>
      <w:r w:rsidRPr="008C7962">
        <w:t>FireBird</w:t>
      </w:r>
      <w:r>
        <w:t xml:space="preserve"> версии 3.</w:t>
      </w:r>
    </w:p>
    <w:p w14:paraId="7113A3C0" w14:textId="4CF8BA63" w:rsidR="000527A0" w:rsidRDefault="000527A0" w:rsidP="000527A0">
      <w:pPr>
        <w:pStyle w:val="a"/>
      </w:pPr>
      <w:r>
        <w:t xml:space="preserve">Установка приложения </w:t>
      </w:r>
      <w:r w:rsidRPr="008C7962">
        <w:t>aisexpert-web</w:t>
      </w:r>
      <w:r>
        <w:t xml:space="preserve"> </w:t>
      </w:r>
      <w:r>
        <w:rPr>
          <w:rFonts w:cs="Times New Roman"/>
        </w:rPr>
        <w:t>— веб-</w:t>
      </w:r>
      <w:r w:rsidRPr="008C7962">
        <w:t>приложени</w:t>
      </w:r>
      <w:r>
        <w:t>я</w:t>
      </w:r>
      <w:r w:rsidRPr="008C7962">
        <w:t>, выполняюще</w:t>
      </w:r>
      <w:r>
        <w:t>го</w:t>
      </w:r>
      <w:r w:rsidRPr="008C7962">
        <w:t xml:space="preserve"> роль транслятора команд, а также обеспечивающе</w:t>
      </w:r>
      <w:r>
        <w:t>го</w:t>
      </w:r>
      <w:r w:rsidRPr="008C7962">
        <w:t xml:space="preserve"> формирование интерфейса и работу с браузерами</w:t>
      </w:r>
      <w:r>
        <w:t>.</w:t>
      </w:r>
    </w:p>
    <w:p w14:paraId="41C54A7E" w14:textId="2D290A92" w:rsidR="000527A0" w:rsidRDefault="000527A0" w:rsidP="000527A0">
      <w:pPr>
        <w:pStyle w:val="a"/>
      </w:pPr>
      <w:r>
        <w:t xml:space="preserve">Установка приложения </w:t>
      </w:r>
      <w:r w:rsidRPr="001214CB">
        <w:t>aisexpert — ядр</w:t>
      </w:r>
      <w:r>
        <w:t>а</w:t>
      </w:r>
      <w:r w:rsidRPr="001214CB">
        <w:t xml:space="preserve"> системы</w:t>
      </w:r>
      <w:r>
        <w:t xml:space="preserve"> </w:t>
      </w:r>
      <w:fldSimple w:instr=" DOCPROPERTY  Система  \* MERGEFORMAT ">
        <w:r w:rsidR="00FB1E6A">
          <w:t>АИС «ЭКСПЕРТ»</w:t>
        </w:r>
      </w:fldSimple>
      <w:r>
        <w:t>.</w:t>
      </w:r>
    </w:p>
    <w:p w14:paraId="197DE3A1" w14:textId="34A80B20" w:rsidR="000527A0" w:rsidRDefault="000527A0" w:rsidP="000527A0">
      <w:pPr>
        <w:pStyle w:val="a"/>
      </w:pPr>
      <w:r>
        <w:t xml:space="preserve">Конфигурирование </w:t>
      </w:r>
      <w:r w:rsidRPr="000527A0">
        <w:t>режима работы сервиса</w:t>
      </w:r>
      <w:r>
        <w:t xml:space="preserve"> </w:t>
      </w:r>
      <w:r w:rsidRPr="008C7962">
        <w:t>userspool — приложени</w:t>
      </w:r>
      <w:r>
        <w:t>я</w:t>
      </w:r>
      <w:r w:rsidRPr="008C7962">
        <w:t>, обеспечивающе</w:t>
      </w:r>
      <w:r>
        <w:t>го</w:t>
      </w:r>
      <w:r w:rsidRPr="008C7962">
        <w:t xml:space="preserve"> интеграцию с хранилищем учетных записей ТФОМС МО (</w:t>
      </w:r>
      <w:r w:rsidRPr="008C7962">
        <w:rPr>
          <w:lang w:val="en-US"/>
        </w:rPr>
        <w:t>Active</w:t>
      </w:r>
      <w:r>
        <w:t xml:space="preserve"> </w:t>
      </w:r>
      <w:r w:rsidRPr="008C7962">
        <w:rPr>
          <w:lang w:val="en-US"/>
        </w:rPr>
        <w:t>Directory</w:t>
      </w:r>
      <w:r w:rsidRPr="008C7962">
        <w:t>).</w:t>
      </w:r>
    </w:p>
    <w:p w14:paraId="2DBF9F5F" w14:textId="575F103A" w:rsidR="000527A0" w:rsidRDefault="000527A0" w:rsidP="000527A0">
      <w:pPr>
        <w:pStyle w:val="a"/>
      </w:pPr>
      <w:r w:rsidRPr="000527A0">
        <w:t xml:space="preserve">Конфигурирование сервиса </w:t>
      </w:r>
      <w:r w:rsidRPr="008C7962">
        <w:t>userspool</w:t>
      </w:r>
      <w:r>
        <w:t>.</w:t>
      </w:r>
    </w:p>
    <w:p w14:paraId="74FE63F9" w14:textId="1ACDE8C9" w:rsidR="000527A0" w:rsidRDefault="000527A0" w:rsidP="000527A0">
      <w:pPr>
        <w:pStyle w:val="a"/>
      </w:pPr>
      <w:r w:rsidRPr="000527A0">
        <w:t>Модернизация структуры БД с использованием скриптов</w:t>
      </w:r>
      <w:r>
        <w:t>.</w:t>
      </w:r>
    </w:p>
    <w:p w14:paraId="3FE798FF" w14:textId="14E447E0" w:rsidR="000527A0" w:rsidRPr="000527A0" w:rsidRDefault="000527A0" w:rsidP="000527A0">
      <w:r>
        <w:t xml:space="preserve">Подробное описание выполняемых операций по установке и настройке </w:t>
      </w:r>
      <w:fldSimple w:instr=" DOCPROPERTY  Система  \* MERGEFORMAT ">
        <w:r w:rsidR="00FB1E6A">
          <w:t>АИС «ЭКСПЕРТ»</w:t>
        </w:r>
      </w:fldSimple>
      <w:r>
        <w:t xml:space="preserve"> приведено далее в подразделах </w:t>
      </w:r>
      <w:r>
        <w:fldChar w:fldCharType="begin"/>
      </w:r>
      <w:r>
        <w:instrText xml:space="preserve"> REF _Ref11340137 \r \h </w:instrText>
      </w:r>
      <w:r>
        <w:fldChar w:fldCharType="separate"/>
      </w:r>
      <w:r w:rsidR="00FB1E6A">
        <w:t>3.1</w:t>
      </w:r>
      <w:r>
        <w:fldChar w:fldCharType="end"/>
      </w:r>
      <w:r>
        <w:t xml:space="preserve"> </w:t>
      </w:r>
      <w:r>
        <w:rPr>
          <w:rFonts w:cs="Times New Roman"/>
        </w:rPr>
        <w:t>—</w:t>
      </w:r>
      <w:r>
        <w:t xml:space="preserve"> </w:t>
      </w:r>
      <w:r w:rsidR="00B3591A">
        <w:fldChar w:fldCharType="begin"/>
      </w:r>
      <w:r w:rsidR="00B3591A">
        <w:instrText xml:space="preserve"> REF _Ref31356661 \r \h </w:instrText>
      </w:r>
      <w:r w:rsidR="00B3591A">
        <w:fldChar w:fldCharType="separate"/>
      </w:r>
      <w:r w:rsidR="00FB1E6A">
        <w:t>3.6</w:t>
      </w:r>
      <w:r w:rsidR="00B3591A">
        <w:fldChar w:fldCharType="end"/>
      </w:r>
      <w:r>
        <w:t>.</w:t>
      </w:r>
    </w:p>
    <w:p w14:paraId="59D90B45" w14:textId="4635C8CD" w:rsidR="009D3D56" w:rsidRPr="003C75E0" w:rsidRDefault="00EA1765" w:rsidP="009D3D56">
      <w:pPr>
        <w:pStyle w:val="20"/>
      </w:pPr>
      <w:bookmarkStart w:id="5" w:name="_Ref11340137"/>
      <w:bookmarkStart w:id="6" w:name="_Toc31619660"/>
      <w:r>
        <w:t xml:space="preserve">Установка </w:t>
      </w:r>
      <w:r w:rsidR="005D35AE">
        <w:t xml:space="preserve">и настройка </w:t>
      </w:r>
      <w:r>
        <w:t xml:space="preserve">сервера БД </w:t>
      </w:r>
      <w:r w:rsidRPr="00EA1765">
        <w:t>FireBird</w:t>
      </w:r>
      <w:r>
        <w:t xml:space="preserve"> </w:t>
      </w:r>
      <w:r w:rsidR="00D324A2">
        <w:t xml:space="preserve">версии </w:t>
      </w:r>
      <w:r>
        <w:t>3</w:t>
      </w:r>
      <w:bookmarkEnd w:id="5"/>
      <w:bookmarkEnd w:id="6"/>
    </w:p>
    <w:p w14:paraId="76923599" w14:textId="77777777" w:rsidR="005D35AE" w:rsidRDefault="005D35AE" w:rsidP="003C75E0">
      <w:r>
        <w:t xml:space="preserve">Для установки и настройки </w:t>
      </w:r>
      <w:r w:rsidRPr="005D35AE">
        <w:t>сервера БД FireBird 3</w:t>
      </w:r>
      <w:r>
        <w:t xml:space="preserve"> необходимо:</w:t>
      </w:r>
    </w:p>
    <w:p w14:paraId="621F1F1F" w14:textId="1F0052CA" w:rsidR="005D35AE" w:rsidRDefault="005D35AE" w:rsidP="005D35AE">
      <w:pPr>
        <w:pStyle w:val="a"/>
        <w:numPr>
          <w:ilvl w:val="0"/>
          <w:numId w:val="34"/>
        </w:numPr>
      </w:pPr>
      <w:r>
        <w:t xml:space="preserve">Загрузить архив установочного пакета </w:t>
      </w:r>
      <w:r w:rsidR="000527A0" w:rsidRPr="000527A0">
        <w:t>Firebird-3.0.5.33220-0.amd64.tar.gz</w:t>
      </w:r>
      <w:r>
        <w:t>, доступный по адресу:</w:t>
      </w:r>
    </w:p>
    <w:p w14:paraId="5EF9E1DE" w14:textId="14A613D3" w:rsidR="006824E8" w:rsidRDefault="00EA5D49" w:rsidP="005D35AE">
      <w:pPr>
        <w:pStyle w:val="ab"/>
      </w:pPr>
      <w:hyperlink r:id="rId10" w:history="1">
        <w:r w:rsidR="000527A0" w:rsidRPr="002051FB">
          <w:rPr>
            <w:rStyle w:val="aa"/>
          </w:rPr>
          <w:t>https://github.com/FirebirdSQL/firebird/releases/download/R3_0_5/Firebird-3.0.5.33220-0.amd64.tar.gz</w:t>
        </w:r>
      </w:hyperlink>
    </w:p>
    <w:p w14:paraId="5DF9C01B" w14:textId="65F4400A" w:rsidR="00D324A2" w:rsidRDefault="00D324A2" w:rsidP="005D35AE">
      <w:pPr>
        <w:pStyle w:val="a"/>
      </w:pPr>
      <w:r w:rsidRPr="00D324A2">
        <w:t>Если FireBird уже установлен, рекомендуется сделать резервную копию файла firebird.conf</w:t>
      </w:r>
      <w:r>
        <w:t>.</w:t>
      </w:r>
    </w:p>
    <w:p w14:paraId="335AFA49" w14:textId="09D57BC4" w:rsidR="005D35AE" w:rsidRDefault="005D35AE" w:rsidP="005D35AE">
      <w:pPr>
        <w:pStyle w:val="a"/>
      </w:pPr>
      <w:r w:rsidRPr="005D35AE">
        <w:t>Распаковать архив и запустить скрипт установки install.sh с правами администратора</w:t>
      </w:r>
      <w:r>
        <w:t>.</w:t>
      </w:r>
    </w:p>
    <w:p w14:paraId="444086EE" w14:textId="77777777" w:rsidR="005D35AE" w:rsidRDefault="005D35AE" w:rsidP="005D35AE">
      <w:pPr>
        <w:pStyle w:val="a"/>
      </w:pPr>
      <w:r w:rsidRPr="005D35AE">
        <w:t xml:space="preserve">В процессе установки </w:t>
      </w:r>
      <w:r>
        <w:t>задать:</w:t>
      </w:r>
    </w:p>
    <w:p w14:paraId="7A852C14" w14:textId="77777777" w:rsidR="005D35AE" w:rsidRDefault="005D35AE" w:rsidP="005D35AE">
      <w:pPr>
        <w:pStyle w:val="21"/>
      </w:pPr>
      <w:r w:rsidRPr="005D35AE">
        <w:t>имя пользователя: SYSDBA</w:t>
      </w:r>
      <w:r>
        <w:t>;</w:t>
      </w:r>
    </w:p>
    <w:p w14:paraId="61F8F060" w14:textId="77777777" w:rsidR="005D35AE" w:rsidRDefault="005D35AE" w:rsidP="005D35AE">
      <w:pPr>
        <w:pStyle w:val="21"/>
      </w:pPr>
      <w:r w:rsidRPr="005D35AE">
        <w:t>пароль: masterkey</w:t>
      </w:r>
      <w:r>
        <w:t>.</w:t>
      </w:r>
    </w:p>
    <w:p w14:paraId="1F78ED1D" w14:textId="77777777" w:rsidR="005D255B" w:rsidRDefault="005D255B" w:rsidP="005D255B">
      <w:pPr>
        <w:pStyle w:val="a"/>
      </w:pPr>
      <w:r>
        <w:t>Перезапустить сервер БД</w:t>
      </w:r>
      <w:r w:rsidR="00A6399E">
        <w:t>,</w:t>
      </w:r>
      <w:r>
        <w:t xml:space="preserve"> выполнив следующую команду:</w:t>
      </w:r>
    </w:p>
    <w:p w14:paraId="7D2D3C9C" w14:textId="269BCC8B" w:rsidR="005D35AE" w:rsidRPr="005D255B" w:rsidRDefault="00D324A2" w:rsidP="00003E44">
      <w:pPr>
        <w:pStyle w:val="affff3"/>
        <w:rPr>
          <w:lang w:val="en-US"/>
        </w:rPr>
      </w:pPr>
      <w:r w:rsidRPr="00D324A2">
        <w:rPr>
          <w:lang w:val="en-US"/>
        </w:rPr>
        <w:t>sudo systemctl restart firebird-superserver.service</w:t>
      </w:r>
    </w:p>
    <w:p w14:paraId="4B7B2D06" w14:textId="3AB32E32" w:rsidR="00077413" w:rsidRDefault="00EA1765" w:rsidP="00F52439">
      <w:pPr>
        <w:pStyle w:val="20"/>
      </w:pPr>
      <w:bookmarkStart w:id="7" w:name="_Toc31619661"/>
      <w:r>
        <w:t xml:space="preserve">Установка </w:t>
      </w:r>
      <w:r w:rsidR="00D324A2">
        <w:t>веб-</w:t>
      </w:r>
      <w:r w:rsidRPr="00EA1765">
        <w:t>приложения aisexpert-web</w:t>
      </w:r>
      <w:bookmarkEnd w:id="7"/>
    </w:p>
    <w:p w14:paraId="4F7B1EDD" w14:textId="77777777" w:rsidR="00EA1765" w:rsidRDefault="00A6399E" w:rsidP="00EA1765">
      <w:r>
        <w:t xml:space="preserve">Для установки приложения </w:t>
      </w:r>
      <w:r w:rsidRPr="00EA1765">
        <w:t>aisexpert-web</w:t>
      </w:r>
      <w:r>
        <w:t xml:space="preserve"> необходимо:</w:t>
      </w:r>
    </w:p>
    <w:p w14:paraId="415BDC67" w14:textId="77777777" w:rsidR="00A6399E" w:rsidRDefault="00A6399E" w:rsidP="00A6399E">
      <w:pPr>
        <w:pStyle w:val="a"/>
        <w:numPr>
          <w:ilvl w:val="0"/>
          <w:numId w:val="35"/>
        </w:numPr>
      </w:pPr>
      <w:r>
        <w:t>Установить deb-пакет, выполнив команду:</w:t>
      </w:r>
    </w:p>
    <w:p w14:paraId="7C232645" w14:textId="1FA00075" w:rsidR="00A6399E" w:rsidRDefault="00D324A2" w:rsidP="00003E44">
      <w:pPr>
        <w:pStyle w:val="affff3"/>
        <w:rPr>
          <w:lang w:val="en-US"/>
        </w:rPr>
      </w:pPr>
      <w:r w:rsidRPr="00D324A2">
        <w:rPr>
          <w:lang w:val="en-US"/>
        </w:rPr>
        <w:t>sudo dpkg -i aisexpert-web-0.9.5-20191127gitd7bfe09-ubuntu16.04-amd64.deb</w:t>
      </w:r>
    </w:p>
    <w:p w14:paraId="6B801083" w14:textId="77777777" w:rsidR="00A6399E" w:rsidRPr="00A6399E" w:rsidRDefault="00A6399E" w:rsidP="00A6399E">
      <w:pPr>
        <w:pStyle w:val="ab"/>
      </w:pPr>
      <w:r w:rsidRPr="00A6399E">
        <w:rPr>
          <w:rStyle w:val="afff7"/>
        </w:rPr>
        <w:t>Примечание</w:t>
      </w:r>
      <w:r>
        <w:t>: наименование deb-пакета может отличаться от указанного в инструкции.</w:t>
      </w:r>
    </w:p>
    <w:p w14:paraId="4BB65F2D" w14:textId="1024DD3F" w:rsidR="00D324A2" w:rsidRDefault="00A6399E" w:rsidP="001F7453">
      <w:pPr>
        <w:pStyle w:val="a"/>
        <w:numPr>
          <w:ilvl w:val="0"/>
          <w:numId w:val="35"/>
        </w:numPr>
      </w:pPr>
      <w:r>
        <w:t xml:space="preserve">В процессе установки ввести сетевой адрес </w:t>
      </w:r>
      <w:fldSimple w:instr=" DOCPROPERTY  Система  \* MERGEFORMAT ">
        <w:r w:rsidR="00FB1E6A">
          <w:t>АИС «ЭКСПЕРТ»</w:t>
        </w:r>
      </w:fldSimple>
      <w:r>
        <w:t xml:space="preserve">, к которому будет подключено приложение </w:t>
      </w:r>
      <w:r w:rsidRPr="00EA1765">
        <w:t>aisexpert-web</w:t>
      </w:r>
      <w:r>
        <w:t xml:space="preserve">. </w:t>
      </w:r>
    </w:p>
    <w:p w14:paraId="2B065DB7" w14:textId="5263E0AA" w:rsidR="001F7453" w:rsidRDefault="00A6399E" w:rsidP="00D324A2">
      <w:pPr>
        <w:pStyle w:val="ab"/>
      </w:pPr>
      <w:r>
        <w:t>Сетевой адрес можно поменять после установки</w:t>
      </w:r>
      <w:r w:rsidR="00F7382D">
        <w:t>,</w:t>
      </w:r>
      <w:r>
        <w:t xml:space="preserve"> внеся изменения</w:t>
      </w:r>
      <w:r w:rsidR="00F7382D">
        <w:t xml:space="preserve"> в строку вида </w:t>
      </w:r>
      <w:r w:rsidR="00F7382D" w:rsidRPr="00F7382D">
        <w:t>Daisexpert.host</w:t>
      </w:r>
      <w:r w:rsidR="00D324A2">
        <w:t> </w:t>
      </w:r>
      <w:r w:rsidR="00F7382D" w:rsidRPr="00F7382D">
        <w:t>=</w:t>
      </w:r>
      <w:r w:rsidR="00D324A2">
        <w:t> </w:t>
      </w:r>
      <w:r w:rsidR="00F7382D" w:rsidRPr="00F7382D">
        <w:t>192.168.11.30</w:t>
      </w:r>
      <w:r w:rsidR="00F7382D">
        <w:t xml:space="preserve"> </w:t>
      </w:r>
      <w:r w:rsidR="00D324A2">
        <w:t xml:space="preserve">в </w:t>
      </w:r>
      <w:r>
        <w:t>файл</w:t>
      </w:r>
      <w:r w:rsidR="00D324A2">
        <w:t>е</w:t>
      </w:r>
      <w:r w:rsidRPr="00A6399E">
        <w:t xml:space="preserve"> </w:t>
      </w:r>
      <w:r w:rsidR="00D324A2" w:rsidRPr="00D324A2">
        <w:t>/opt/aisexpert-web/backend/run.sh</w:t>
      </w:r>
      <w:r>
        <w:t>.</w:t>
      </w:r>
    </w:p>
    <w:p w14:paraId="34961FB0" w14:textId="308013D2" w:rsidR="00D324A2" w:rsidRDefault="00D324A2" w:rsidP="00EA1765">
      <w:pPr>
        <w:pStyle w:val="20"/>
      </w:pPr>
      <w:bookmarkStart w:id="8" w:name="_Ref11340140"/>
      <w:bookmarkStart w:id="9" w:name="_Toc31619662"/>
      <w:r>
        <w:t xml:space="preserve">Установка приложения </w:t>
      </w:r>
      <w:r w:rsidRPr="001214CB">
        <w:t>aisexpert</w:t>
      </w:r>
      <w:bookmarkEnd w:id="8"/>
      <w:bookmarkEnd w:id="9"/>
    </w:p>
    <w:p w14:paraId="3C8521E7" w14:textId="6EC74851" w:rsidR="00D324A2" w:rsidRDefault="00D324A2" w:rsidP="00D324A2">
      <w:pPr>
        <w:pStyle w:val="a"/>
        <w:numPr>
          <w:ilvl w:val="0"/>
          <w:numId w:val="40"/>
        </w:numPr>
      </w:pPr>
      <w:r>
        <w:t xml:space="preserve">Установить </w:t>
      </w:r>
      <w:r>
        <w:rPr>
          <w:lang w:val="en-US"/>
        </w:rPr>
        <w:t>deb</w:t>
      </w:r>
      <w:r w:rsidRPr="00D324A2">
        <w:t>-</w:t>
      </w:r>
      <w:r>
        <w:t>пакет, выполнив команду:</w:t>
      </w:r>
    </w:p>
    <w:p w14:paraId="6E2E4F99" w14:textId="1D27AEF6" w:rsidR="00D324A2" w:rsidRDefault="00D324A2" w:rsidP="00D324A2">
      <w:pPr>
        <w:pStyle w:val="affff3"/>
        <w:rPr>
          <w:lang w:val="en-US"/>
        </w:rPr>
      </w:pPr>
      <w:r w:rsidRPr="00D324A2">
        <w:rPr>
          <w:lang w:val="en-US"/>
        </w:rPr>
        <w:t>sudo dpkg -i aisexpert-0.9.27-20200117git6faac91-ubuntu16.04-amd64.deb</w:t>
      </w:r>
    </w:p>
    <w:p w14:paraId="3DED9672" w14:textId="3669AD12" w:rsidR="00E67635" w:rsidRDefault="00E67635" w:rsidP="00E67635">
      <w:pPr>
        <w:pStyle w:val="ab"/>
        <w:rPr>
          <w:rStyle w:val="afff7"/>
          <w:lang w:val="en-US"/>
        </w:rPr>
      </w:pPr>
    </w:p>
    <w:p w14:paraId="0F214D1B" w14:textId="77777777" w:rsidR="00802778" w:rsidRPr="006C367B" w:rsidRDefault="00802778" w:rsidP="00E67635">
      <w:pPr>
        <w:pStyle w:val="ab"/>
        <w:rPr>
          <w:rStyle w:val="afff7"/>
          <w:lang w:val="en-US"/>
        </w:rPr>
      </w:pPr>
    </w:p>
    <w:p w14:paraId="08D7F3F6" w14:textId="402DF3C5" w:rsidR="00E67635" w:rsidRDefault="00E67635" w:rsidP="00E67635">
      <w:pPr>
        <w:pStyle w:val="ab"/>
      </w:pPr>
      <w:r w:rsidRPr="00667D7E">
        <w:rPr>
          <w:rStyle w:val="afff7"/>
        </w:rPr>
        <w:t>Примечани</w:t>
      </w:r>
      <w:r>
        <w:rPr>
          <w:rStyle w:val="afff7"/>
        </w:rPr>
        <w:t>я</w:t>
      </w:r>
      <w:r>
        <w:t>:</w:t>
      </w:r>
    </w:p>
    <w:p w14:paraId="45A6CC08" w14:textId="17535E5A" w:rsidR="00E67635" w:rsidRDefault="00E67635" w:rsidP="00E67635">
      <w:pPr>
        <w:pStyle w:val="21"/>
      </w:pPr>
      <w:r>
        <w:t>Наименование deb-пакета может отличаться от указанного в инструкции;</w:t>
      </w:r>
    </w:p>
    <w:p w14:paraId="67BB76E7" w14:textId="03D48C3C" w:rsidR="00E67635" w:rsidRDefault="00E67635" w:rsidP="00B60EE4">
      <w:pPr>
        <w:pStyle w:val="21"/>
      </w:pPr>
      <w:r>
        <w:t xml:space="preserve">При первой установке </w:t>
      </w:r>
      <w:fldSimple w:instr=" DOCPROPERTY  Система  \* MERGEFORMAT ">
        <w:r w:rsidR="00FB1E6A">
          <w:t>АИС «ЭКСПЕРТ»</w:t>
        </w:r>
      </w:fldSimple>
      <w:r>
        <w:t xml:space="preserve"> база данных имеет название «aisexert-empty.fdb». Для корректной работы, необходимо переименовать «aisexpert-empty.fdb» в «aisexpert.fdb».</w:t>
      </w:r>
    </w:p>
    <w:p w14:paraId="529D5DD6" w14:textId="0C797CB9" w:rsidR="00E67635" w:rsidRDefault="00E67635" w:rsidP="00E67635">
      <w:pPr>
        <w:pStyle w:val="24"/>
      </w:pPr>
      <w:r>
        <w:t xml:space="preserve">Следует обратить внимание, что если установка повторная, то переименование приведет к потере данных, которые находятся в ранее используемой БД. Во избежание потерь данных при повторных установках рекомендуется использовать скрипты обновления  структуры БД (описание модернизации структуры БД с использованием скриптов см. в п. </w:t>
      </w:r>
      <w:r w:rsidR="00B3591A">
        <w:fldChar w:fldCharType="begin"/>
      </w:r>
      <w:r w:rsidR="00B3591A">
        <w:instrText xml:space="preserve"> REF _Ref31356680 \r \h </w:instrText>
      </w:r>
      <w:r w:rsidR="00B3591A">
        <w:fldChar w:fldCharType="separate"/>
      </w:r>
      <w:r w:rsidR="00FB1E6A">
        <w:t>3.6</w:t>
      </w:r>
      <w:r w:rsidR="00B3591A">
        <w:fldChar w:fldCharType="end"/>
      </w:r>
      <w:r>
        <w:t>).</w:t>
      </w:r>
    </w:p>
    <w:p w14:paraId="49A2F76A" w14:textId="4E52EFC2" w:rsidR="00710131" w:rsidRDefault="00710131" w:rsidP="00710131">
      <w:pPr>
        <w:pStyle w:val="a"/>
      </w:pPr>
      <w:r>
        <w:t>При использовании новой БД её следует переключить в асинхронный режим работы, выполнив команду:</w:t>
      </w:r>
    </w:p>
    <w:p w14:paraId="0BFA74CE" w14:textId="77777777" w:rsidR="00710131" w:rsidRPr="00710131" w:rsidRDefault="00710131" w:rsidP="00710131">
      <w:pPr>
        <w:pStyle w:val="affff3"/>
        <w:rPr>
          <w:lang w:val="en-US"/>
        </w:rPr>
      </w:pPr>
      <w:r>
        <w:t xml:space="preserve">       </w:t>
      </w:r>
      <w:r w:rsidRPr="00710131">
        <w:rPr>
          <w:lang w:val="en-US"/>
        </w:rPr>
        <w:t>/opt/firebird/bin/gfix -write async /var/opt/aisexpert/database/aisexpert.fdb</w:t>
      </w:r>
    </w:p>
    <w:p w14:paraId="59877171" w14:textId="6928FDAD" w:rsidR="00710131" w:rsidRDefault="00710131" w:rsidP="001A66B7">
      <w:pPr>
        <w:pStyle w:val="a"/>
      </w:pPr>
      <w:r>
        <w:t>Указать в процессе установки, в каком режиме будет работать сервис  авторизации пользователей UsersPool.</w:t>
      </w:r>
    </w:p>
    <w:p w14:paraId="3C17F2D0" w14:textId="4EB18A90" w:rsidR="00710131" w:rsidRDefault="00710131" w:rsidP="00710131">
      <w:pPr>
        <w:pStyle w:val="ab"/>
      </w:pPr>
      <w:r>
        <w:t>Допускается два режима:</w:t>
      </w:r>
    </w:p>
    <w:p w14:paraId="7DCAEB94" w14:textId="2354E9C0" w:rsidR="00710131" w:rsidRDefault="00710131" w:rsidP="00466EC0">
      <w:pPr>
        <w:pStyle w:val="21"/>
      </w:pPr>
      <w:r>
        <w:t xml:space="preserve">Режим подключения к </w:t>
      </w:r>
      <w:r w:rsidRPr="00466EC0">
        <w:t xml:space="preserve">MS </w:t>
      </w:r>
      <w:r w:rsidRPr="00466EC0">
        <w:rPr>
          <w:lang w:val="en-US"/>
        </w:rPr>
        <w:t>Active</w:t>
      </w:r>
      <w:r w:rsidR="00466EC0" w:rsidRPr="006C367B">
        <w:t xml:space="preserve"> </w:t>
      </w:r>
      <w:r w:rsidRPr="00466EC0">
        <w:rPr>
          <w:lang w:val="en-US"/>
        </w:rPr>
        <w:t>Directory</w:t>
      </w:r>
      <w:r w:rsidRPr="00466EC0">
        <w:t xml:space="preserve"> по протоколу</w:t>
      </w:r>
      <w:r>
        <w:t xml:space="preserve"> LDAP;</w:t>
      </w:r>
    </w:p>
    <w:p w14:paraId="6CBC7AAF" w14:textId="040A47B6" w:rsidR="00710131" w:rsidRDefault="00710131" w:rsidP="00466EC0">
      <w:pPr>
        <w:pStyle w:val="21"/>
      </w:pPr>
      <w:r>
        <w:t xml:space="preserve">Режим эмуляции MS </w:t>
      </w:r>
      <w:r w:rsidRPr="00466EC0">
        <w:rPr>
          <w:lang w:val="en-US"/>
        </w:rPr>
        <w:t>Active</w:t>
      </w:r>
      <w:r w:rsidR="00466EC0" w:rsidRPr="006C367B">
        <w:t xml:space="preserve"> </w:t>
      </w:r>
      <w:r w:rsidRPr="00466EC0">
        <w:rPr>
          <w:lang w:val="en-US"/>
        </w:rPr>
        <w:t>Directory</w:t>
      </w:r>
      <w:r>
        <w:t xml:space="preserve"> (упрощенная система авторизации).</w:t>
      </w:r>
    </w:p>
    <w:p w14:paraId="5DF294BB" w14:textId="46DEC086" w:rsidR="00710131" w:rsidRDefault="00466EC0" w:rsidP="00710131">
      <w:pPr>
        <w:pStyle w:val="ab"/>
      </w:pPr>
      <w:r w:rsidRPr="00466EC0">
        <w:rPr>
          <w:rStyle w:val="afff7"/>
        </w:rPr>
        <w:t>Примечание</w:t>
      </w:r>
      <w:r>
        <w:t>: р</w:t>
      </w:r>
      <w:r w:rsidR="00710131">
        <w:t>ежим авторизации можно будет поменять в дальнейшем путем переконфигурирования</w:t>
      </w:r>
      <w:r>
        <w:t xml:space="preserve"> </w:t>
      </w:r>
      <w:r w:rsidR="00710131">
        <w:t>запуска сервиса UsersPool.</w:t>
      </w:r>
    </w:p>
    <w:p w14:paraId="3E40A13A" w14:textId="77777777" w:rsidR="00710131" w:rsidRDefault="00710131" w:rsidP="00710131">
      <w:pPr>
        <w:pStyle w:val="ab"/>
      </w:pPr>
    </w:p>
    <w:p w14:paraId="7A58907F" w14:textId="25E66DBD" w:rsidR="00993DFD" w:rsidRDefault="00993DFD" w:rsidP="00401490">
      <w:pPr>
        <w:pStyle w:val="a"/>
      </w:pPr>
      <w:r>
        <w:t>Проверить настройки программы, проанализировав содержимое файла конфигурации /etc/aisexpert/aisexpert.conf.</w:t>
      </w:r>
    </w:p>
    <w:p w14:paraId="4A506154" w14:textId="1BACB461" w:rsidR="00710131" w:rsidRDefault="00710131" w:rsidP="00710131">
      <w:pPr>
        <w:pStyle w:val="ab"/>
      </w:pPr>
      <w:r>
        <w:t>Необходимо обратить внимание на следующие секции (убедиться что параметры в них</w:t>
      </w:r>
      <w:r w:rsidR="00466EC0">
        <w:t xml:space="preserve"> </w:t>
      </w:r>
      <w:r>
        <w:t>корректные):</w:t>
      </w:r>
    </w:p>
    <w:p w14:paraId="08B2BF57" w14:textId="0C1B9630" w:rsidR="00710131" w:rsidRDefault="00710131" w:rsidP="00466EC0">
      <w:pPr>
        <w:pStyle w:val="21"/>
      </w:pPr>
      <w:r>
        <w:t xml:space="preserve">database </w:t>
      </w:r>
      <w:r w:rsidR="00466EC0">
        <w:rPr>
          <w:rFonts w:cs="Times New Roman"/>
        </w:rPr>
        <w:t>—</w:t>
      </w:r>
      <w:r>
        <w:t xml:space="preserve"> параметры подключения к базе данных;</w:t>
      </w:r>
    </w:p>
    <w:p w14:paraId="4C632EB1" w14:textId="6A83AA62" w:rsidR="00710131" w:rsidRDefault="00710131" w:rsidP="00466EC0">
      <w:pPr>
        <w:pStyle w:val="21"/>
      </w:pPr>
      <w:r>
        <w:t xml:space="preserve">foms </w:t>
      </w:r>
      <w:r w:rsidR="00466EC0">
        <w:rPr>
          <w:rFonts w:cs="Times New Roman"/>
        </w:rPr>
        <w:t xml:space="preserve">— </w:t>
      </w:r>
      <w:r>
        <w:t>параметры сервера</w:t>
      </w:r>
      <w:r w:rsidR="006E358C">
        <w:t xml:space="preserve"> АИС ТФОМС МО</w:t>
      </w:r>
      <w:r>
        <w:t>;</w:t>
      </w:r>
    </w:p>
    <w:p w14:paraId="14031E16" w14:textId="582C4EE3" w:rsidR="00710131" w:rsidRDefault="00710131" w:rsidP="00466EC0">
      <w:pPr>
        <w:pStyle w:val="21"/>
      </w:pPr>
      <w:r>
        <w:t xml:space="preserve">users_pool </w:t>
      </w:r>
      <w:r w:rsidR="00466EC0">
        <w:rPr>
          <w:rFonts w:cs="Times New Roman"/>
        </w:rPr>
        <w:t xml:space="preserve">— </w:t>
      </w:r>
      <w:r>
        <w:t xml:space="preserve">параметры для подключения к пулу пользователей (MS </w:t>
      </w:r>
      <w:r w:rsidRPr="006E358C">
        <w:rPr>
          <w:lang w:val="en-US"/>
        </w:rPr>
        <w:t>Active</w:t>
      </w:r>
      <w:r w:rsidR="006E358C" w:rsidRPr="008F3C4A">
        <w:t xml:space="preserve"> </w:t>
      </w:r>
      <w:r w:rsidRPr="006E358C">
        <w:rPr>
          <w:lang w:val="en-US"/>
        </w:rPr>
        <w:t>Directory</w:t>
      </w:r>
      <w:r>
        <w:t>);</w:t>
      </w:r>
    </w:p>
    <w:p w14:paraId="56A5E70A" w14:textId="140CA68F" w:rsidR="00710131" w:rsidRDefault="00710131" w:rsidP="00466EC0">
      <w:pPr>
        <w:pStyle w:val="21"/>
      </w:pPr>
      <w:r>
        <w:t xml:space="preserve">monitoring.mail_smtp </w:t>
      </w:r>
      <w:r w:rsidR="00466EC0">
        <w:rPr>
          <w:rFonts w:cs="Times New Roman"/>
        </w:rPr>
        <w:t xml:space="preserve">— </w:t>
      </w:r>
      <w:r>
        <w:t>параметры для отправки почтовых сообщений</w:t>
      </w:r>
      <w:r w:rsidR="00466EC0">
        <w:t>.</w:t>
      </w:r>
    </w:p>
    <w:p w14:paraId="445E6695" w14:textId="784BBB2D" w:rsidR="00993DFD" w:rsidRDefault="00993DFD" w:rsidP="00993DFD">
      <w:pPr>
        <w:pStyle w:val="ab"/>
      </w:pPr>
      <w:r>
        <w:t xml:space="preserve">При необходимости </w:t>
      </w:r>
      <w:r>
        <w:rPr>
          <w:rFonts w:cs="Times New Roman"/>
        </w:rPr>
        <w:t>— отредактировать файл конфигурации.</w:t>
      </w:r>
    </w:p>
    <w:p w14:paraId="70CDFFCB" w14:textId="08C608D2" w:rsidR="00710131" w:rsidRDefault="00710131" w:rsidP="00552BB9">
      <w:pPr>
        <w:pStyle w:val="a"/>
      </w:pPr>
      <w:r>
        <w:t xml:space="preserve">После конфигурирования </w:t>
      </w:r>
      <w:r w:rsidR="00552BB9">
        <w:t xml:space="preserve">перезапустить </w:t>
      </w:r>
      <w:r>
        <w:t>программ</w:t>
      </w:r>
      <w:r w:rsidR="00552BB9">
        <w:t xml:space="preserve">у, </w:t>
      </w:r>
      <w:r>
        <w:t>выполнив команду:</w:t>
      </w:r>
    </w:p>
    <w:p w14:paraId="29DB0B34" w14:textId="77777777" w:rsidR="00710131" w:rsidRDefault="00710131" w:rsidP="00552BB9">
      <w:pPr>
        <w:pStyle w:val="affff3"/>
      </w:pPr>
      <w:r>
        <w:t xml:space="preserve">       sudo systemctl restart aisexpert.service</w:t>
      </w:r>
    </w:p>
    <w:p w14:paraId="166FC725" w14:textId="7EA13DEA" w:rsidR="00E67635" w:rsidRPr="00552BB9" w:rsidRDefault="00710131" w:rsidP="00710131">
      <w:pPr>
        <w:pStyle w:val="ab"/>
      </w:pPr>
      <w:r>
        <w:t>Корректность запуска и работы программы можно проконтролировать при помощи лог-файла</w:t>
      </w:r>
      <w:r w:rsidR="00552BB9">
        <w:t xml:space="preserve"> </w:t>
      </w:r>
      <w:r w:rsidRPr="00552BB9">
        <w:t>/</w:t>
      </w:r>
      <w:r w:rsidRPr="00710131">
        <w:rPr>
          <w:lang w:val="en-US"/>
        </w:rPr>
        <w:t>var</w:t>
      </w:r>
      <w:r w:rsidRPr="00552BB9">
        <w:t>/</w:t>
      </w:r>
      <w:r w:rsidRPr="00710131">
        <w:rPr>
          <w:lang w:val="en-US"/>
        </w:rPr>
        <w:t>opt</w:t>
      </w:r>
      <w:r w:rsidRPr="00552BB9">
        <w:t>/</w:t>
      </w:r>
      <w:r w:rsidRPr="00710131">
        <w:rPr>
          <w:lang w:val="en-US"/>
        </w:rPr>
        <w:t>aisexpert</w:t>
      </w:r>
      <w:r w:rsidRPr="00552BB9">
        <w:t>/</w:t>
      </w:r>
      <w:r w:rsidRPr="00710131">
        <w:rPr>
          <w:lang w:val="en-US"/>
        </w:rPr>
        <w:t>log</w:t>
      </w:r>
      <w:r w:rsidRPr="00552BB9">
        <w:t>/</w:t>
      </w:r>
      <w:r w:rsidRPr="00710131">
        <w:rPr>
          <w:lang w:val="en-US"/>
        </w:rPr>
        <w:t>aisexpert</w:t>
      </w:r>
      <w:r w:rsidRPr="00552BB9">
        <w:t>.</w:t>
      </w:r>
      <w:r w:rsidRPr="00710131">
        <w:rPr>
          <w:lang w:val="en-US"/>
        </w:rPr>
        <w:t>log</w:t>
      </w:r>
      <w:r w:rsidR="00552BB9">
        <w:t>.</w:t>
      </w:r>
    </w:p>
    <w:p w14:paraId="3AD3887C" w14:textId="1D3C4006" w:rsidR="00552BB9" w:rsidRDefault="00552BB9" w:rsidP="00EA1765">
      <w:pPr>
        <w:pStyle w:val="20"/>
      </w:pPr>
      <w:bookmarkStart w:id="10" w:name="_Toc31619663"/>
      <w:r>
        <w:t xml:space="preserve">Настройка режима работы сервиса </w:t>
      </w:r>
      <w:r>
        <w:rPr>
          <w:lang w:val="en-US"/>
        </w:rPr>
        <w:t>UsersPool</w:t>
      </w:r>
      <w:bookmarkEnd w:id="10"/>
    </w:p>
    <w:p w14:paraId="68D6168C" w14:textId="727ED206" w:rsidR="00552BB9" w:rsidRDefault="00552BB9" w:rsidP="006C367B">
      <w:pPr>
        <w:pStyle w:val="a"/>
        <w:numPr>
          <w:ilvl w:val="0"/>
          <w:numId w:val="41"/>
        </w:numPr>
      </w:pPr>
      <w:r>
        <w:t>Остановить сервис UsersPool</w:t>
      </w:r>
      <w:r w:rsidR="006C367B">
        <w:t>, выполнив команду:</w:t>
      </w:r>
    </w:p>
    <w:p w14:paraId="782BF683" w14:textId="77777777" w:rsidR="00552BB9" w:rsidRDefault="00552BB9" w:rsidP="006C367B">
      <w:pPr>
        <w:pStyle w:val="affff3"/>
      </w:pPr>
      <w:r>
        <w:t xml:space="preserve">       sudo systemctl stop userspool.service</w:t>
      </w:r>
    </w:p>
    <w:p w14:paraId="688A7BA8" w14:textId="77777777" w:rsidR="006C367B" w:rsidRDefault="00552BB9" w:rsidP="00327006">
      <w:pPr>
        <w:pStyle w:val="a"/>
      </w:pPr>
      <w:r>
        <w:t>Открыть файл /etc/systemd/system/userspool.service в редакторе с правами на запись.</w:t>
      </w:r>
      <w:r w:rsidR="006C367B">
        <w:t xml:space="preserve"> </w:t>
      </w:r>
      <w:r>
        <w:t xml:space="preserve">Найти строку запуска сервиса: </w:t>
      </w:r>
    </w:p>
    <w:p w14:paraId="36137A37" w14:textId="02E11E13" w:rsidR="00552BB9" w:rsidRDefault="00552BB9" w:rsidP="006C367B">
      <w:pPr>
        <w:pStyle w:val="affff3"/>
        <w:rPr>
          <w:lang w:val="en-US"/>
        </w:rPr>
      </w:pPr>
      <w:r w:rsidRPr="006C367B">
        <w:rPr>
          <w:lang w:val="en-US"/>
        </w:rPr>
        <w:t>ExecStart=/opt/aisexpert/bin/userspool</w:t>
      </w:r>
    </w:p>
    <w:p w14:paraId="114B5FCD" w14:textId="13A6E4FD" w:rsidR="00B41E21" w:rsidRDefault="00B41E21" w:rsidP="00B41E21">
      <w:pPr>
        <w:rPr>
          <w:lang w:val="en-US"/>
        </w:rPr>
      </w:pPr>
    </w:p>
    <w:p w14:paraId="04AB7A28" w14:textId="77777777" w:rsidR="00B41E21" w:rsidRPr="006C367B" w:rsidRDefault="00B41E21" w:rsidP="00B41E21">
      <w:pPr>
        <w:rPr>
          <w:lang w:val="en-US"/>
        </w:rPr>
      </w:pPr>
    </w:p>
    <w:p w14:paraId="77621C1B" w14:textId="77777777" w:rsidR="006C367B" w:rsidRDefault="006C367B" w:rsidP="006C367B">
      <w:pPr>
        <w:pStyle w:val="a"/>
      </w:pPr>
      <w:r>
        <w:t>Задать р</w:t>
      </w:r>
      <w:r w:rsidR="00552BB9">
        <w:t>ежим подключения</w:t>
      </w:r>
      <w:r>
        <w:t>:</w:t>
      </w:r>
    </w:p>
    <w:p w14:paraId="67529455" w14:textId="0BE1B1EC" w:rsidR="00552BB9" w:rsidRDefault="006C367B" w:rsidP="001C1900">
      <w:pPr>
        <w:pStyle w:val="21"/>
      </w:pPr>
      <w:r>
        <w:t>для подключения</w:t>
      </w:r>
      <w:r w:rsidR="00552BB9">
        <w:t xml:space="preserve"> к MS </w:t>
      </w:r>
      <w:r w:rsidR="00552BB9" w:rsidRPr="006C367B">
        <w:rPr>
          <w:lang w:val="en-US"/>
        </w:rPr>
        <w:t>Active</w:t>
      </w:r>
      <w:r w:rsidRPr="006C367B">
        <w:t xml:space="preserve"> </w:t>
      </w:r>
      <w:r w:rsidR="00552BB9" w:rsidRPr="006C367B">
        <w:rPr>
          <w:lang w:val="en-US"/>
        </w:rPr>
        <w:t>Directory</w:t>
      </w:r>
      <w:r w:rsidR="00552BB9">
        <w:t xml:space="preserve"> по протоколу LDAP</w:t>
      </w:r>
      <w:r>
        <w:t xml:space="preserve"> у</w:t>
      </w:r>
      <w:r w:rsidR="00552BB9">
        <w:t>бедиться, что в строке запуска сервиса отсутствует ключ запуска '-e'</w:t>
      </w:r>
      <w:r>
        <w:t>;</w:t>
      </w:r>
    </w:p>
    <w:p w14:paraId="5D51A3F8" w14:textId="7A2F942E" w:rsidR="00552BB9" w:rsidRDefault="006C367B" w:rsidP="004D7A09">
      <w:pPr>
        <w:pStyle w:val="21"/>
      </w:pPr>
      <w:r>
        <w:t>для подключения в</w:t>
      </w:r>
      <w:r w:rsidR="00552BB9">
        <w:t xml:space="preserve"> режиме эмуляции</w:t>
      </w:r>
      <w:r>
        <w:t xml:space="preserve"> у</w:t>
      </w:r>
      <w:r w:rsidR="00552BB9">
        <w:t>бедиться, что в строке запуска сервиса присутствует ключ запуска '-e'</w:t>
      </w:r>
      <w:r>
        <w:t>.</w:t>
      </w:r>
    </w:p>
    <w:p w14:paraId="1456E54C" w14:textId="2B24297A" w:rsidR="00552BB9" w:rsidRDefault="006C367B" w:rsidP="006C367B">
      <w:pPr>
        <w:pStyle w:val="a"/>
      </w:pPr>
      <w:r>
        <w:t xml:space="preserve">Выполнить команду перезагрузки </w:t>
      </w:r>
      <w:r w:rsidR="00552BB9">
        <w:t>конфигураци</w:t>
      </w:r>
      <w:r>
        <w:t>и:</w:t>
      </w:r>
    </w:p>
    <w:p w14:paraId="64A73F9E" w14:textId="77777777" w:rsidR="00552BB9" w:rsidRDefault="00552BB9" w:rsidP="006C367B">
      <w:pPr>
        <w:pStyle w:val="affff3"/>
      </w:pPr>
      <w:r>
        <w:t xml:space="preserve">       sudo systemctl daemon-reload</w:t>
      </w:r>
    </w:p>
    <w:p w14:paraId="66B9A680" w14:textId="092C17C0" w:rsidR="00552BB9" w:rsidRDefault="00552BB9" w:rsidP="006C367B">
      <w:pPr>
        <w:pStyle w:val="a"/>
      </w:pPr>
      <w:r>
        <w:t>Запустить сервис командой</w:t>
      </w:r>
      <w:r w:rsidR="006C367B">
        <w:t>:</w:t>
      </w:r>
    </w:p>
    <w:p w14:paraId="7B356D1D" w14:textId="77777777" w:rsidR="00552BB9" w:rsidRDefault="00552BB9" w:rsidP="006C367B">
      <w:pPr>
        <w:pStyle w:val="affff3"/>
      </w:pPr>
      <w:r>
        <w:t xml:space="preserve">       sudo systemctl start userspool.service</w:t>
      </w:r>
    </w:p>
    <w:p w14:paraId="2B70F84D" w14:textId="15DC301F" w:rsidR="00552BB9" w:rsidRDefault="00552BB9" w:rsidP="001913BE">
      <w:pPr>
        <w:pStyle w:val="a"/>
      </w:pPr>
      <w:r>
        <w:t>По лог-файлу /var/opt/aisexpert/log/aisexpert.log убедиться, что сервис</w:t>
      </w:r>
      <w:r w:rsidR="006C367B">
        <w:t xml:space="preserve"> </w:t>
      </w:r>
      <w:r>
        <w:t>AisExpert установил соединение с сервисом UsersPool</w:t>
      </w:r>
      <w:r w:rsidR="006C367B">
        <w:t>.</w:t>
      </w:r>
    </w:p>
    <w:p w14:paraId="5A3EB2A9" w14:textId="6EB9C11D" w:rsidR="00EA1765" w:rsidRDefault="00802778" w:rsidP="00EA1765">
      <w:pPr>
        <w:pStyle w:val="20"/>
      </w:pPr>
      <w:bookmarkStart w:id="11" w:name="_Toc31619664"/>
      <w:r>
        <w:t>Конфигурирование</w:t>
      </w:r>
      <w:r w:rsidR="00EA1765">
        <w:t xml:space="preserve"> </w:t>
      </w:r>
      <w:r>
        <w:t>сервиса</w:t>
      </w:r>
      <w:r w:rsidR="00EA1765">
        <w:t xml:space="preserve"> </w:t>
      </w:r>
      <w:r>
        <w:t>UsersPool</w:t>
      </w:r>
      <w:bookmarkEnd w:id="11"/>
    </w:p>
    <w:p w14:paraId="488912E5" w14:textId="52DD26A6" w:rsidR="00802778" w:rsidRPr="008F3C4A" w:rsidRDefault="00802778" w:rsidP="00802778">
      <w:pPr>
        <w:rPr>
          <w:lang w:val="en-US"/>
        </w:rPr>
      </w:pPr>
      <w:r>
        <w:t xml:space="preserve">При установке </w:t>
      </w:r>
      <w:r w:rsidR="00EA5D49">
        <w:fldChar w:fldCharType="begin"/>
      </w:r>
      <w:r w:rsidR="00EA5D49">
        <w:instrText xml:space="preserve"> DOCPROPERTY  Система  \* MERGEFORMAT </w:instrText>
      </w:r>
      <w:r w:rsidR="00EA5D49">
        <w:fldChar w:fldCharType="separate"/>
      </w:r>
      <w:r w:rsidR="00FB1E6A">
        <w:t>АИС «ЭКСПЕРТ»</w:t>
      </w:r>
      <w:r w:rsidR="00EA5D49">
        <w:fldChar w:fldCharType="end"/>
      </w:r>
      <w:r>
        <w:t xml:space="preserve"> (см. п. </w:t>
      </w:r>
      <w:r>
        <w:fldChar w:fldCharType="begin"/>
      </w:r>
      <w:r>
        <w:instrText xml:space="preserve"> REF _Ref11340140 \r \h </w:instrText>
      </w:r>
      <w:r>
        <w:fldChar w:fldCharType="separate"/>
      </w:r>
      <w:r w:rsidR="00FB1E6A">
        <w:t>3.3</w:t>
      </w:r>
      <w:r>
        <w:fldChar w:fldCharType="end"/>
      </w:r>
      <w:r w:rsidRPr="008F3C4A">
        <w:rPr>
          <w:lang w:val="en-US"/>
        </w:rPr>
        <w:t xml:space="preserve">) </w:t>
      </w:r>
      <w:r>
        <w:t>выдается</w:t>
      </w:r>
      <w:r w:rsidRPr="008F3C4A">
        <w:rPr>
          <w:lang w:val="en-US"/>
        </w:rPr>
        <w:t xml:space="preserve"> </w:t>
      </w:r>
      <w:r>
        <w:t>сообщение</w:t>
      </w:r>
      <w:r w:rsidRPr="008F3C4A">
        <w:rPr>
          <w:lang w:val="en-US"/>
        </w:rPr>
        <w:t>:</w:t>
      </w:r>
    </w:p>
    <w:p w14:paraId="4DA6A3F2" w14:textId="77777777" w:rsidR="00802778" w:rsidRPr="00802778" w:rsidRDefault="00802778" w:rsidP="00802778">
      <w:pPr>
        <w:pStyle w:val="affff3"/>
        <w:rPr>
          <w:lang w:val="en-US"/>
        </w:rPr>
      </w:pPr>
      <w:r w:rsidRPr="008F3C4A">
        <w:rPr>
          <w:lang w:val="en-US"/>
        </w:rPr>
        <w:t xml:space="preserve">   </w:t>
      </w:r>
      <w:r w:rsidRPr="00802778">
        <w:rPr>
          <w:lang w:val="en-US"/>
        </w:rPr>
        <w:t>"Select UsersPool service work mode (use emulation - E; use LDAP - L) [E/l]".</w:t>
      </w:r>
    </w:p>
    <w:p w14:paraId="1604821A" w14:textId="43E23946" w:rsidR="00802778" w:rsidRDefault="00802778" w:rsidP="00802778">
      <w:r>
        <w:t>При выборе режима «</w:t>
      </w:r>
      <w:r w:rsidRPr="00802778">
        <w:rPr>
          <w:lang w:val="en-US"/>
        </w:rPr>
        <w:t>use</w:t>
      </w:r>
      <w:r w:rsidRPr="00802778">
        <w:t xml:space="preserve"> </w:t>
      </w:r>
      <w:r w:rsidRPr="00802778">
        <w:rPr>
          <w:lang w:val="en-US"/>
        </w:rPr>
        <w:t>emulation</w:t>
      </w:r>
      <w:r>
        <w:t xml:space="preserve"> – E», </w:t>
      </w:r>
      <w:r w:rsidR="00EA5D49">
        <w:fldChar w:fldCharType="begin"/>
      </w:r>
      <w:r w:rsidR="00EA5D49">
        <w:instrText xml:space="preserve"> DOCPROPERTY  Система  \* MERGEFORMAT </w:instrText>
      </w:r>
      <w:r w:rsidR="00EA5D49">
        <w:fldChar w:fldCharType="separate"/>
      </w:r>
      <w:r w:rsidR="00FB1E6A">
        <w:t>АИС «ЭКСПЕРТ»</w:t>
      </w:r>
      <w:r w:rsidR="00EA5D49">
        <w:fldChar w:fldCharType="end"/>
      </w:r>
      <w:r>
        <w:t xml:space="preserve"> работает в режиме эмуляции. В этом режиме учётные данные располагаются в файле userspool.conf, в секции emulation_users.</w:t>
      </w:r>
    </w:p>
    <w:p w14:paraId="02DE12D1" w14:textId="2445A8CA" w:rsidR="00802778" w:rsidRDefault="00802778" w:rsidP="00802778">
      <w:r>
        <w:t xml:space="preserve">Пример заполнения для администратора </w:t>
      </w:r>
      <w:r w:rsidR="00EA5D49">
        <w:fldChar w:fldCharType="begin"/>
      </w:r>
      <w:r w:rsidR="00EA5D49">
        <w:instrText xml:space="preserve"> DOCPROPERTY  Система  \* MERGEFORMAT </w:instrText>
      </w:r>
      <w:r w:rsidR="00EA5D49">
        <w:fldChar w:fldCharType="separate"/>
      </w:r>
      <w:r w:rsidR="00FB1E6A">
        <w:t>АИС «ЭКСПЕРТ»</w:t>
      </w:r>
      <w:r w:rsidR="00EA5D49">
        <w:fldChar w:fldCharType="end"/>
      </w:r>
      <w:r>
        <w:t>:</w:t>
      </w:r>
    </w:p>
    <w:p w14:paraId="1C847C99" w14:textId="77777777" w:rsidR="00802778" w:rsidRPr="00802778" w:rsidRDefault="00802778" w:rsidP="00802778">
      <w:pPr>
        <w:pStyle w:val="affff3"/>
        <w:rPr>
          <w:lang w:val="en-US"/>
        </w:rPr>
      </w:pPr>
      <w:r>
        <w:t xml:space="preserve">    </w:t>
      </w:r>
      <w:r w:rsidRPr="00802778">
        <w:rPr>
          <w:lang w:val="en-US"/>
        </w:rPr>
        <w:t>- login:  admin</w:t>
      </w:r>
    </w:p>
    <w:p w14:paraId="21ACB48E" w14:textId="77777777" w:rsidR="00802778" w:rsidRPr="00802778" w:rsidRDefault="00802778" w:rsidP="00802778">
      <w:pPr>
        <w:pStyle w:val="affff3"/>
        <w:rPr>
          <w:lang w:val="en-US"/>
        </w:rPr>
      </w:pPr>
      <w:r w:rsidRPr="00802778">
        <w:rPr>
          <w:lang w:val="en-US"/>
        </w:rPr>
        <w:t xml:space="preserve">      passw:  111</w:t>
      </w:r>
    </w:p>
    <w:p w14:paraId="79977430" w14:textId="77777777" w:rsidR="00802778" w:rsidRPr="00802778" w:rsidRDefault="00802778" w:rsidP="00802778">
      <w:pPr>
        <w:pStyle w:val="affff3"/>
        <w:rPr>
          <w:lang w:val="en-US"/>
        </w:rPr>
      </w:pPr>
      <w:r w:rsidRPr="00802778">
        <w:rPr>
          <w:lang w:val="en-US"/>
        </w:rPr>
        <w:t xml:space="preserve">      name:   Administrator</w:t>
      </w:r>
    </w:p>
    <w:p w14:paraId="42515604" w14:textId="77777777" w:rsidR="00802778" w:rsidRPr="00802778" w:rsidRDefault="00802778" w:rsidP="00802778">
      <w:pPr>
        <w:pStyle w:val="affff3"/>
        <w:rPr>
          <w:lang w:val="en-US"/>
        </w:rPr>
      </w:pPr>
      <w:r w:rsidRPr="00802778">
        <w:rPr>
          <w:lang w:val="en-US"/>
        </w:rPr>
        <w:t xml:space="preserve">      sid:    S-f2bef157-7e06-4ec0-ba7b-4c228d19e38c</w:t>
      </w:r>
    </w:p>
    <w:p w14:paraId="455DA59A" w14:textId="77777777" w:rsidR="00802778" w:rsidRDefault="00802778" w:rsidP="00802778">
      <w:pPr>
        <w:pStyle w:val="affff3"/>
      </w:pPr>
      <w:r w:rsidRPr="00802778">
        <w:rPr>
          <w:lang w:val="en-US"/>
        </w:rPr>
        <w:t xml:space="preserve">      </w:t>
      </w:r>
      <w:r>
        <w:t>admin:  true</w:t>
      </w:r>
    </w:p>
    <w:p w14:paraId="34A6F018" w14:textId="77777777" w:rsidR="00802778" w:rsidRDefault="00802778" w:rsidP="00802778">
      <w:pPr>
        <w:pStyle w:val="affff3"/>
      </w:pPr>
      <w:r>
        <w:t xml:space="preserve">      group:  AisExpertAdmins</w:t>
      </w:r>
    </w:p>
    <w:p w14:paraId="05D46A70" w14:textId="3AD3481F" w:rsidR="00802778" w:rsidRDefault="00802778" w:rsidP="00802778">
      <w:r>
        <w:t xml:space="preserve">Пример заполнения для пользователя </w:t>
      </w:r>
      <w:r w:rsidR="00EA5D49">
        <w:fldChar w:fldCharType="begin"/>
      </w:r>
      <w:r w:rsidR="00EA5D49">
        <w:instrText xml:space="preserve"> DOCPROPERTY  Система  \* MERGEFORMAT </w:instrText>
      </w:r>
      <w:r w:rsidR="00EA5D49">
        <w:fldChar w:fldCharType="separate"/>
      </w:r>
      <w:r w:rsidR="00FB1E6A">
        <w:t>АИС «ЭКСПЕРТ»</w:t>
      </w:r>
      <w:r w:rsidR="00EA5D49">
        <w:fldChar w:fldCharType="end"/>
      </w:r>
      <w:r>
        <w:t xml:space="preserve">: </w:t>
      </w:r>
    </w:p>
    <w:p w14:paraId="4103FC5D" w14:textId="77777777" w:rsidR="00802778" w:rsidRPr="00802778" w:rsidRDefault="00802778" w:rsidP="00802778">
      <w:pPr>
        <w:pStyle w:val="affff3"/>
        <w:rPr>
          <w:lang w:val="en-US"/>
        </w:rPr>
      </w:pPr>
      <w:r>
        <w:t xml:space="preserve">    </w:t>
      </w:r>
      <w:r w:rsidRPr="00802778">
        <w:rPr>
          <w:lang w:val="en-US"/>
        </w:rPr>
        <w:t>- login:  user</w:t>
      </w:r>
    </w:p>
    <w:p w14:paraId="50F56608" w14:textId="77777777" w:rsidR="00802778" w:rsidRPr="00802778" w:rsidRDefault="00802778" w:rsidP="00802778">
      <w:pPr>
        <w:pStyle w:val="affff3"/>
        <w:rPr>
          <w:lang w:val="en-US"/>
        </w:rPr>
      </w:pPr>
      <w:r w:rsidRPr="00802778">
        <w:rPr>
          <w:lang w:val="en-US"/>
        </w:rPr>
        <w:t xml:space="preserve">      passw:  222</w:t>
      </w:r>
    </w:p>
    <w:p w14:paraId="71583079" w14:textId="77777777" w:rsidR="00802778" w:rsidRPr="00802778" w:rsidRDefault="00802778" w:rsidP="00802778">
      <w:pPr>
        <w:pStyle w:val="affff3"/>
        <w:rPr>
          <w:lang w:val="en-US"/>
        </w:rPr>
      </w:pPr>
      <w:r w:rsidRPr="00802778">
        <w:rPr>
          <w:lang w:val="en-US"/>
        </w:rPr>
        <w:t xml:space="preserve">      name:   User</w:t>
      </w:r>
    </w:p>
    <w:p w14:paraId="5F487D8D" w14:textId="77777777" w:rsidR="00802778" w:rsidRPr="00802778" w:rsidRDefault="00802778" w:rsidP="00802778">
      <w:pPr>
        <w:pStyle w:val="affff3"/>
        <w:rPr>
          <w:lang w:val="en-US"/>
        </w:rPr>
      </w:pPr>
      <w:r w:rsidRPr="00802778">
        <w:rPr>
          <w:lang w:val="en-US"/>
        </w:rPr>
        <w:t xml:space="preserve">      sid:    S-1-5-21-3367162706-3484438191-3934887228-1118</w:t>
      </w:r>
    </w:p>
    <w:p w14:paraId="7B058421" w14:textId="77777777" w:rsidR="00802778" w:rsidRPr="00802778" w:rsidRDefault="00802778" w:rsidP="00802778">
      <w:pPr>
        <w:pStyle w:val="affff3"/>
        <w:rPr>
          <w:lang w:val="en-US"/>
        </w:rPr>
      </w:pPr>
      <w:r w:rsidRPr="00802778">
        <w:rPr>
          <w:lang w:val="en-US"/>
        </w:rPr>
        <w:t xml:space="preserve">      admin:  false</w:t>
      </w:r>
    </w:p>
    <w:p w14:paraId="1DAAD423" w14:textId="77777777" w:rsidR="00802778" w:rsidRPr="00802778" w:rsidRDefault="00802778" w:rsidP="00802778">
      <w:pPr>
        <w:pStyle w:val="affff3"/>
        <w:rPr>
          <w:lang w:val="en-US"/>
        </w:rPr>
      </w:pPr>
      <w:r w:rsidRPr="00802778">
        <w:rPr>
          <w:lang w:val="en-US"/>
        </w:rPr>
        <w:t xml:space="preserve">      group:  AisExpertUsers</w:t>
      </w:r>
    </w:p>
    <w:p w14:paraId="30408670" w14:textId="50B9203E" w:rsidR="00802778" w:rsidRPr="008F3C4A" w:rsidRDefault="00802778" w:rsidP="00802778">
      <w:pPr>
        <w:rPr>
          <w:lang w:val="en-US"/>
        </w:rPr>
      </w:pPr>
      <w:r>
        <w:t>Названия</w:t>
      </w:r>
      <w:r w:rsidRPr="008F3C4A">
        <w:rPr>
          <w:lang w:val="en-US"/>
        </w:rPr>
        <w:t xml:space="preserve"> </w:t>
      </w:r>
      <w:r>
        <w:t>групп</w:t>
      </w:r>
      <w:r w:rsidRPr="008F3C4A">
        <w:rPr>
          <w:lang w:val="en-US"/>
        </w:rPr>
        <w:t xml:space="preserve"> </w:t>
      </w:r>
      <w:r>
        <w:t>должны</w:t>
      </w:r>
      <w:r w:rsidRPr="008F3C4A">
        <w:rPr>
          <w:lang w:val="en-US"/>
        </w:rPr>
        <w:t xml:space="preserve"> </w:t>
      </w:r>
      <w:r>
        <w:t>быть</w:t>
      </w:r>
      <w:r w:rsidRPr="008F3C4A">
        <w:rPr>
          <w:lang w:val="en-US"/>
        </w:rPr>
        <w:t xml:space="preserve"> </w:t>
      </w:r>
      <w:r>
        <w:t>взяты</w:t>
      </w:r>
      <w:r w:rsidRPr="008F3C4A">
        <w:rPr>
          <w:lang w:val="en-US"/>
        </w:rPr>
        <w:t xml:space="preserve"> </w:t>
      </w:r>
      <w:r>
        <w:t>из</w:t>
      </w:r>
      <w:r w:rsidRPr="008F3C4A">
        <w:rPr>
          <w:lang w:val="en-US"/>
        </w:rPr>
        <w:t xml:space="preserve"> </w:t>
      </w:r>
      <w:r>
        <w:t>секции</w:t>
      </w:r>
      <w:r w:rsidRPr="008F3C4A">
        <w:rPr>
          <w:lang w:val="en-US"/>
        </w:rPr>
        <w:t xml:space="preserve"> </w:t>
      </w:r>
      <w:r w:rsidRPr="00802778">
        <w:rPr>
          <w:lang w:val="en-US"/>
        </w:rPr>
        <w:t>active</w:t>
      </w:r>
      <w:r w:rsidRPr="008F3C4A">
        <w:rPr>
          <w:lang w:val="en-US"/>
        </w:rPr>
        <w:t>_</w:t>
      </w:r>
      <w:r w:rsidRPr="00802778">
        <w:rPr>
          <w:lang w:val="en-US"/>
        </w:rPr>
        <w:t>directory</w:t>
      </w:r>
      <w:r w:rsidR="00922995" w:rsidRPr="008F3C4A">
        <w:rPr>
          <w:lang w:val="en-US"/>
        </w:rPr>
        <w:t xml:space="preserve">, </w:t>
      </w:r>
      <w:r w:rsidR="00922995">
        <w:t>при</w:t>
      </w:r>
      <w:r w:rsidR="00922995" w:rsidRPr="008F3C4A">
        <w:rPr>
          <w:lang w:val="en-US"/>
        </w:rPr>
        <w:t xml:space="preserve"> </w:t>
      </w:r>
      <w:r w:rsidR="00922995">
        <w:t>этом</w:t>
      </w:r>
      <w:r w:rsidRPr="008F3C4A">
        <w:rPr>
          <w:lang w:val="en-US"/>
        </w:rPr>
        <w:t>:</w:t>
      </w:r>
    </w:p>
    <w:p w14:paraId="36725579" w14:textId="3623E1D4" w:rsidR="00802778" w:rsidRDefault="00802778" w:rsidP="00922995">
      <w:pPr>
        <w:pStyle w:val="a0"/>
      </w:pPr>
      <w:r>
        <w:t xml:space="preserve">root_group </w:t>
      </w:r>
      <w:r w:rsidR="00922995">
        <w:rPr>
          <w:rFonts w:cs="Times New Roman"/>
        </w:rPr>
        <w:t>—</w:t>
      </w:r>
      <w:r w:rsidR="00922995">
        <w:t xml:space="preserve"> </w:t>
      </w:r>
      <w:r>
        <w:t>название группы администраторов.</w:t>
      </w:r>
    </w:p>
    <w:p w14:paraId="5B45D42E" w14:textId="4870F818" w:rsidR="00802778" w:rsidRDefault="00802778" w:rsidP="00922995">
      <w:pPr>
        <w:pStyle w:val="a0"/>
      </w:pPr>
      <w:r>
        <w:t xml:space="preserve">user_group </w:t>
      </w:r>
      <w:r w:rsidR="00922995">
        <w:rPr>
          <w:rFonts w:cs="Times New Roman"/>
        </w:rPr>
        <w:t>—</w:t>
      </w:r>
      <w:r>
        <w:t xml:space="preserve"> название группы пользователей.</w:t>
      </w:r>
    </w:p>
    <w:p w14:paraId="56DE242E" w14:textId="08E0CBE0" w:rsidR="00922995" w:rsidRDefault="00802778" w:rsidP="00802778">
      <w:r>
        <w:t xml:space="preserve">При выборе режима </w:t>
      </w:r>
      <w:r w:rsidR="00922995">
        <w:t>«</w:t>
      </w:r>
      <w:r>
        <w:t xml:space="preserve">use LDAP </w:t>
      </w:r>
      <w:r w:rsidR="00922995">
        <w:t>–</w:t>
      </w:r>
      <w:r>
        <w:t xml:space="preserve"> L</w:t>
      </w:r>
      <w:r w:rsidR="00922995">
        <w:t>»</w:t>
      </w:r>
      <w:r>
        <w:t xml:space="preserve"> </w:t>
      </w:r>
      <w:r w:rsidR="00EA5D49">
        <w:fldChar w:fldCharType="begin"/>
      </w:r>
      <w:r w:rsidR="00EA5D49">
        <w:instrText xml:space="preserve"> DOCPROPERTY  Система  \* MERGEFORMAT </w:instrText>
      </w:r>
      <w:r w:rsidR="00EA5D49">
        <w:fldChar w:fldCharType="separate"/>
      </w:r>
      <w:r w:rsidR="00FB1E6A">
        <w:t>АИС «ЭКСПЕРТ»</w:t>
      </w:r>
      <w:r w:rsidR="00EA5D49">
        <w:fldChar w:fldCharType="end"/>
      </w:r>
      <w:r w:rsidR="00922995">
        <w:t xml:space="preserve"> </w:t>
      </w:r>
      <w:r>
        <w:t>работает в режиме LDAP</w:t>
      </w:r>
      <w:r w:rsidR="00922995">
        <w:t>-</w:t>
      </w:r>
      <w:r>
        <w:t>аутентификации,</w:t>
      </w:r>
      <w:r w:rsidR="00922995">
        <w:t xml:space="preserve"> и</w:t>
      </w:r>
      <w:r>
        <w:t xml:space="preserve">спользуя </w:t>
      </w:r>
      <w:r w:rsidR="00922995">
        <w:t>к</w:t>
      </w:r>
      <w:r>
        <w:t xml:space="preserve">онтроллер </w:t>
      </w:r>
      <w:r w:rsidR="00922995">
        <w:t>д</w:t>
      </w:r>
      <w:r>
        <w:t>омена Windows.</w:t>
      </w:r>
      <w:r w:rsidR="00922995">
        <w:t xml:space="preserve"> </w:t>
      </w:r>
      <w:r>
        <w:t>Для корректной работы в этом режиме необходимо</w:t>
      </w:r>
      <w:r w:rsidR="00922995">
        <w:t>:</w:t>
      </w:r>
    </w:p>
    <w:p w14:paraId="112890E7" w14:textId="77777777" w:rsidR="00922995" w:rsidRDefault="00802778" w:rsidP="009E18E6">
      <w:pPr>
        <w:pStyle w:val="a0"/>
      </w:pPr>
      <w:r>
        <w:t>иметь настроенный контроллер</w:t>
      </w:r>
      <w:r w:rsidR="00922995">
        <w:t xml:space="preserve"> </w:t>
      </w:r>
      <w:r>
        <w:t>домена</w:t>
      </w:r>
      <w:r w:rsidR="00922995">
        <w:t>;</w:t>
      </w:r>
    </w:p>
    <w:p w14:paraId="24700F47" w14:textId="77777777" w:rsidR="00922995" w:rsidRDefault="00802778" w:rsidP="00A94271">
      <w:pPr>
        <w:pStyle w:val="a0"/>
      </w:pPr>
      <w:r>
        <w:t>правильно указать названия групп</w:t>
      </w:r>
      <w:r w:rsidR="00922995" w:rsidRPr="00922995">
        <w:t xml:space="preserve"> </w:t>
      </w:r>
      <w:r w:rsidR="00922995">
        <w:t>и</w:t>
      </w:r>
      <w:r>
        <w:t xml:space="preserve"> RDN</w:t>
      </w:r>
      <w:r w:rsidR="00922995">
        <w:t>,</w:t>
      </w:r>
      <w:r>
        <w:t xml:space="preserve"> по которым располагаются данные группы</w:t>
      </w:r>
      <w:r w:rsidR="00922995">
        <w:t xml:space="preserve">, </w:t>
      </w:r>
    </w:p>
    <w:p w14:paraId="3258F5E1" w14:textId="562A00DD" w:rsidR="00EA1765" w:rsidRDefault="00802778" w:rsidP="00A94271">
      <w:pPr>
        <w:pStyle w:val="a0"/>
      </w:pPr>
      <w:r>
        <w:t>учётную запись для LDAP-запросов.</w:t>
      </w:r>
    </w:p>
    <w:p w14:paraId="34498E8B" w14:textId="35220F65" w:rsidR="00EA1765" w:rsidRDefault="00922995" w:rsidP="00EA1765">
      <w:pPr>
        <w:pStyle w:val="20"/>
      </w:pPr>
      <w:bookmarkStart w:id="12" w:name="_Ref31356661"/>
      <w:bookmarkStart w:id="13" w:name="_Ref31356680"/>
      <w:bookmarkStart w:id="14" w:name="_Toc31619665"/>
      <w:r>
        <w:t>М</w:t>
      </w:r>
      <w:r w:rsidRPr="00922995">
        <w:t>одернизация структуры БД с использованием скриптов</w:t>
      </w:r>
      <w:bookmarkEnd w:id="12"/>
      <w:bookmarkEnd w:id="13"/>
      <w:bookmarkEnd w:id="14"/>
    </w:p>
    <w:p w14:paraId="611E4542" w14:textId="3E0391D4" w:rsidR="00A765F6" w:rsidRDefault="00A765F6" w:rsidP="00A765F6">
      <w:r>
        <w:t xml:space="preserve">В случае обновления версии </w:t>
      </w:r>
      <w:r w:rsidR="00EA5D49">
        <w:fldChar w:fldCharType="begin"/>
      </w:r>
      <w:r w:rsidR="00EA5D49">
        <w:instrText xml:space="preserve"> DOCPROPERTY  Система  \* MERGEFORMAT </w:instrText>
      </w:r>
      <w:r w:rsidR="00EA5D49">
        <w:fldChar w:fldCharType="separate"/>
      </w:r>
      <w:r w:rsidR="00FB1E6A">
        <w:t>АИС «ЭКСПЕРТ»</w:t>
      </w:r>
      <w:r w:rsidR="00EA5D49">
        <w:fldChar w:fldCharType="end"/>
      </w:r>
      <w:r>
        <w:t xml:space="preserve"> запуск сервиса не сможет быть произведён из-за ошибки (см. пример сообщения):</w:t>
      </w:r>
    </w:p>
    <w:p w14:paraId="6BD5242F" w14:textId="77777777" w:rsidR="00A765F6" w:rsidRPr="00A765F6" w:rsidRDefault="00A765F6" w:rsidP="00A765F6">
      <w:pPr>
        <w:pStyle w:val="affff3"/>
        <w:rPr>
          <w:lang w:val="en-US"/>
        </w:rPr>
      </w:pPr>
      <w:r w:rsidRPr="00A765F6">
        <w:rPr>
          <w:lang w:val="en-US"/>
        </w:rPr>
        <w:t>Incompatible database versions. Version required: 5. Current version: 4. Need update database structure to version 5.</w:t>
      </w:r>
    </w:p>
    <w:p w14:paraId="4AC3F193" w14:textId="18D5532F" w:rsidR="00A765F6" w:rsidRDefault="00A765F6" w:rsidP="00A765F6">
      <w:r>
        <w:t xml:space="preserve">Данное сообщение означает, что текущая версия </w:t>
      </w:r>
      <w:r w:rsidR="00EA5D49">
        <w:fldChar w:fldCharType="begin"/>
      </w:r>
      <w:r w:rsidR="00EA5D49">
        <w:instrText xml:space="preserve"> DOCPROPERTY  Система  \* MERGEFORMAT </w:instrText>
      </w:r>
      <w:r w:rsidR="00EA5D49">
        <w:fldChar w:fldCharType="separate"/>
      </w:r>
      <w:r w:rsidR="00FB1E6A">
        <w:t>АИС «ЭКСПЕРТ»</w:t>
      </w:r>
      <w:r w:rsidR="00EA5D49">
        <w:fldChar w:fldCharType="end"/>
      </w:r>
      <w:r>
        <w:t xml:space="preserve"> настроена на работу с базой данных (БД) версии 5, но БД имеет версию 4.</w:t>
      </w:r>
    </w:p>
    <w:p w14:paraId="76B5749F" w14:textId="4CAE4838" w:rsidR="00922995" w:rsidRPr="00922995" w:rsidRDefault="00A765F6" w:rsidP="00A765F6">
      <w:r>
        <w:t xml:space="preserve">Для того чтобы продолжить работу, необходимо обновить версию БД с версии 4 на версию 5. Если данное обновление не произвести, то запуск </w:t>
      </w:r>
      <w:r w:rsidR="00EA5D49">
        <w:fldChar w:fldCharType="begin"/>
      </w:r>
      <w:r w:rsidR="00EA5D49">
        <w:instrText xml:space="preserve"> DOCPROPERTY  Система  \* MERGEFORMAT </w:instrText>
      </w:r>
      <w:r w:rsidR="00EA5D49">
        <w:fldChar w:fldCharType="separate"/>
      </w:r>
      <w:r w:rsidR="00FB1E6A">
        <w:t>АИС «ЭКСПЕРТ»</w:t>
      </w:r>
      <w:r w:rsidR="00EA5D49">
        <w:fldChar w:fldCharType="end"/>
      </w:r>
      <w:r>
        <w:t xml:space="preserve"> будет невозможен. Существует два варианта обновления БД (см. далее описание в подразделах .</w:t>
      </w:r>
    </w:p>
    <w:p w14:paraId="13991169" w14:textId="6D57F477" w:rsidR="00A765F6" w:rsidRDefault="00A765F6" w:rsidP="00A765F6">
      <w:pPr>
        <w:pStyle w:val="30"/>
      </w:pPr>
      <w:bookmarkStart w:id="15" w:name="_Toc31619666"/>
      <w:r>
        <w:t>Обновление «чистой» БД</w:t>
      </w:r>
      <w:bookmarkEnd w:id="15"/>
    </w:p>
    <w:p w14:paraId="128DC4BC" w14:textId="30FDEABF" w:rsidR="00922BD5" w:rsidRDefault="00922BD5" w:rsidP="00922BD5">
      <w:r>
        <w:t xml:space="preserve">Если БД «чистая», то скрипт обновления не нужен. Можно воспользоваться тем фактом, что с дистрибутивом поставляется версия БД совместимая с текущей версией </w:t>
      </w:r>
      <w:r w:rsidR="00EA5D49">
        <w:fldChar w:fldCharType="begin"/>
      </w:r>
      <w:r w:rsidR="00EA5D49">
        <w:instrText xml:space="preserve"> DOCPROPERTY  Система  \* MERGEFORMAT </w:instrText>
      </w:r>
      <w:r w:rsidR="00EA5D49">
        <w:fldChar w:fldCharType="separate"/>
      </w:r>
      <w:r w:rsidR="00FB1E6A">
        <w:t>АИС «ЭКСПЕРТ»</w:t>
      </w:r>
      <w:r w:rsidR="00EA5D49">
        <w:fldChar w:fldCharType="end"/>
      </w:r>
      <w:r>
        <w:t>. Для обновления БД необходимо:</w:t>
      </w:r>
    </w:p>
    <w:p w14:paraId="7FD5D378" w14:textId="2429F285" w:rsidR="00922BD5" w:rsidRDefault="00922BD5" w:rsidP="00922BD5">
      <w:pPr>
        <w:pStyle w:val="a"/>
        <w:numPr>
          <w:ilvl w:val="0"/>
          <w:numId w:val="42"/>
        </w:numPr>
      </w:pPr>
      <w:r>
        <w:t xml:space="preserve">Остановить сервис </w:t>
      </w:r>
      <w:r w:rsidR="00EA5D49">
        <w:fldChar w:fldCharType="begin"/>
      </w:r>
      <w:r w:rsidR="00EA5D49">
        <w:instrText xml:space="preserve"> DOCPROPERTY  Система  \* MERGEFORMAT </w:instrText>
      </w:r>
      <w:r w:rsidR="00EA5D49">
        <w:fldChar w:fldCharType="separate"/>
      </w:r>
      <w:r w:rsidR="00FB1E6A">
        <w:t>АИС «ЭКСПЕРТ»</w:t>
      </w:r>
      <w:r w:rsidR="00EA5D49">
        <w:fldChar w:fldCharType="end"/>
      </w:r>
      <w:r>
        <w:t xml:space="preserve"> командой:</w:t>
      </w:r>
    </w:p>
    <w:p w14:paraId="491EAFE9" w14:textId="77777777" w:rsidR="00922BD5" w:rsidRDefault="00922BD5" w:rsidP="00922BD5">
      <w:pPr>
        <w:pStyle w:val="affff3"/>
      </w:pPr>
      <w:r>
        <w:t xml:space="preserve">   sudo systemctl stop aisexpert</w:t>
      </w:r>
    </w:p>
    <w:p w14:paraId="316F1DA8" w14:textId="47CF987B" w:rsidR="00922BD5" w:rsidRDefault="00922BD5" w:rsidP="00922BD5">
      <w:pPr>
        <w:pStyle w:val="a"/>
      </w:pPr>
      <w:r>
        <w:t>Остановить сервер Firebird командой:</w:t>
      </w:r>
    </w:p>
    <w:p w14:paraId="0ED170DA" w14:textId="77777777" w:rsidR="00922BD5" w:rsidRDefault="00922BD5" w:rsidP="00922BD5">
      <w:pPr>
        <w:pStyle w:val="affff3"/>
      </w:pPr>
      <w:r>
        <w:t xml:space="preserve">   sudo systemctl stop firebird-superserver</w:t>
      </w:r>
    </w:p>
    <w:p w14:paraId="0C17E73C" w14:textId="3211B37D" w:rsidR="00922BD5" w:rsidRDefault="00922BD5" w:rsidP="00922BD5">
      <w:pPr>
        <w:pStyle w:val="a"/>
      </w:pPr>
      <w:r>
        <w:t>Переименовать или удалить текущую БД aisexpert.fdb, которая располагается в каталоге /var/opt/aisexpert/database/.</w:t>
      </w:r>
    </w:p>
    <w:p w14:paraId="259131FF" w14:textId="653DEFB3" w:rsidR="00922BD5" w:rsidRPr="00922BD5" w:rsidRDefault="00922BD5" w:rsidP="00922BD5">
      <w:pPr>
        <w:pStyle w:val="a"/>
        <w:rPr>
          <w:lang w:val="en-US"/>
        </w:rPr>
      </w:pPr>
      <w:r>
        <w:t>Переименовать</w:t>
      </w:r>
      <w:r w:rsidRPr="00922BD5">
        <w:rPr>
          <w:lang w:val="en-US"/>
        </w:rPr>
        <w:t xml:space="preserve"> </w:t>
      </w:r>
      <w:r>
        <w:t>БД</w:t>
      </w:r>
      <w:r w:rsidRPr="00922BD5">
        <w:rPr>
          <w:lang w:val="en-US"/>
        </w:rPr>
        <w:t xml:space="preserve"> /var/opt/aisexpert/database/aisexpert-empty.fdb </w:t>
      </w:r>
      <w:r>
        <w:t>в</w:t>
      </w:r>
      <w:r w:rsidRPr="00922BD5">
        <w:rPr>
          <w:lang w:val="en-US"/>
        </w:rPr>
        <w:t xml:space="preserve"> /var/opt/aisexpert/database/aisexpert.fdb</w:t>
      </w:r>
    </w:p>
    <w:p w14:paraId="4A7B8514" w14:textId="2EA0A477" w:rsidR="00922BD5" w:rsidRPr="00922BD5" w:rsidRDefault="00922BD5" w:rsidP="00922BD5">
      <w:pPr>
        <w:pStyle w:val="a"/>
        <w:rPr>
          <w:lang w:val="en-US"/>
        </w:rPr>
      </w:pPr>
      <w:r>
        <w:t>Запустить</w:t>
      </w:r>
      <w:r w:rsidRPr="00922BD5">
        <w:rPr>
          <w:lang w:val="en-US"/>
        </w:rPr>
        <w:t xml:space="preserve"> </w:t>
      </w:r>
      <w:r>
        <w:t>сервер</w:t>
      </w:r>
      <w:r w:rsidRPr="00922BD5">
        <w:rPr>
          <w:lang w:val="en-US"/>
        </w:rPr>
        <w:t xml:space="preserve"> Firebird </w:t>
      </w:r>
      <w:r>
        <w:t>командой</w:t>
      </w:r>
      <w:r w:rsidRPr="00922BD5">
        <w:rPr>
          <w:lang w:val="en-US"/>
        </w:rPr>
        <w:t>:</w:t>
      </w:r>
    </w:p>
    <w:p w14:paraId="7FAD2588" w14:textId="77777777" w:rsidR="00922BD5" w:rsidRPr="00922BD5" w:rsidRDefault="00922BD5" w:rsidP="00922BD5">
      <w:pPr>
        <w:pStyle w:val="affff3"/>
        <w:rPr>
          <w:lang w:val="en-US"/>
        </w:rPr>
      </w:pPr>
      <w:r w:rsidRPr="00922BD5">
        <w:rPr>
          <w:lang w:val="en-US"/>
        </w:rPr>
        <w:t xml:space="preserve">   sudo systemctl start firebird-superserver </w:t>
      </w:r>
    </w:p>
    <w:p w14:paraId="173E4FD2" w14:textId="3C281284" w:rsidR="00922BD5" w:rsidRDefault="00922BD5" w:rsidP="00922BD5">
      <w:pPr>
        <w:pStyle w:val="a"/>
      </w:pPr>
      <w:r>
        <w:t xml:space="preserve">Запустить сервер </w:t>
      </w:r>
      <w:r w:rsidR="00EA5D49">
        <w:fldChar w:fldCharType="begin"/>
      </w:r>
      <w:r w:rsidR="00EA5D49">
        <w:instrText xml:space="preserve"> DOC</w:instrText>
      </w:r>
      <w:r w:rsidR="00EA5D49">
        <w:instrText xml:space="preserve">PROPERTY  Система  \* MERGEFORMAT </w:instrText>
      </w:r>
      <w:r w:rsidR="00EA5D49">
        <w:fldChar w:fldCharType="separate"/>
      </w:r>
      <w:r w:rsidR="00FB1E6A">
        <w:t>АИС «ЭКСПЕРТ»</w:t>
      </w:r>
      <w:r w:rsidR="00EA5D49">
        <w:fldChar w:fldCharType="end"/>
      </w:r>
      <w:r>
        <w:t xml:space="preserve"> командой:</w:t>
      </w:r>
    </w:p>
    <w:p w14:paraId="624A6C8B" w14:textId="4C88E9A1" w:rsidR="00A765F6" w:rsidRPr="00A765F6" w:rsidRDefault="00922BD5" w:rsidP="00922BD5">
      <w:pPr>
        <w:pStyle w:val="affff3"/>
      </w:pPr>
      <w:r>
        <w:t xml:space="preserve">   sudo systemctl start aisexpert</w:t>
      </w:r>
    </w:p>
    <w:p w14:paraId="0CEDB013" w14:textId="0B0C2E46" w:rsidR="00235BD6" w:rsidRDefault="00A765F6" w:rsidP="00A765F6">
      <w:pPr>
        <w:pStyle w:val="30"/>
      </w:pPr>
      <w:bookmarkStart w:id="16" w:name="_Toc31619667"/>
      <w:r>
        <w:t>Обновление БД, содержащей данные</w:t>
      </w:r>
      <w:bookmarkEnd w:id="16"/>
    </w:p>
    <w:p w14:paraId="067F6F3B" w14:textId="7288616D" w:rsidR="00B3591A" w:rsidRDefault="00B3591A" w:rsidP="00B3591A">
      <w:r>
        <w:t>Если БД содержит данные, то предпочтительным способом будет обновление структуры БД до нужной версии с сохранением данных. Обновление в данном случае нужно производить последовательно от версии к версии. Например, для того чтобы обновить версии БД с 3 до 5, необходимо сначала обновить БД с версии 3 на версию 4, а затем обновить БД с версии 4 на версию 5.</w:t>
      </w:r>
    </w:p>
    <w:p w14:paraId="21EAE310" w14:textId="1EE7A80E" w:rsidR="00B3591A" w:rsidRDefault="00B3591A" w:rsidP="00B3591A">
      <w:r>
        <w:t xml:space="preserve">Скрипты обновления поставляются вместе с </w:t>
      </w:r>
      <w:r w:rsidR="00EA5D49">
        <w:fldChar w:fldCharType="begin"/>
      </w:r>
      <w:r w:rsidR="00EA5D49">
        <w:instrText xml:space="preserve"> DOCPROPERTY  Система  \* MERGEFORMAT </w:instrText>
      </w:r>
      <w:r w:rsidR="00EA5D49">
        <w:fldChar w:fldCharType="separate"/>
      </w:r>
      <w:r w:rsidR="00FB1E6A">
        <w:t>АИС «ЭКСПЕРТ»</w:t>
      </w:r>
      <w:r w:rsidR="00EA5D49">
        <w:fldChar w:fldCharType="end"/>
      </w:r>
      <w:r>
        <w:t xml:space="preserve"> и располагаются после установки в каталоге /var/opt/aisexpert/database-upgrade.</w:t>
      </w:r>
    </w:p>
    <w:p w14:paraId="194C8A84" w14:textId="6DC4E9C8" w:rsidR="00B3591A" w:rsidRDefault="00B3591A" w:rsidP="00B3591A">
      <w:r>
        <w:t>С помощью скрипта show-db-version можно узнать текущую версию БД:</w:t>
      </w:r>
    </w:p>
    <w:p w14:paraId="286ABA0E" w14:textId="77777777" w:rsidR="00B3591A" w:rsidRDefault="00B3591A" w:rsidP="00B3591A">
      <w:pPr>
        <w:pStyle w:val="affff3"/>
      </w:pPr>
      <w:r>
        <w:t>./show-db-version [полный_путь_к_файлу_БД]</w:t>
      </w:r>
    </w:p>
    <w:p w14:paraId="2170653C" w14:textId="4A169B23" w:rsidR="00B3591A" w:rsidRPr="00B3591A" w:rsidRDefault="00B3591A" w:rsidP="00B3591A">
      <w:r>
        <w:t>Результатом является вывод строки</w:t>
      </w:r>
      <w:r w:rsidRPr="00B3591A">
        <w:t>:</w:t>
      </w:r>
    </w:p>
    <w:p w14:paraId="281CAEF9" w14:textId="77777777" w:rsidR="00B3591A" w:rsidRPr="00B3591A" w:rsidRDefault="00B3591A" w:rsidP="00B3591A">
      <w:pPr>
        <w:pStyle w:val="affff3"/>
      </w:pPr>
      <w:r w:rsidRPr="00B3591A">
        <w:rPr>
          <w:lang w:val="en-US"/>
        </w:rPr>
        <w:t>Current</w:t>
      </w:r>
      <w:r w:rsidRPr="00B3591A">
        <w:t xml:space="preserve"> </w:t>
      </w:r>
      <w:r w:rsidRPr="00B3591A">
        <w:rPr>
          <w:lang w:val="en-US"/>
        </w:rPr>
        <w:t>Database</w:t>
      </w:r>
      <w:r w:rsidRPr="00B3591A">
        <w:t xml:space="preserve"> </w:t>
      </w:r>
      <w:r w:rsidRPr="00B3591A">
        <w:rPr>
          <w:lang w:val="en-US"/>
        </w:rPr>
        <w:t>version</w:t>
      </w:r>
      <w:r w:rsidRPr="00B3591A">
        <w:t xml:space="preserve"> </w:t>
      </w:r>
      <w:r w:rsidRPr="00B3591A">
        <w:rPr>
          <w:lang w:val="en-US"/>
        </w:rPr>
        <w:t>is</w:t>
      </w:r>
      <w:r w:rsidRPr="00B3591A">
        <w:t>: [</w:t>
      </w:r>
      <w:r w:rsidRPr="00B3591A">
        <w:rPr>
          <w:lang w:val="en-US"/>
        </w:rPr>
        <w:t>N</w:t>
      </w:r>
      <w:r w:rsidRPr="00B3591A">
        <w:t>]</w:t>
      </w:r>
    </w:p>
    <w:p w14:paraId="6FE86079" w14:textId="47AEF71F" w:rsidR="00B3591A" w:rsidRPr="00B3591A" w:rsidRDefault="00B3591A" w:rsidP="00B3591A">
      <w:r>
        <w:t>где</w:t>
      </w:r>
      <w:r w:rsidRPr="00B3591A">
        <w:t xml:space="preserve"> </w:t>
      </w:r>
      <w:r w:rsidRPr="00B3591A">
        <w:rPr>
          <w:lang w:val="en-US"/>
        </w:rPr>
        <w:t>N</w:t>
      </w:r>
      <w:r w:rsidRPr="00B3591A">
        <w:t xml:space="preserve"> </w:t>
      </w:r>
      <w:r>
        <w:rPr>
          <w:rFonts w:cs="Times New Roman"/>
        </w:rPr>
        <w:t>—</w:t>
      </w:r>
      <w:r w:rsidRPr="00B3591A">
        <w:t xml:space="preserve"> </w:t>
      </w:r>
      <w:r>
        <w:t>номер</w:t>
      </w:r>
      <w:r w:rsidRPr="00B3591A">
        <w:t xml:space="preserve"> </w:t>
      </w:r>
      <w:r>
        <w:t>версии</w:t>
      </w:r>
      <w:r w:rsidRPr="00B3591A">
        <w:t xml:space="preserve"> </w:t>
      </w:r>
      <w:r>
        <w:t>БД</w:t>
      </w:r>
      <w:r w:rsidRPr="00B3591A">
        <w:t>.</w:t>
      </w:r>
    </w:p>
    <w:p w14:paraId="1D77769C" w14:textId="0F76039A" w:rsidR="00B3591A" w:rsidRDefault="00B3591A" w:rsidP="00B3591A">
      <w:r>
        <w:t>Для обновления БД по данному варианту необходимо:</w:t>
      </w:r>
    </w:p>
    <w:p w14:paraId="35CF56C6" w14:textId="49C5CFA8" w:rsidR="00B3591A" w:rsidRDefault="00B3591A" w:rsidP="00B3591A">
      <w:pPr>
        <w:pStyle w:val="a"/>
        <w:numPr>
          <w:ilvl w:val="0"/>
          <w:numId w:val="43"/>
        </w:numPr>
      </w:pPr>
      <w:r>
        <w:t xml:space="preserve">Остановить сервис </w:t>
      </w:r>
      <w:r w:rsidR="00EA5D49">
        <w:fldChar w:fldCharType="begin"/>
      </w:r>
      <w:r w:rsidR="00EA5D49">
        <w:instrText xml:space="preserve"> DOCPROPERTY  Система  \* MERGEFORMAT </w:instrText>
      </w:r>
      <w:r w:rsidR="00EA5D49">
        <w:fldChar w:fldCharType="separate"/>
      </w:r>
      <w:r w:rsidR="00FB1E6A">
        <w:t>АИС «ЭКСПЕРТ»</w:t>
      </w:r>
      <w:r w:rsidR="00EA5D49">
        <w:fldChar w:fldCharType="end"/>
      </w:r>
      <w:r>
        <w:t xml:space="preserve"> командой:</w:t>
      </w:r>
    </w:p>
    <w:p w14:paraId="6E40B275" w14:textId="77777777" w:rsidR="00B3591A" w:rsidRDefault="00B3591A" w:rsidP="00B3591A">
      <w:pPr>
        <w:pStyle w:val="affff3"/>
      </w:pPr>
      <w:r>
        <w:t xml:space="preserve">   sudo systemctl stop aisexpert</w:t>
      </w:r>
    </w:p>
    <w:p w14:paraId="1EA826E2" w14:textId="20590837" w:rsidR="00B3591A" w:rsidRDefault="00B3591A" w:rsidP="00B3591A">
      <w:pPr>
        <w:pStyle w:val="a"/>
      </w:pPr>
      <w:r>
        <w:t>Остановить сервер Firebird командой:</w:t>
      </w:r>
    </w:p>
    <w:p w14:paraId="33E8777B" w14:textId="77777777" w:rsidR="00B3591A" w:rsidRDefault="00B3591A" w:rsidP="00B3591A">
      <w:pPr>
        <w:pStyle w:val="affff3"/>
      </w:pPr>
      <w:r>
        <w:t xml:space="preserve">   sudo systemctl stop firebird-superserver</w:t>
      </w:r>
    </w:p>
    <w:p w14:paraId="783C792E" w14:textId="77777777" w:rsidR="00B3591A" w:rsidRDefault="00B3591A" w:rsidP="00B3591A"/>
    <w:p w14:paraId="4301CF33" w14:textId="07212DDD" w:rsidR="00B3591A" w:rsidRDefault="00B3591A" w:rsidP="00B3591A">
      <w:pPr>
        <w:pStyle w:val="a"/>
      </w:pPr>
      <w:r>
        <w:t xml:space="preserve">Запустить ./show_db_version [полный_путь_к_файлу_БД] для того, чтобы узнать версию БД, с которой работает </w:t>
      </w:r>
      <w:r w:rsidR="00EA5D49">
        <w:fldChar w:fldCharType="begin"/>
      </w:r>
      <w:r w:rsidR="00EA5D49">
        <w:instrText xml:space="preserve"> DOCPROPERTY  Система  \* MERGEFORMAT </w:instrText>
      </w:r>
      <w:r w:rsidR="00EA5D49">
        <w:fldChar w:fldCharType="separate"/>
      </w:r>
      <w:r w:rsidR="00FB1E6A">
        <w:t>АИС «ЭКСПЕРТ»</w:t>
      </w:r>
      <w:r w:rsidR="00EA5D49">
        <w:fldChar w:fldCharType="end"/>
      </w:r>
      <w:r>
        <w:t>.</w:t>
      </w:r>
    </w:p>
    <w:p w14:paraId="5E6B413C" w14:textId="126D4091" w:rsidR="00B3591A" w:rsidRDefault="00B3591A" w:rsidP="00B3591A">
      <w:pPr>
        <w:pStyle w:val="a"/>
      </w:pPr>
      <w:r>
        <w:t xml:space="preserve">Далее последовательно запускать ./update_db [полный_путь_к_файлу_БД] [ТекущаяВерсия], увеличивая </w:t>
      </w:r>
      <w:r w:rsidRPr="00B3591A">
        <w:t>[</w:t>
      </w:r>
      <w:r>
        <w:t>ТекущаяВерсия</w:t>
      </w:r>
      <w:r w:rsidRPr="00B3591A">
        <w:t>]</w:t>
      </w:r>
      <w:r>
        <w:t xml:space="preserve"> на единицу. </w:t>
      </w:r>
    </w:p>
    <w:p w14:paraId="756E778D" w14:textId="77777777" w:rsidR="00B3591A" w:rsidRDefault="00B3591A" w:rsidP="00B3591A">
      <w:pPr>
        <w:pStyle w:val="ab"/>
      </w:pPr>
      <w:r>
        <w:t xml:space="preserve">После очередной итерации будет отображаться строка: </w:t>
      </w:r>
    </w:p>
    <w:p w14:paraId="5EB87BC2" w14:textId="5D49DB49" w:rsidR="00B3591A" w:rsidRPr="00B3591A" w:rsidRDefault="00B3591A" w:rsidP="00B3591A">
      <w:pPr>
        <w:pStyle w:val="affff3"/>
        <w:rPr>
          <w:lang w:val="en-US"/>
        </w:rPr>
      </w:pPr>
      <w:r w:rsidRPr="00B3591A">
        <w:rPr>
          <w:lang w:val="en-US"/>
        </w:rPr>
        <w:t>"version_N_to_M.sql already updated".</w:t>
      </w:r>
    </w:p>
    <w:p w14:paraId="01EC0EFA" w14:textId="29ED5BFA" w:rsidR="00B3591A" w:rsidRDefault="00B3591A" w:rsidP="00B3591A">
      <w:pPr>
        <w:pStyle w:val="ab"/>
      </w:pPr>
      <w:r>
        <w:t>Это означает, что версия M, максимальна. Обновлений больше нет.</w:t>
      </w:r>
    </w:p>
    <w:p w14:paraId="260A1A04" w14:textId="514EB7B7" w:rsidR="00B3591A" w:rsidRDefault="00B3591A" w:rsidP="00B3591A">
      <w:pPr>
        <w:pStyle w:val="a"/>
      </w:pPr>
      <w:r>
        <w:t>Запустить сервер Firebird командой:</w:t>
      </w:r>
    </w:p>
    <w:p w14:paraId="6C94C299" w14:textId="77777777" w:rsidR="00B3591A" w:rsidRDefault="00B3591A" w:rsidP="00B3591A">
      <w:pPr>
        <w:pStyle w:val="affff3"/>
      </w:pPr>
      <w:r>
        <w:t xml:space="preserve">   sudo systemctl start firebird-superserver </w:t>
      </w:r>
    </w:p>
    <w:p w14:paraId="1CA07076" w14:textId="73705D1E" w:rsidR="00B3591A" w:rsidRDefault="00B3591A" w:rsidP="00B3591A">
      <w:pPr>
        <w:pStyle w:val="a"/>
      </w:pPr>
      <w:r>
        <w:t xml:space="preserve">Запустить сервер </w:t>
      </w:r>
      <w:r w:rsidR="00EA5D49">
        <w:fldChar w:fldCharType="begin"/>
      </w:r>
      <w:r w:rsidR="00EA5D49">
        <w:instrText xml:space="preserve"> DOCPROPERTY  Система  \* MERGEFORMAT </w:instrText>
      </w:r>
      <w:r w:rsidR="00EA5D49">
        <w:fldChar w:fldCharType="separate"/>
      </w:r>
      <w:r w:rsidR="00FB1E6A">
        <w:t>АИС «ЭКСПЕРТ»</w:t>
      </w:r>
      <w:r w:rsidR="00EA5D49">
        <w:fldChar w:fldCharType="end"/>
      </w:r>
      <w:r>
        <w:t xml:space="preserve"> командой:</w:t>
      </w:r>
    </w:p>
    <w:p w14:paraId="76FAB226" w14:textId="5207200E" w:rsidR="00235BD6" w:rsidRPr="00A765F6" w:rsidRDefault="00B3591A" w:rsidP="00B3591A">
      <w:pPr>
        <w:pStyle w:val="affff3"/>
      </w:pPr>
      <w:r>
        <w:t xml:space="preserve">   sudo systemctl start aisexpert</w:t>
      </w:r>
    </w:p>
    <w:p w14:paraId="36E24FB3" w14:textId="77777777" w:rsidR="00235BD6" w:rsidRPr="00A765F6" w:rsidRDefault="00235BD6" w:rsidP="00235BD6">
      <w:pPr>
        <w:pStyle w:val="ab"/>
      </w:pPr>
    </w:p>
    <w:p w14:paraId="7C71AA39" w14:textId="77777777" w:rsidR="00235BD6" w:rsidRPr="00A765F6" w:rsidRDefault="00235BD6" w:rsidP="0043023E">
      <w:pPr>
        <w:pStyle w:val="afc"/>
        <w:rPr>
          <w:rStyle w:val="afff7"/>
        </w:rPr>
      </w:pPr>
      <w:r w:rsidRPr="00A765F6">
        <w:rPr>
          <w:rStyle w:val="afff7"/>
        </w:rPr>
        <w:br w:type="page"/>
      </w:r>
    </w:p>
    <w:p w14:paraId="11C368BE" w14:textId="0FA65E05" w:rsidR="00F22E7B" w:rsidRPr="00C444D3" w:rsidRDefault="0043023E" w:rsidP="0043023E">
      <w:pPr>
        <w:pStyle w:val="afc"/>
        <w:rPr>
          <w:rStyle w:val="afff7"/>
        </w:rPr>
      </w:pPr>
      <w:r w:rsidRPr="00C444D3">
        <w:rPr>
          <w:rStyle w:val="afff7"/>
        </w:rPr>
        <w:t>СОСТАВИЛИ</w:t>
      </w:r>
    </w:p>
    <w:tbl>
      <w:tblPr>
        <w:tblStyle w:val="ae"/>
        <w:tblW w:w="0" w:type="auto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ook w:val="04A0" w:firstRow="1" w:lastRow="0" w:firstColumn="1" w:lastColumn="0" w:noHBand="0" w:noVBand="1"/>
      </w:tblPr>
      <w:tblGrid>
        <w:gridCol w:w="2402"/>
        <w:gridCol w:w="2270"/>
        <w:gridCol w:w="2689"/>
        <w:gridCol w:w="1560"/>
        <w:gridCol w:w="1268"/>
      </w:tblGrid>
      <w:tr w:rsidR="00F22E7B" w:rsidRPr="00C444D3" w14:paraId="77688EEF" w14:textId="77777777" w:rsidTr="00E06780">
        <w:tc>
          <w:tcPr>
            <w:tcW w:w="2402" w:type="dxa"/>
            <w:shd w:val="clear" w:color="auto" w:fill="F2F2F2" w:themeFill="background1" w:themeFillShade="F2"/>
          </w:tcPr>
          <w:p w14:paraId="109606A3" w14:textId="77777777" w:rsidR="00F22E7B" w:rsidRPr="00C444D3" w:rsidRDefault="00F22E7B" w:rsidP="00F22E7B">
            <w:pPr>
              <w:pStyle w:val="affb"/>
              <w:rPr>
                <w:rStyle w:val="afff7"/>
              </w:rPr>
            </w:pPr>
            <w:r w:rsidRPr="00C444D3">
              <w:rPr>
                <w:rStyle w:val="afff7"/>
              </w:rPr>
              <w:t>Организация</w:t>
            </w:r>
          </w:p>
        </w:tc>
        <w:tc>
          <w:tcPr>
            <w:tcW w:w="2270" w:type="dxa"/>
            <w:shd w:val="clear" w:color="auto" w:fill="F2F2F2" w:themeFill="background1" w:themeFillShade="F2"/>
          </w:tcPr>
          <w:p w14:paraId="668944DF" w14:textId="77777777" w:rsidR="00F22E7B" w:rsidRPr="00C444D3" w:rsidRDefault="00F22E7B" w:rsidP="00F22E7B">
            <w:pPr>
              <w:pStyle w:val="affb"/>
              <w:rPr>
                <w:rStyle w:val="afff7"/>
              </w:rPr>
            </w:pPr>
            <w:r w:rsidRPr="00C444D3">
              <w:rPr>
                <w:rStyle w:val="afff7"/>
              </w:rPr>
              <w:t>Должность</w:t>
            </w:r>
          </w:p>
        </w:tc>
        <w:tc>
          <w:tcPr>
            <w:tcW w:w="2689" w:type="dxa"/>
            <w:shd w:val="clear" w:color="auto" w:fill="F2F2F2" w:themeFill="background1" w:themeFillShade="F2"/>
          </w:tcPr>
          <w:p w14:paraId="3B241EEA" w14:textId="77777777" w:rsidR="00F22E7B" w:rsidRPr="00C444D3" w:rsidRDefault="00F22E7B" w:rsidP="00F22E7B">
            <w:pPr>
              <w:pStyle w:val="affb"/>
              <w:rPr>
                <w:rStyle w:val="afff7"/>
              </w:rPr>
            </w:pPr>
            <w:r w:rsidRPr="00C444D3">
              <w:rPr>
                <w:rStyle w:val="afff7"/>
              </w:rPr>
              <w:t>ФИО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14:paraId="73C2D32B" w14:textId="77777777" w:rsidR="00F22E7B" w:rsidRPr="00C444D3" w:rsidRDefault="00F22E7B" w:rsidP="00F22E7B">
            <w:pPr>
              <w:pStyle w:val="affb"/>
              <w:rPr>
                <w:rStyle w:val="afff7"/>
              </w:rPr>
            </w:pPr>
            <w:r w:rsidRPr="00C444D3">
              <w:rPr>
                <w:rStyle w:val="afff7"/>
              </w:rPr>
              <w:t>Подпись</w:t>
            </w:r>
          </w:p>
        </w:tc>
        <w:tc>
          <w:tcPr>
            <w:tcW w:w="1268" w:type="dxa"/>
            <w:shd w:val="clear" w:color="auto" w:fill="F2F2F2" w:themeFill="background1" w:themeFillShade="F2"/>
          </w:tcPr>
          <w:p w14:paraId="142C027F" w14:textId="77777777" w:rsidR="00F22E7B" w:rsidRPr="00C444D3" w:rsidRDefault="00F22E7B" w:rsidP="00F22E7B">
            <w:pPr>
              <w:pStyle w:val="affb"/>
              <w:rPr>
                <w:rStyle w:val="afff7"/>
              </w:rPr>
            </w:pPr>
            <w:r w:rsidRPr="00C444D3">
              <w:rPr>
                <w:rStyle w:val="afff7"/>
              </w:rPr>
              <w:t>Дата</w:t>
            </w:r>
          </w:p>
        </w:tc>
      </w:tr>
      <w:tr w:rsidR="00FD3B9A" w:rsidRPr="00190FC2" w14:paraId="0BC996CF" w14:textId="77777777" w:rsidTr="00E06780">
        <w:tc>
          <w:tcPr>
            <w:tcW w:w="2402" w:type="dxa"/>
          </w:tcPr>
          <w:p w14:paraId="01406E00" w14:textId="77777777" w:rsidR="00FD3B9A" w:rsidRPr="00190FC2" w:rsidRDefault="00FD3B9A" w:rsidP="00FD3B9A">
            <w:pPr>
              <w:pStyle w:val="affb"/>
            </w:pPr>
            <w:r>
              <w:t>ООО «НЦИ»</w:t>
            </w:r>
          </w:p>
        </w:tc>
        <w:tc>
          <w:tcPr>
            <w:tcW w:w="2270" w:type="dxa"/>
          </w:tcPr>
          <w:p w14:paraId="1FC89D31" w14:textId="77777777" w:rsidR="00FD3B9A" w:rsidRPr="00190FC2" w:rsidRDefault="00FD3B9A" w:rsidP="00FD3B9A">
            <w:pPr>
              <w:pStyle w:val="affb"/>
            </w:pPr>
            <w:r>
              <w:t>Руководитель проектов</w:t>
            </w:r>
          </w:p>
        </w:tc>
        <w:tc>
          <w:tcPr>
            <w:tcW w:w="2689" w:type="dxa"/>
          </w:tcPr>
          <w:p w14:paraId="6E431433" w14:textId="77777777" w:rsidR="00FD3B9A" w:rsidRPr="00190FC2" w:rsidRDefault="00FD3B9A" w:rsidP="00FD3B9A">
            <w:pPr>
              <w:pStyle w:val="affb"/>
            </w:pPr>
            <w:r>
              <w:t>Виноградов П. А.</w:t>
            </w:r>
          </w:p>
        </w:tc>
        <w:tc>
          <w:tcPr>
            <w:tcW w:w="1560" w:type="dxa"/>
          </w:tcPr>
          <w:p w14:paraId="1E6AE519" w14:textId="77777777" w:rsidR="00FD3B9A" w:rsidRPr="00190FC2" w:rsidRDefault="00FD3B9A" w:rsidP="00FD3B9A">
            <w:pPr>
              <w:pStyle w:val="affb"/>
            </w:pPr>
          </w:p>
        </w:tc>
        <w:tc>
          <w:tcPr>
            <w:tcW w:w="1268" w:type="dxa"/>
          </w:tcPr>
          <w:p w14:paraId="05E3B5FE" w14:textId="77777777" w:rsidR="00FD3B9A" w:rsidRPr="00190FC2" w:rsidRDefault="00FD3B9A" w:rsidP="00FD3B9A">
            <w:pPr>
              <w:pStyle w:val="affb"/>
            </w:pPr>
          </w:p>
        </w:tc>
      </w:tr>
    </w:tbl>
    <w:p w14:paraId="4FAB4C41" w14:textId="77777777" w:rsidR="0043023E" w:rsidRPr="00190FC2" w:rsidRDefault="0043023E" w:rsidP="0043023E">
      <w:pPr>
        <w:pStyle w:val="afc"/>
      </w:pPr>
    </w:p>
    <w:p w14:paraId="79993745" w14:textId="77777777" w:rsidR="00F22E7B" w:rsidRPr="00C444D3" w:rsidRDefault="0043023E" w:rsidP="0043023E">
      <w:pPr>
        <w:pStyle w:val="afc"/>
        <w:rPr>
          <w:rStyle w:val="afff7"/>
        </w:rPr>
      </w:pPr>
      <w:r w:rsidRPr="00C444D3">
        <w:rPr>
          <w:rStyle w:val="afff7"/>
        </w:rPr>
        <w:t>СОГЛАСОВАНО</w:t>
      </w:r>
    </w:p>
    <w:tbl>
      <w:tblPr>
        <w:tblStyle w:val="ae"/>
        <w:tblW w:w="0" w:type="auto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ook w:val="04A0" w:firstRow="1" w:lastRow="0" w:firstColumn="1" w:lastColumn="0" w:noHBand="0" w:noVBand="1"/>
      </w:tblPr>
      <w:tblGrid>
        <w:gridCol w:w="2402"/>
        <w:gridCol w:w="2269"/>
        <w:gridCol w:w="2690"/>
        <w:gridCol w:w="1560"/>
        <w:gridCol w:w="1268"/>
      </w:tblGrid>
      <w:tr w:rsidR="00F22E7B" w:rsidRPr="00C444D3" w14:paraId="3C9E6DD2" w14:textId="77777777" w:rsidTr="00E06780">
        <w:tc>
          <w:tcPr>
            <w:tcW w:w="2402" w:type="dxa"/>
            <w:shd w:val="clear" w:color="auto" w:fill="F2F2F2" w:themeFill="background1" w:themeFillShade="F2"/>
          </w:tcPr>
          <w:p w14:paraId="05EA5439" w14:textId="77777777" w:rsidR="00F22E7B" w:rsidRPr="00C444D3" w:rsidRDefault="00F22E7B" w:rsidP="006342C3">
            <w:pPr>
              <w:pStyle w:val="affb"/>
              <w:rPr>
                <w:rStyle w:val="afff7"/>
              </w:rPr>
            </w:pPr>
            <w:r w:rsidRPr="00C444D3">
              <w:rPr>
                <w:rStyle w:val="afff7"/>
              </w:rPr>
              <w:t>Организация</w:t>
            </w:r>
          </w:p>
        </w:tc>
        <w:tc>
          <w:tcPr>
            <w:tcW w:w="2269" w:type="dxa"/>
            <w:shd w:val="clear" w:color="auto" w:fill="F2F2F2" w:themeFill="background1" w:themeFillShade="F2"/>
          </w:tcPr>
          <w:p w14:paraId="09ADAF74" w14:textId="77777777" w:rsidR="00F22E7B" w:rsidRPr="00C444D3" w:rsidRDefault="00F22E7B" w:rsidP="006342C3">
            <w:pPr>
              <w:pStyle w:val="affb"/>
              <w:rPr>
                <w:rStyle w:val="afff7"/>
              </w:rPr>
            </w:pPr>
            <w:r w:rsidRPr="00C444D3">
              <w:rPr>
                <w:rStyle w:val="afff7"/>
              </w:rPr>
              <w:t>Должность</w:t>
            </w:r>
          </w:p>
        </w:tc>
        <w:tc>
          <w:tcPr>
            <w:tcW w:w="2690" w:type="dxa"/>
            <w:shd w:val="clear" w:color="auto" w:fill="F2F2F2" w:themeFill="background1" w:themeFillShade="F2"/>
          </w:tcPr>
          <w:p w14:paraId="6730B713" w14:textId="77777777" w:rsidR="00F22E7B" w:rsidRPr="00C444D3" w:rsidRDefault="00F22E7B" w:rsidP="006342C3">
            <w:pPr>
              <w:pStyle w:val="affb"/>
              <w:rPr>
                <w:rStyle w:val="afff7"/>
              </w:rPr>
            </w:pPr>
            <w:r w:rsidRPr="00C444D3">
              <w:rPr>
                <w:rStyle w:val="afff7"/>
              </w:rPr>
              <w:t>ФИО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14:paraId="52EC4E1C" w14:textId="77777777" w:rsidR="00F22E7B" w:rsidRPr="00C444D3" w:rsidRDefault="00F22E7B" w:rsidP="006342C3">
            <w:pPr>
              <w:pStyle w:val="affb"/>
              <w:rPr>
                <w:rStyle w:val="afff7"/>
              </w:rPr>
            </w:pPr>
            <w:r w:rsidRPr="00C444D3">
              <w:rPr>
                <w:rStyle w:val="afff7"/>
              </w:rPr>
              <w:t>Подпись</w:t>
            </w:r>
          </w:p>
        </w:tc>
        <w:tc>
          <w:tcPr>
            <w:tcW w:w="1268" w:type="dxa"/>
            <w:shd w:val="clear" w:color="auto" w:fill="F2F2F2" w:themeFill="background1" w:themeFillShade="F2"/>
          </w:tcPr>
          <w:p w14:paraId="4E7D6BD3" w14:textId="77777777" w:rsidR="00F22E7B" w:rsidRPr="00C444D3" w:rsidRDefault="00F22E7B" w:rsidP="006342C3">
            <w:pPr>
              <w:pStyle w:val="affb"/>
              <w:rPr>
                <w:rStyle w:val="afff7"/>
              </w:rPr>
            </w:pPr>
            <w:r w:rsidRPr="00C444D3">
              <w:rPr>
                <w:rStyle w:val="afff7"/>
              </w:rPr>
              <w:t>Дата</w:t>
            </w:r>
          </w:p>
        </w:tc>
      </w:tr>
      <w:tr w:rsidR="00FD3B9A" w:rsidRPr="00190FC2" w14:paraId="3D8A755C" w14:textId="77777777" w:rsidTr="00E06780">
        <w:tc>
          <w:tcPr>
            <w:tcW w:w="2402" w:type="dxa"/>
          </w:tcPr>
          <w:p w14:paraId="24E7E7E8" w14:textId="77777777" w:rsidR="00FD3B9A" w:rsidRPr="00190FC2" w:rsidRDefault="00FD3B9A" w:rsidP="00FD3B9A">
            <w:pPr>
              <w:pStyle w:val="affb"/>
            </w:pPr>
            <w:r>
              <w:t>ООО «НЦИ»</w:t>
            </w:r>
          </w:p>
        </w:tc>
        <w:tc>
          <w:tcPr>
            <w:tcW w:w="2269" w:type="dxa"/>
          </w:tcPr>
          <w:p w14:paraId="6FB88838" w14:textId="77777777" w:rsidR="00FD3B9A" w:rsidRPr="00190FC2" w:rsidRDefault="00FD3B9A" w:rsidP="00FD3B9A">
            <w:pPr>
              <w:pStyle w:val="affb"/>
            </w:pPr>
            <w:r>
              <w:t>Директор департамента</w:t>
            </w:r>
          </w:p>
        </w:tc>
        <w:tc>
          <w:tcPr>
            <w:tcW w:w="2690" w:type="dxa"/>
          </w:tcPr>
          <w:p w14:paraId="154EBD7D" w14:textId="77777777" w:rsidR="00FD3B9A" w:rsidRPr="00190FC2" w:rsidRDefault="00FD3B9A" w:rsidP="00FD3B9A">
            <w:pPr>
              <w:pStyle w:val="affb"/>
            </w:pPr>
            <w:r>
              <w:t>Черняев А. А.</w:t>
            </w:r>
          </w:p>
        </w:tc>
        <w:tc>
          <w:tcPr>
            <w:tcW w:w="1560" w:type="dxa"/>
          </w:tcPr>
          <w:p w14:paraId="08C822AE" w14:textId="77777777" w:rsidR="00FD3B9A" w:rsidRPr="00190FC2" w:rsidRDefault="00FD3B9A" w:rsidP="00FD3B9A">
            <w:pPr>
              <w:pStyle w:val="affb"/>
            </w:pPr>
          </w:p>
        </w:tc>
        <w:tc>
          <w:tcPr>
            <w:tcW w:w="1268" w:type="dxa"/>
          </w:tcPr>
          <w:p w14:paraId="00E71E85" w14:textId="77777777" w:rsidR="00FD3B9A" w:rsidRPr="00190FC2" w:rsidRDefault="00FD3B9A" w:rsidP="00FD3B9A">
            <w:pPr>
              <w:pStyle w:val="affb"/>
            </w:pPr>
          </w:p>
        </w:tc>
      </w:tr>
    </w:tbl>
    <w:p w14:paraId="03C5283D" w14:textId="77777777" w:rsidR="00F22E7B" w:rsidRPr="00190FC2" w:rsidRDefault="00F22E7B" w:rsidP="00F22E7B"/>
    <w:p w14:paraId="3DA5549F" w14:textId="77777777" w:rsidR="005E6211" w:rsidRPr="00190FC2" w:rsidRDefault="005E6211" w:rsidP="00802DCE">
      <w:pPr>
        <w:pStyle w:val="afffd"/>
      </w:pPr>
    </w:p>
    <w:p w14:paraId="0AAC34E7" w14:textId="77777777" w:rsidR="000F7EF9" w:rsidRPr="00190FC2" w:rsidRDefault="000F7EF9" w:rsidP="009123D5"/>
    <w:sectPr w:rsidR="000F7EF9" w:rsidRPr="00190FC2" w:rsidSect="008E4F76">
      <w:headerReference w:type="default" r:id="rId11"/>
      <w:pgSz w:w="11906" w:h="16838" w:code="9"/>
      <w:pgMar w:top="1418" w:right="567" w:bottom="1418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3BA0F5" w14:textId="77777777" w:rsidR="00EA5D49" w:rsidRDefault="00EA5D49" w:rsidP="00F30C85">
      <w:pPr>
        <w:spacing w:after="0"/>
      </w:pPr>
      <w:r>
        <w:separator/>
      </w:r>
    </w:p>
  </w:endnote>
  <w:endnote w:type="continuationSeparator" w:id="0">
    <w:p w14:paraId="294DD6D0" w14:textId="77777777" w:rsidR="00EA5D49" w:rsidRDefault="00EA5D49" w:rsidP="00F30C8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6FF21E" w14:textId="77777777" w:rsidR="00EA5D49" w:rsidRDefault="00EA5D49" w:rsidP="00F30C85">
      <w:pPr>
        <w:spacing w:after="0"/>
      </w:pPr>
      <w:r>
        <w:separator/>
      </w:r>
    </w:p>
  </w:footnote>
  <w:footnote w:type="continuationSeparator" w:id="0">
    <w:p w14:paraId="4EDCA5FA" w14:textId="77777777" w:rsidR="00EA5D49" w:rsidRDefault="00EA5D49" w:rsidP="00F30C85">
      <w:pPr>
        <w:spacing w:after="0"/>
      </w:pPr>
      <w:r>
        <w:continuationSeparator/>
      </w:r>
    </w:p>
  </w:footnote>
  <w:footnote w:id="1">
    <w:p w14:paraId="51AEC251" w14:textId="3B3727A1" w:rsidR="00374211" w:rsidRPr="00374211" w:rsidRDefault="00374211">
      <w:pPr>
        <w:pStyle w:val="afff3"/>
      </w:pPr>
      <w:r>
        <w:rPr>
          <w:rStyle w:val="af8"/>
        </w:rPr>
        <w:footnoteRef/>
      </w:r>
      <w:r>
        <w:t xml:space="preserve"> Здесь и далее модель указывается подходящая модель процессора. Допускается использование аналога, идентичного или более производительного.</w:t>
      </w:r>
    </w:p>
  </w:footnote>
  <w:footnote w:id="2">
    <w:p w14:paraId="5289E951" w14:textId="1394F2EC" w:rsidR="001A3555" w:rsidRDefault="001A3555">
      <w:pPr>
        <w:pStyle w:val="afff3"/>
      </w:pPr>
      <w:r>
        <w:rPr>
          <w:rStyle w:val="af8"/>
        </w:rPr>
        <w:footnoteRef/>
      </w:r>
      <w:r>
        <w:t xml:space="preserve"> Диски меньшего объема имеют малый объем кэш-памяти, что негативно сказывается на производительности.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ED0ADB" w14:textId="77777777" w:rsidR="001214CB" w:rsidRDefault="00006E07">
    <w:pPr>
      <w:pStyle w:val="aff3"/>
    </w:pPr>
    <w:r>
      <w:fldChar w:fldCharType="begin"/>
    </w:r>
    <w:r w:rsidR="001214CB">
      <w:instrText xml:space="preserve"> PAGE  \* Arabic  \* MERGEFORMAT </w:instrText>
    </w:r>
    <w:r>
      <w:fldChar w:fldCharType="separate"/>
    </w:r>
    <w:r w:rsidR="00AC0F2B">
      <w:rPr>
        <w:noProof/>
      </w:rPr>
      <w:t>2</w:t>
    </w:r>
    <w:r>
      <w:fldChar w:fldCharType="end"/>
    </w:r>
  </w:p>
  <w:p w14:paraId="0EC659FD" w14:textId="77777777" w:rsidR="001214CB" w:rsidRDefault="001214CB">
    <w:pPr>
      <w:pStyle w:val="aff3"/>
    </w:pPr>
    <w:r w:rsidRPr="00115CA1">
      <w:t>ТФОМС-0248100000118000125</w:t>
    </w:r>
    <w:r>
      <w:t>-</w:t>
    </w:r>
    <w:r w:rsidR="00A96615">
      <w:t>И3</w:t>
    </w:r>
    <w:r>
      <w:t>.0</w:t>
    </w:r>
    <w:r w:rsidR="00A96615"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1CB6F024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88"/>
    <w:multiLevelType w:val="singleLevel"/>
    <w:tmpl w:val="A14A1330"/>
    <w:lvl w:ilvl="0">
      <w:start w:val="1"/>
      <w:numFmt w:val="decimal"/>
      <w:pStyle w:val="a"/>
      <w:lvlText w:val="%1."/>
      <w:lvlJc w:val="left"/>
      <w:pPr>
        <w:tabs>
          <w:tab w:val="num" w:pos="1247"/>
        </w:tabs>
        <w:ind w:left="1247" w:hanging="396"/>
      </w:pPr>
      <w:rPr>
        <w:rFonts w:hint="default"/>
        <w:sz w:val="28"/>
      </w:rPr>
    </w:lvl>
  </w:abstractNum>
  <w:abstractNum w:abstractNumId="2">
    <w:nsid w:val="010B2C9D"/>
    <w:multiLevelType w:val="multilevel"/>
    <w:tmpl w:val="ED240B5C"/>
    <w:lvl w:ilvl="0">
      <w:start w:val="1"/>
      <w:numFmt w:val="bullet"/>
      <w:pStyle w:val="a0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  <w:lvl w:ilvl="2">
      <w:start w:val="1"/>
      <w:numFmt w:val="bullet"/>
      <w:pStyle w:val="3"/>
      <w:lvlText w:val="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</w:rPr>
    </w:lvl>
    <w:lvl w:ilvl="3">
      <w:start w:val="1"/>
      <w:numFmt w:val="bullet"/>
      <w:pStyle w:val="4"/>
      <w:lvlText w:val=""/>
      <w:lvlJc w:val="left"/>
      <w:pPr>
        <w:tabs>
          <w:tab w:val="num" w:pos="1588"/>
        </w:tabs>
        <w:ind w:left="1588" w:hanging="397"/>
      </w:pPr>
      <w:rPr>
        <w:rFonts w:ascii="Symbol" w:hAnsi="Symbol" w:hint="default"/>
      </w:rPr>
    </w:lvl>
    <w:lvl w:ilvl="4">
      <w:start w:val="1"/>
      <w:numFmt w:val="bullet"/>
      <w:pStyle w:val="5"/>
      <w:lvlText w:val="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07200637"/>
    <w:multiLevelType w:val="hybridMultilevel"/>
    <w:tmpl w:val="483810CA"/>
    <w:lvl w:ilvl="0" w:tplc="0419000F">
      <w:start w:val="1"/>
      <w:numFmt w:val="decimal"/>
      <w:lvlText w:val="%1."/>
      <w:lvlJc w:val="left"/>
      <w:pPr>
        <w:ind w:left="1967" w:hanging="360"/>
      </w:pPr>
    </w:lvl>
    <w:lvl w:ilvl="1" w:tplc="04190019" w:tentative="1">
      <w:start w:val="1"/>
      <w:numFmt w:val="lowerLetter"/>
      <w:lvlText w:val="%2."/>
      <w:lvlJc w:val="left"/>
      <w:pPr>
        <w:ind w:left="2687" w:hanging="360"/>
      </w:pPr>
    </w:lvl>
    <w:lvl w:ilvl="2" w:tplc="0419001B" w:tentative="1">
      <w:start w:val="1"/>
      <w:numFmt w:val="lowerRoman"/>
      <w:lvlText w:val="%3."/>
      <w:lvlJc w:val="right"/>
      <w:pPr>
        <w:ind w:left="3407" w:hanging="180"/>
      </w:pPr>
    </w:lvl>
    <w:lvl w:ilvl="3" w:tplc="0419000F" w:tentative="1">
      <w:start w:val="1"/>
      <w:numFmt w:val="decimal"/>
      <w:lvlText w:val="%4."/>
      <w:lvlJc w:val="left"/>
      <w:pPr>
        <w:ind w:left="4127" w:hanging="360"/>
      </w:pPr>
    </w:lvl>
    <w:lvl w:ilvl="4" w:tplc="04190019" w:tentative="1">
      <w:start w:val="1"/>
      <w:numFmt w:val="lowerLetter"/>
      <w:lvlText w:val="%5."/>
      <w:lvlJc w:val="left"/>
      <w:pPr>
        <w:ind w:left="4847" w:hanging="360"/>
      </w:pPr>
    </w:lvl>
    <w:lvl w:ilvl="5" w:tplc="0419001B" w:tentative="1">
      <w:start w:val="1"/>
      <w:numFmt w:val="lowerRoman"/>
      <w:lvlText w:val="%6."/>
      <w:lvlJc w:val="right"/>
      <w:pPr>
        <w:ind w:left="5567" w:hanging="180"/>
      </w:pPr>
    </w:lvl>
    <w:lvl w:ilvl="6" w:tplc="0419000F" w:tentative="1">
      <w:start w:val="1"/>
      <w:numFmt w:val="decimal"/>
      <w:lvlText w:val="%7."/>
      <w:lvlJc w:val="left"/>
      <w:pPr>
        <w:ind w:left="6287" w:hanging="360"/>
      </w:pPr>
    </w:lvl>
    <w:lvl w:ilvl="7" w:tplc="04190019" w:tentative="1">
      <w:start w:val="1"/>
      <w:numFmt w:val="lowerLetter"/>
      <w:lvlText w:val="%8."/>
      <w:lvlJc w:val="left"/>
      <w:pPr>
        <w:ind w:left="7007" w:hanging="360"/>
      </w:pPr>
    </w:lvl>
    <w:lvl w:ilvl="8" w:tplc="0419001B" w:tentative="1">
      <w:start w:val="1"/>
      <w:numFmt w:val="lowerRoman"/>
      <w:lvlText w:val="%9."/>
      <w:lvlJc w:val="right"/>
      <w:pPr>
        <w:ind w:left="7727" w:hanging="180"/>
      </w:pPr>
    </w:lvl>
  </w:abstractNum>
  <w:abstractNum w:abstractNumId="4">
    <w:nsid w:val="081077F2"/>
    <w:multiLevelType w:val="hybridMultilevel"/>
    <w:tmpl w:val="90A46346"/>
    <w:lvl w:ilvl="0" w:tplc="BB845504">
      <w:start w:val="1"/>
      <w:numFmt w:val="bullet"/>
      <w:pStyle w:val="a1"/>
      <w:lvlText w:val=""/>
      <w:lvlJc w:val="left"/>
      <w:pPr>
        <w:ind w:left="720" w:hanging="360"/>
      </w:pPr>
      <w:rPr>
        <w:rFonts w:ascii="Symbol" w:hAnsi="Symbol" w:hint="default"/>
        <w:color w:val="4F81BD" w:themeColor="accen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5A78D1"/>
    <w:multiLevelType w:val="multilevel"/>
    <w:tmpl w:val="21B230C2"/>
    <w:lvl w:ilvl="0">
      <w:start w:val="1"/>
      <w:numFmt w:val="decimal"/>
      <w:pStyle w:val="-"/>
      <w:lvlText w:val="%1."/>
      <w:lvlJc w:val="left"/>
      <w:pPr>
        <w:ind w:left="397" w:hanging="397"/>
      </w:pPr>
      <w:rPr>
        <w:rFonts w:hint="default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55254259"/>
    <w:multiLevelType w:val="multilevel"/>
    <w:tmpl w:val="323C9162"/>
    <w:lvl w:ilvl="0">
      <w:start w:val="1"/>
      <w:numFmt w:val="decimal"/>
      <w:pStyle w:val="1"/>
      <w:lvlText w:val="%1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caps/>
        <w:sz w:val="28"/>
      </w:rPr>
    </w:lvl>
    <w:lvl w:ilvl="1">
      <w:start w:val="1"/>
      <w:numFmt w:val="decimal"/>
      <w:pStyle w:val="20"/>
      <w:lvlText w:val="%1.%2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8"/>
      </w:rPr>
    </w:lvl>
    <w:lvl w:ilvl="2">
      <w:start w:val="1"/>
      <w:numFmt w:val="decimal"/>
      <w:pStyle w:val="30"/>
      <w:lvlText w:val="%1.%2.%3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8"/>
      </w:rPr>
    </w:lvl>
    <w:lvl w:ilvl="3">
      <w:start w:val="1"/>
      <w:numFmt w:val="decimal"/>
      <w:pStyle w:val="4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50"/>
      <w:lvlText w:val="%1.%2.%3.%4.%5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>
    <w:nsid w:val="558C187B"/>
    <w:multiLevelType w:val="hybridMultilevel"/>
    <w:tmpl w:val="151046AA"/>
    <w:lvl w:ilvl="0" w:tplc="421C929E">
      <w:start w:val="1"/>
      <w:numFmt w:val="bullet"/>
      <w:pStyle w:val="21"/>
      <w:lvlText w:val="-"/>
      <w:lvlJc w:val="left"/>
      <w:pPr>
        <w:ind w:left="360" w:hanging="360"/>
      </w:pPr>
      <w:rPr>
        <w:rFonts w:ascii="Courier New" w:hAnsi="Courier New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26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27" w:hanging="360"/>
      </w:pPr>
      <w:rPr>
        <w:rFonts w:ascii="Wingdings" w:hAnsi="Wingdings" w:hint="default"/>
      </w:rPr>
    </w:lvl>
  </w:abstractNum>
  <w:abstractNum w:abstractNumId="8">
    <w:nsid w:val="6AAD470B"/>
    <w:multiLevelType w:val="multilevel"/>
    <w:tmpl w:val="07F4723A"/>
    <w:lvl w:ilvl="0">
      <w:start w:val="1"/>
      <w:numFmt w:val="russianUpper"/>
      <w:suff w:val="space"/>
      <w:lvlText w:val="Приложение %1."/>
      <w:lvlJc w:val="left"/>
      <w:pPr>
        <w:ind w:left="709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6"/>
        </w:tabs>
        <w:ind w:left="1276" w:hanging="567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tabs>
          <w:tab w:val="num" w:pos="1559"/>
        </w:tabs>
        <w:ind w:left="1559" w:hanging="8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09"/>
        </w:tabs>
        <w:ind w:left="709" w:firstLine="0"/>
      </w:pPr>
      <w:rPr>
        <w:rFonts w:hint="default"/>
      </w:rPr>
    </w:lvl>
  </w:abstractNum>
  <w:abstractNum w:abstractNumId="9">
    <w:nsid w:val="6EDE1393"/>
    <w:multiLevelType w:val="hybridMultilevel"/>
    <w:tmpl w:val="ED546B94"/>
    <w:lvl w:ilvl="0" w:tplc="634CEFFA">
      <w:start w:val="1"/>
      <w:numFmt w:val="bullet"/>
      <w:pStyle w:val="-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EB084F"/>
    <w:multiLevelType w:val="hybridMultilevel"/>
    <w:tmpl w:val="413E6F22"/>
    <w:lvl w:ilvl="0" w:tplc="E3E69C5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  <w:lvlOverride w:ilvl="0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0"/>
  </w:num>
  <w:num w:numId="6">
    <w:abstractNumId w:val="9"/>
  </w:num>
  <w:num w:numId="7">
    <w:abstractNumId w:val="4"/>
  </w:num>
  <w:num w:numId="8">
    <w:abstractNumId w:val="6"/>
  </w:num>
  <w:num w:numId="9">
    <w:abstractNumId w:val="5"/>
  </w:num>
  <w:num w:numId="10">
    <w:abstractNumId w:val="7"/>
  </w:num>
  <w:num w:numId="11">
    <w:abstractNumId w:val="1"/>
    <w:lvlOverride w:ilvl="0">
      <w:startOverride w:val="1"/>
    </w:lvlOverride>
  </w:num>
  <w:num w:numId="12">
    <w:abstractNumId w:val="1"/>
    <w:lvlOverride w:ilvl="0">
      <w:startOverride w:val="1"/>
    </w:lvlOverride>
  </w:num>
  <w:num w:numId="13">
    <w:abstractNumId w:val="1"/>
    <w:lvlOverride w:ilvl="0">
      <w:startOverride w:val="1"/>
    </w:lvlOverride>
  </w:num>
  <w:num w:numId="14">
    <w:abstractNumId w:val="1"/>
    <w:lvlOverride w:ilvl="0">
      <w:startOverride w:val="1"/>
    </w:lvlOverride>
  </w:num>
  <w:num w:numId="15">
    <w:abstractNumId w:val="1"/>
  </w:num>
  <w:num w:numId="16">
    <w:abstractNumId w:val="1"/>
    <w:lvlOverride w:ilvl="0">
      <w:startOverride w:val="1"/>
    </w:lvlOverride>
  </w:num>
  <w:num w:numId="17">
    <w:abstractNumId w:val="1"/>
    <w:lvlOverride w:ilvl="0">
      <w:startOverride w:val="1"/>
    </w:lvlOverride>
  </w:num>
  <w:num w:numId="18">
    <w:abstractNumId w:val="1"/>
    <w:lvlOverride w:ilvl="0">
      <w:startOverride w:val="1"/>
    </w:lvlOverride>
  </w:num>
  <w:num w:numId="19">
    <w:abstractNumId w:val="1"/>
    <w:lvlOverride w:ilvl="0">
      <w:startOverride w:val="1"/>
    </w:lvlOverride>
  </w:num>
  <w:num w:numId="20">
    <w:abstractNumId w:val="1"/>
    <w:lvlOverride w:ilvl="0">
      <w:startOverride w:val="1"/>
    </w:lvlOverride>
  </w:num>
  <w:num w:numId="21">
    <w:abstractNumId w:val="1"/>
    <w:lvlOverride w:ilvl="0">
      <w:startOverride w:val="1"/>
    </w:lvlOverride>
  </w:num>
  <w:num w:numId="22">
    <w:abstractNumId w:val="1"/>
    <w:lvlOverride w:ilvl="0">
      <w:startOverride w:val="1"/>
    </w:lvlOverride>
  </w:num>
  <w:num w:numId="23">
    <w:abstractNumId w:val="1"/>
    <w:lvlOverride w:ilvl="0">
      <w:startOverride w:val="1"/>
    </w:lvlOverride>
  </w:num>
  <w:num w:numId="24">
    <w:abstractNumId w:val="1"/>
    <w:lvlOverride w:ilvl="0">
      <w:startOverride w:val="1"/>
    </w:lvlOverride>
  </w:num>
  <w:num w:numId="25">
    <w:abstractNumId w:val="1"/>
    <w:lvlOverride w:ilvl="0">
      <w:startOverride w:val="1"/>
    </w:lvlOverride>
  </w:num>
  <w:num w:numId="26">
    <w:abstractNumId w:val="1"/>
    <w:lvlOverride w:ilvl="0">
      <w:startOverride w:val="1"/>
    </w:lvlOverride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  <w:lvlOverride w:ilvl="0">
      <w:startOverride w:val="1"/>
    </w:lvlOverride>
  </w:num>
  <w:num w:numId="29">
    <w:abstractNumId w:val="1"/>
    <w:lvlOverride w:ilvl="0">
      <w:startOverride w:val="1"/>
    </w:lvlOverride>
  </w:num>
  <w:num w:numId="30">
    <w:abstractNumId w:val="1"/>
    <w:lvlOverride w:ilvl="0">
      <w:startOverride w:val="1"/>
    </w:lvlOverride>
  </w:num>
  <w:num w:numId="31">
    <w:abstractNumId w:val="1"/>
    <w:lvlOverride w:ilvl="0">
      <w:startOverride w:val="1"/>
    </w:lvlOverride>
  </w:num>
  <w:num w:numId="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0"/>
  </w:num>
  <w:num w:numId="34">
    <w:abstractNumId w:val="1"/>
    <w:lvlOverride w:ilvl="0">
      <w:startOverride w:val="1"/>
    </w:lvlOverride>
  </w:num>
  <w:num w:numId="35">
    <w:abstractNumId w:val="1"/>
    <w:lvlOverride w:ilvl="0">
      <w:startOverride w:val="1"/>
    </w:lvlOverride>
  </w:num>
  <w:num w:numId="36">
    <w:abstractNumId w:val="1"/>
    <w:lvlOverride w:ilvl="0">
      <w:startOverride w:val="1"/>
    </w:lvlOverride>
  </w:num>
  <w:num w:numId="37">
    <w:abstractNumId w:val="1"/>
    <w:lvlOverride w:ilvl="0">
      <w:startOverride w:val="1"/>
    </w:lvlOverride>
  </w:num>
  <w:num w:numId="38">
    <w:abstractNumId w:val="3"/>
  </w:num>
  <w:num w:numId="39">
    <w:abstractNumId w:val="8"/>
  </w:num>
  <w:num w:numId="40">
    <w:abstractNumId w:val="1"/>
    <w:lvlOverride w:ilvl="0">
      <w:startOverride w:val="1"/>
    </w:lvlOverride>
  </w:num>
  <w:num w:numId="41">
    <w:abstractNumId w:val="1"/>
    <w:lvlOverride w:ilvl="0">
      <w:startOverride w:val="1"/>
    </w:lvlOverride>
  </w:num>
  <w:num w:numId="42">
    <w:abstractNumId w:val="1"/>
    <w:lvlOverride w:ilvl="0">
      <w:startOverride w:val="1"/>
    </w:lvlOverride>
  </w:num>
  <w:num w:numId="43">
    <w:abstractNumId w:val="1"/>
    <w:lvlOverride w:ilvl="0">
      <w:startOverride w:val="1"/>
    </w:lvlOverride>
  </w:num>
  <w:num w:numId="44">
    <w:abstractNumId w:val="1"/>
    <w:lvlOverride w:ilvl="0">
      <w:startOverride w:val="1"/>
    </w:lvlOverride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E02"/>
    <w:rsid w:val="000011CB"/>
    <w:rsid w:val="000013CA"/>
    <w:rsid w:val="00003665"/>
    <w:rsid w:val="00003E44"/>
    <w:rsid w:val="000043F9"/>
    <w:rsid w:val="000048CB"/>
    <w:rsid w:val="000049ED"/>
    <w:rsid w:val="00006E07"/>
    <w:rsid w:val="00013F96"/>
    <w:rsid w:val="0001770D"/>
    <w:rsid w:val="00020242"/>
    <w:rsid w:val="00022413"/>
    <w:rsid w:val="00022E5C"/>
    <w:rsid w:val="0002426A"/>
    <w:rsid w:val="000256B2"/>
    <w:rsid w:val="000271C3"/>
    <w:rsid w:val="00027501"/>
    <w:rsid w:val="00027BEE"/>
    <w:rsid w:val="00031C05"/>
    <w:rsid w:val="000343C3"/>
    <w:rsid w:val="00036C03"/>
    <w:rsid w:val="00037AB5"/>
    <w:rsid w:val="000406B1"/>
    <w:rsid w:val="00040C0F"/>
    <w:rsid w:val="00050210"/>
    <w:rsid w:val="00051BFB"/>
    <w:rsid w:val="000527A0"/>
    <w:rsid w:val="00053C18"/>
    <w:rsid w:val="00057C80"/>
    <w:rsid w:val="00060851"/>
    <w:rsid w:val="0006372C"/>
    <w:rsid w:val="0006708D"/>
    <w:rsid w:val="00067E8A"/>
    <w:rsid w:val="00076237"/>
    <w:rsid w:val="00077413"/>
    <w:rsid w:val="0008230A"/>
    <w:rsid w:val="00082F38"/>
    <w:rsid w:val="00083089"/>
    <w:rsid w:val="00093A0E"/>
    <w:rsid w:val="00097CD3"/>
    <w:rsid w:val="000A0FB8"/>
    <w:rsid w:val="000A1A68"/>
    <w:rsid w:val="000A7EA4"/>
    <w:rsid w:val="000B442D"/>
    <w:rsid w:val="000B6060"/>
    <w:rsid w:val="000C0A98"/>
    <w:rsid w:val="000C294A"/>
    <w:rsid w:val="000D2080"/>
    <w:rsid w:val="000D2BA3"/>
    <w:rsid w:val="000D3C9C"/>
    <w:rsid w:val="000E56DE"/>
    <w:rsid w:val="000E592B"/>
    <w:rsid w:val="000E692D"/>
    <w:rsid w:val="000F16EC"/>
    <w:rsid w:val="000F476D"/>
    <w:rsid w:val="000F7D5E"/>
    <w:rsid w:val="000F7EF9"/>
    <w:rsid w:val="0010114D"/>
    <w:rsid w:val="0010249E"/>
    <w:rsid w:val="001031A0"/>
    <w:rsid w:val="00103309"/>
    <w:rsid w:val="0010427D"/>
    <w:rsid w:val="00105793"/>
    <w:rsid w:val="00111C63"/>
    <w:rsid w:val="00111D97"/>
    <w:rsid w:val="00113400"/>
    <w:rsid w:val="001146E7"/>
    <w:rsid w:val="00115253"/>
    <w:rsid w:val="00115CA1"/>
    <w:rsid w:val="001203F3"/>
    <w:rsid w:val="001214CB"/>
    <w:rsid w:val="00123037"/>
    <w:rsid w:val="00123345"/>
    <w:rsid w:val="0012438E"/>
    <w:rsid w:val="0013092D"/>
    <w:rsid w:val="0013136D"/>
    <w:rsid w:val="00134072"/>
    <w:rsid w:val="00134BB7"/>
    <w:rsid w:val="00137E6A"/>
    <w:rsid w:val="00147807"/>
    <w:rsid w:val="00151A93"/>
    <w:rsid w:val="00153DA0"/>
    <w:rsid w:val="00155193"/>
    <w:rsid w:val="00156AD2"/>
    <w:rsid w:val="0015758E"/>
    <w:rsid w:val="001647AB"/>
    <w:rsid w:val="00171596"/>
    <w:rsid w:val="00176771"/>
    <w:rsid w:val="00182D25"/>
    <w:rsid w:val="00185A74"/>
    <w:rsid w:val="00186ADB"/>
    <w:rsid w:val="0019049C"/>
    <w:rsid w:val="00190FC2"/>
    <w:rsid w:val="001920A5"/>
    <w:rsid w:val="0019291D"/>
    <w:rsid w:val="00192E61"/>
    <w:rsid w:val="001941E3"/>
    <w:rsid w:val="00195881"/>
    <w:rsid w:val="00196CC0"/>
    <w:rsid w:val="001A1C5D"/>
    <w:rsid w:val="001A2149"/>
    <w:rsid w:val="001A3555"/>
    <w:rsid w:val="001A5155"/>
    <w:rsid w:val="001A6E20"/>
    <w:rsid w:val="001B0195"/>
    <w:rsid w:val="001B3E05"/>
    <w:rsid w:val="001B4A95"/>
    <w:rsid w:val="001B6647"/>
    <w:rsid w:val="001B734A"/>
    <w:rsid w:val="001B7BCD"/>
    <w:rsid w:val="001C328E"/>
    <w:rsid w:val="001C35A1"/>
    <w:rsid w:val="001C6482"/>
    <w:rsid w:val="001D1110"/>
    <w:rsid w:val="001E4108"/>
    <w:rsid w:val="001F2109"/>
    <w:rsid w:val="001F41D8"/>
    <w:rsid w:val="001F73D6"/>
    <w:rsid w:val="001F7453"/>
    <w:rsid w:val="001F7EFB"/>
    <w:rsid w:val="0020304B"/>
    <w:rsid w:val="002041BF"/>
    <w:rsid w:val="00206AFC"/>
    <w:rsid w:val="002114F6"/>
    <w:rsid w:val="00212315"/>
    <w:rsid w:val="002126A3"/>
    <w:rsid w:val="0021590B"/>
    <w:rsid w:val="002211C1"/>
    <w:rsid w:val="002215B0"/>
    <w:rsid w:val="002218FF"/>
    <w:rsid w:val="002271FB"/>
    <w:rsid w:val="00227B19"/>
    <w:rsid w:val="00231148"/>
    <w:rsid w:val="00231951"/>
    <w:rsid w:val="00233ACC"/>
    <w:rsid w:val="00234A0E"/>
    <w:rsid w:val="00235BD6"/>
    <w:rsid w:val="0024258E"/>
    <w:rsid w:val="00244A10"/>
    <w:rsid w:val="002452B3"/>
    <w:rsid w:val="00251DA0"/>
    <w:rsid w:val="0025343F"/>
    <w:rsid w:val="002536CE"/>
    <w:rsid w:val="00253AC5"/>
    <w:rsid w:val="00255595"/>
    <w:rsid w:val="00260649"/>
    <w:rsid w:val="002613FE"/>
    <w:rsid w:val="002626FF"/>
    <w:rsid w:val="002667C6"/>
    <w:rsid w:val="00270D3E"/>
    <w:rsid w:val="00270D92"/>
    <w:rsid w:val="00276162"/>
    <w:rsid w:val="002771DC"/>
    <w:rsid w:val="00280B30"/>
    <w:rsid w:val="00283552"/>
    <w:rsid w:val="0028362A"/>
    <w:rsid w:val="00286B17"/>
    <w:rsid w:val="00286EA9"/>
    <w:rsid w:val="002914AC"/>
    <w:rsid w:val="00291E96"/>
    <w:rsid w:val="002925DF"/>
    <w:rsid w:val="00292D9C"/>
    <w:rsid w:val="0029449A"/>
    <w:rsid w:val="0029500D"/>
    <w:rsid w:val="002950F3"/>
    <w:rsid w:val="00297239"/>
    <w:rsid w:val="002974C8"/>
    <w:rsid w:val="002A231B"/>
    <w:rsid w:val="002A4BA0"/>
    <w:rsid w:val="002A5AB4"/>
    <w:rsid w:val="002A6FD1"/>
    <w:rsid w:val="002B3075"/>
    <w:rsid w:val="002B32FE"/>
    <w:rsid w:val="002B5A5D"/>
    <w:rsid w:val="002C17AF"/>
    <w:rsid w:val="002C256B"/>
    <w:rsid w:val="002C2DF8"/>
    <w:rsid w:val="002C3029"/>
    <w:rsid w:val="002C337F"/>
    <w:rsid w:val="002C4069"/>
    <w:rsid w:val="002D0D34"/>
    <w:rsid w:val="002D46EF"/>
    <w:rsid w:val="002D4DD8"/>
    <w:rsid w:val="002D7540"/>
    <w:rsid w:val="002E2EFD"/>
    <w:rsid w:val="002E525F"/>
    <w:rsid w:val="002E6086"/>
    <w:rsid w:val="002E7FAF"/>
    <w:rsid w:val="002F0FC1"/>
    <w:rsid w:val="002F3858"/>
    <w:rsid w:val="002F45C0"/>
    <w:rsid w:val="002F49AB"/>
    <w:rsid w:val="003018BF"/>
    <w:rsid w:val="00301A6D"/>
    <w:rsid w:val="00302472"/>
    <w:rsid w:val="00307480"/>
    <w:rsid w:val="003079B1"/>
    <w:rsid w:val="00307E29"/>
    <w:rsid w:val="003128E3"/>
    <w:rsid w:val="003136A0"/>
    <w:rsid w:val="003205EF"/>
    <w:rsid w:val="00323DB2"/>
    <w:rsid w:val="00324874"/>
    <w:rsid w:val="003258B1"/>
    <w:rsid w:val="00325ACB"/>
    <w:rsid w:val="00326340"/>
    <w:rsid w:val="003278D6"/>
    <w:rsid w:val="00327E9E"/>
    <w:rsid w:val="003302BF"/>
    <w:rsid w:val="00330D0F"/>
    <w:rsid w:val="00340AF7"/>
    <w:rsid w:val="00341C75"/>
    <w:rsid w:val="003479C1"/>
    <w:rsid w:val="003519D0"/>
    <w:rsid w:val="0035553F"/>
    <w:rsid w:val="003567E4"/>
    <w:rsid w:val="00361381"/>
    <w:rsid w:val="00367743"/>
    <w:rsid w:val="0037108B"/>
    <w:rsid w:val="00374211"/>
    <w:rsid w:val="003768F2"/>
    <w:rsid w:val="00386E92"/>
    <w:rsid w:val="00394C69"/>
    <w:rsid w:val="003A2866"/>
    <w:rsid w:val="003A631C"/>
    <w:rsid w:val="003B225B"/>
    <w:rsid w:val="003B47B8"/>
    <w:rsid w:val="003B4CEA"/>
    <w:rsid w:val="003B696D"/>
    <w:rsid w:val="003C269F"/>
    <w:rsid w:val="003C4EBA"/>
    <w:rsid w:val="003C75E0"/>
    <w:rsid w:val="003D2639"/>
    <w:rsid w:val="003D55CC"/>
    <w:rsid w:val="003D5E6E"/>
    <w:rsid w:val="003E235A"/>
    <w:rsid w:val="003E452B"/>
    <w:rsid w:val="003E4C37"/>
    <w:rsid w:val="003E5655"/>
    <w:rsid w:val="003E6A65"/>
    <w:rsid w:val="003F0B21"/>
    <w:rsid w:val="003F109F"/>
    <w:rsid w:val="003F2F4D"/>
    <w:rsid w:val="003F3373"/>
    <w:rsid w:val="003F370B"/>
    <w:rsid w:val="003F5F48"/>
    <w:rsid w:val="00401199"/>
    <w:rsid w:val="004016F1"/>
    <w:rsid w:val="004018AB"/>
    <w:rsid w:val="00405694"/>
    <w:rsid w:val="004068EE"/>
    <w:rsid w:val="00410226"/>
    <w:rsid w:val="00410D07"/>
    <w:rsid w:val="00412BC7"/>
    <w:rsid w:val="00414909"/>
    <w:rsid w:val="00416D93"/>
    <w:rsid w:val="004171FD"/>
    <w:rsid w:val="0042567E"/>
    <w:rsid w:val="0043023E"/>
    <w:rsid w:val="00430F80"/>
    <w:rsid w:val="004310FE"/>
    <w:rsid w:val="00431CB5"/>
    <w:rsid w:val="00440810"/>
    <w:rsid w:val="00440EA0"/>
    <w:rsid w:val="00445DEC"/>
    <w:rsid w:val="004471C2"/>
    <w:rsid w:val="0045069A"/>
    <w:rsid w:val="004508E7"/>
    <w:rsid w:val="00455976"/>
    <w:rsid w:val="004560D9"/>
    <w:rsid w:val="004602E7"/>
    <w:rsid w:val="00462F31"/>
    <w:rsid w:val="00466EC0"/>
    <w:rsid w:val="00466F68"/>
    <w:rsid w:val="00474A43"/>
    <w:rsid w:val="00477DBA"/>
    <w:rsid w:val="004858D7"/>
    <w:rsid w:val="00492DAE"/>
    <w:rsid w:val="0049638F"/>
    <w:rsid w:val="00497CE7"/>
    <w:rsid w:val="004A3547"/>
    <w:rsid w:val="004A3ACD"/>
    <w:rsid w:val="004A477B"/>
    <w:rsid w:val="004A580B"/>
    <w:rsid w:val="004B6D13"/>
    <w:rsid w:val="004C1647"/>
    <w:rsid w:val="004C1A2F"/>
    <w:rsid w:val="004C3677"/>
    <w:rsid w:val="004C6BB2"/>
    <w:rsid w:val="004D0D35"/>
    <w:rsid w:val="004E09A3"/>
    <w:rsid w:val="004E0D8C"/>
    <w:rsid w:val="004E1709"/>
    <w:rsid w:val="004F023D"/>
    <w:rsid w:val="004F0EE5"/>
    <w:rsid w:val="004F193F"/>
    <w:rsid w:val="004F2315"/>
    <w:rsid w:val="004F5076"/>
    <w:rsid w:val="004F6353"/>
    <w:rsid w:val="004F74E8"/>
    <w:rsid w:val="00500E4E"/>
    <w:rsid w:val="0050102A"/>
    <w:rsid w:val="00507886"/>
    <w:rsid w:val="00510283"/>
    <w:rsid w:val="00512304"/>
    <w:rsid w:val="00512F93"/>
    <w:rsid w:val="00517494"/>
    <w:rsid w:val="00523846"/>
    <w:rsid w:val="00523C45"/>
    <w:rsid w:val="00524A79"/>
    <w:rsid w:val="0052664F"/>
    <w:rsid w:val="0053085E"/>
    <w:rsid w:val="00532A75"/>
    <w:rsid w:val="00532BAF"/>
    <w:rsid w:val="005351CA"/>
    <w:rsid w:val="00535750"/>
    <w:rsid w:val="00544245"/>
    <w:rsid w:val="0054451C"/>
    <w:rsid w:val="00545E4B"/>
    <w:rsid w:val="0054795C"/>
    <w:rsid w:val="00547F74"/>
    <w:rsid w:val="00550D7D"/>
    <w:rsid w:val="0055191B"/>
    <w:rsid w:val="00552BB9"/>
    <w:rsid w:val="005533DF"/>
    <w:rsid w:val="0055450E"/>
    <w:rsid w:val="00554A74"/>
    <w:rsid w:val="00556823"/>
    <w:rsid w:val="00560B43"/>
    <w:rsid w:val="005615B2"/>
    <w:rsid w:val="00562007"/>
    <w:rsid w:val="00562B0B"/>
    <w:rsid w:val="00563961"/>
    <w:rsid w:val="00567740"/>
    <w:rsid w:val="005707A9"/>
    <w:rsid w:val="0057525B"/>
    <w:rsid w:val="005762A0"/>
    <w:rsid w:val="00577166"/>
    <w:rsid w:val="0058194F"/>
    <w:rsid w:val="00582727"/>
    <w:rsid w:val="00582BB7"/>
    <w:rsid w:val="005842FB"/>
    <w:rsid w:val="00586B03"/>
    <w:rsid w:val="005873B6"/>
    <w:rsid w:val="00587AE1"/>
    <w:rsid w:val="005949BB"/>
    <w:rsid w:val="0059538A"/>
    <w:rsid w:val="00596F2E"/>
    <w:rsid w:val="00597229"/>
    <w:rsid w:val="0059761B"/>
    <w:rsid w:val="00597DEC"/>
    <w:rsid w:val="005B10D7"/>
    <w:rsid w:val="005B1117"/>
    <w:rsid w:val="005B12C8"/>
    <w:rsid w:val="005B1941"/>
    <w:rsid w:val="005B7A0E"/>
    <w:rsid w:val="005C0C5B"/>
    <w:rsid w:val="005C1AE2"/>
    <w:rsid w:val="005C4D01"/>
    <w:rsid w:val="005C4DA1"/>
    <w:rsid w:val="005C5C20"/>
    <w:rsid w:val="005C75C9"/>
    <w:rsid w:val="005D0061"/>
    <w:rsid w:val="005D1B3A"/>
    <w:rsid w:val="005D1FC2"/>
    <w:rsid w:val="005D255B"/>
    <w:rsid w:val="005D35AE"/>
    <w:rsid w:val="005D5214"/>
    <w:rsid w:val="005D60F1"/>
    <w:rsid w:val="005D691B"/>
    <w:rsid w:val="005E33B8"/>
    <w:rsid w:val="005E4BC9"/>
    <w:rsid w:val="005E6211"/>
    <w:rsid w:val="005E6261"/>
    <w:rsid w:val="005F0CF5"/>
    <w:rsid w:val="005F0D9F"/>
    <w:rsid w:val="005F1966"/>
    <w:rsid w:val="005F2169"/>
    <w:rsid w:val="005F348F"/>
    <w:rsid w:val="005F3746"/>
    <w:rsid w:val="005F5187"/>
    <w:rsid w:val="005F5C0F"/>
    <w:rsid w:val="00602F52"/>
    <w:rsid w:val="00606CD4"/>
    <w:rsid w:val="006159F7"/>
    <w:rsid w:val="0061651A"/>
    <w:rsid w:val="006247DE"/>
    <w:rsid w:val="00624983"/>
    <w:rsid w:val="0062529B"/>
    <w:rsid w:val="006260FD"/>
    <w:rsid w:val="00626D53"/>
    <w:rsid w:val="00626E10"/>
    <w:rsid w:val="00627B64"/>
    <w:rsid w:val="00630FED"/>
    <w:rsid w:val="006342C3"/>
    <w:rsid w:val="006369CB"/>
    <w:rsid w:val="00642407"/>
    <w:rsid w:val="00650BEA"/>
    <w:rsid w:val="00651D14"/>
    <w:rsid w:val="00652299"/>
    <w:rsid w:val="006540A1"/>
    <w:rsid w:val="006633A5"/>
    <w:rsid w:val="00663E02"/>
    <w:rsid w:val="00666B0E"/>
    <w:rsid w:val="00667D7E"/>
    <w:rsid w:val="006705A9"/>
    <w:rsid w:val="006745D8"/>
    <w:rsid w:val="0067621E"/>
    <w:rsid w:val="0068077E"/>
    <w:rsid w:val="006813B3"/>
    <w:rsid w:val="006824E8"/>
    <w:rsid w:val="00682959"/>
    <w:rsid w:val="00684CC7"/>
    <w:rsid w:val="006852C2"/>
    <w:rsid w:val="00685C82"/>
    <w:rsid w:val="00687AA6"/>
    <w:rsid w:val="0069101E"/>
    <w:rsid w:val="00691EE6"/>
    <w:rsid w:val="00694EED"/>
    <w:rsid w:val="00695731"/>
    <w:rsid w:val="006A140A"/>
    <w:rsid w:val="006A3379"/>
    <w:rsid w:val="006A4F7E"/>
    <w:rsid w:val="006A7584"/>
    <w:rsid w:val="006B00AF"/>
    <w:rsid w:val="006B0109"/>
    <w:rsid w:val="006C02AE"/>
    <w:rsid w:val="006C367B"/>
    <w:rsid w:val="006D4309"/>
    <w:rsid w:val="006D61C3"/>
    <w:rsid w:val="006D783E"/>
    <w:rsid w:val="006D7B82"/>
    <w:rsid w:val="006E15D6"/>
    <w:rsid w:val="006E358C"/>
    <w:rsid w:val="006E379E"/>
    <w:rsid w:val="006E4DDF"/>
    <w:rsid w:val="006E5DC7"/>
    <w:rsid w:val="006E6736"/>
    <w:rsid w:val="006E72DA"/>
    <w:rsid w:val="006E7FEF"/>
    <w:rsid w:val="006F3448"/>
    <w:rsid w:val="006F6EB8"/>
    <w:rsid w:val="00706A46"/>
    <w:rsid w:val="00710131"/>
    <w:rsid w:val="007134D8"/>
    <w:rsid w:val="0071415E"/>
    <w:rsid w:val="007149CA"/>
    <w:rsid w:val="0071510F"/>
    <w:rsid w:val="00721DB8"/>
    <w:rsid w:val="00725CC3"/>
    <w:rsid w:val="00726414"/>
    <w:rsid w:val="007307CA"/>
    <w:rsid w:val="00730F8E"/>
    <w:rsid w:val="00736BB5"/>
    <w:rsid w:val="00737E90"/>
    <w:rsid w:val="00742103"/>
    <w:rsid w:val="007433A2"/>
    <w:rsid w:val="00744E8A"/>
    <w:rsid w:val="00751465"/>
    <w:rsid w:val="00751B83"/>
    <w:rsid w:val="007539C4"/>
    <w:rsid w:val="00753D00"/>
    <w:rsid w:val="00757CCE"/>
    <w:rsid w:val="00761B5B"/>
    <w:rsid w:val="00763142"/>
    <w:rsid w:val="00764A9C"/>
    <w:rsid w:val="00766AB3"/>
    <w:rsid w:val="00771601"/>
    <w:rsid w:val="00771F40"/>
    <w:rsid w:val="00772029"/>
    <w:rsid w:val="00772D4B"/>
    <w:rsid w:val="00773E3C"/>
    <w:rsid w:val="00773EBD"/>
    <w:rsid w:val="007750C4"/>
    <w:rsid w:val="007751A7"/>
    <w:rsid w:val="007754A9"/>
    <w:rsid w:val="00785271"/>
    <w:rsid w:val="00787217"/>
    <w:rsid w:val="00790D46"/>
    <w:rsid w:val="00791277"/>
    <w:rsid w:val="0079620F"/>
    <w:rsid w:val="007A0B55"/>
    <w:rsid w:val="007A2C98"/>
    <w:rsid w:val="007A7935"/>
    <w:rsid w:val="007B0117"/>
    <w:rsid w:val="007B1904"/>
    <w:rsid w:val="007B29E3"/>
    <w:rsid w:val="007B3803"/>
    <w:rsid w:val="007B44B6"/>
    <w:rsid w:val="007C1A5D"/>
    <w:rsid w:val="007C45B6"/>
    <w:rsid w:val="007D20F8"/>
    <w:rsid w:val="007D75C3"/>
    <w:rsid w:val="007E4AF5"/>
    <w:rsid w:val="007F0728"/>
    <w:rsid w:val="007F0C62"/>
    <w:rsid w:val="007F1575"/>
    <w:rsid w:val="007F7005"/>
    <w:rsid w:val="007F7E3C"/>
    <w:rsid w:val="008001E9"/>
    <w:rsid w:val="0080020E"/>
    <w:rsid w:val="00802778"/>
    <w:rsid w:val="00802DCE"/>
    <w:rsid w:val="00802E08"/>
    <w:rsid w:val="00805A6B"/>
    <w:rsid w:val="008102C6"/>
    <w:rsid w:val="00816965"/>
    <w:rsid w:val="0081748A"/>
    <w:rsid w:val="00817912"/>
    <w:rsid w:val="008251DA"/>
    <w:rsid w:val="00825BFB"/>
    <w:rsid w:val="00826434"/>
    <w:rsid w:val="00827057"/>
    <w:rsid w:val="00831E22"/>
    <w:rsid w:val="00832EDE"/>
    <w:rsid w:val="008341A8"/>
    <w:rsid w:val="0083645A"/>
    <w:rsid w:val="00840676"/>
    <w:rsid w:val="00841856"/>
    <w:rsid w:val="008426F1"/>
    <w:rsid w:val="00843166"/>
    <w:rsid w:val="00844CC6"/>
    <w:rsid w:val="00853B2E"/>
    <w:rsid w:val="00853F0C"/>
    <w:rsid w:val="00855603"/>
    <w:rsid w:val="00856814"/>
    <w:rsid w:val="00857175"/>
    <w:rsid w:val="00860E85"/>
    <w:rsid w:val="00861F33"/>
    <w:rsid w:val="0086399D"/>
    <w:rsid w:val="008644D9"/>
    <w:rsid w:val="00865D0C"/>
    <w:rsid w:val="00866FE3"/>
    <w:rsid w:val="00867FE8"/>
    <w:rsid w:val="00871451"/>
    <w:rsid w:val="00871A64"/>
    <w:rsid w:val="008733A8"/>
    <w:rsid w:val="00873918"/>
    <w:rsid w:val="008822AC"/>
    <w:rsid w:val="00882FE6"/>
    <w:rsid w:val="00885BF2"/>
    <w:rsid w:val="00887427"/>
    <w:rsid w:val="00892813"/>
    <w:rsid w:val="008948A2"/>
    <w:rsid w:val="0089730A"/>
    <w:rsid w:val="008975FB"/>
    <w:rsid w:val="008A1A0E"/>
    <w:rsid w:val="008B190B"/>
    <w:rsid w:val="008B1FA4"/>
    <w:rsid w:val="008B5C81"/>
    <w:rsid w:val="008C205E"/>
    <w:rsid w:val="008C2195"/>
    <w:rsid w:val="008C500F"/>
    <w:rsid w:val="008C7962"/>
    <w:rsid w:val="008D1997"/>
    <w:rsid w:val="008D2C1E"/>
    <w:rsid w:val="008D42AD"/>
    <w:rsid w:val="008D55D3"/>
    <w:rsid w:val="008D704B"/>
    <w:rsid w:val="008E1B13"/>
    <w:rsid w:val="008E3161"/>
    <w:rsid w:val="008E3C50"/>
    <w:rsid w:val="008E4F76"/>
    <w:rsid w:val="008E5E09"/>
    <w:rsid w:val="008F018B"/>
    <w:rsid w:val="008F0B60"/>
    <w:rsid w:val="008F141F"/>
    <w:rsid w:val="008F1B3C"/>
    <w:rsid w:val="008F3C4A"/>
    <w:rsid w:val="008F4CE4"/>
    <w:rsid w:val="008F6805"/>
    <w:rsid w:val="00900D6C"/>
    <w:rsid w:val="0090181B"/>
    <w:rsid w:val="009034D5"/>
    <w:rsid w:val="0090493C"/>
    <w:rsid w:val="00904968"/>
    <w:rsid w:val="009109BD"/>
    <w:rsid w:val="009123D5"/>
    <w:rsid w:val="00913971"/>
    <w:rsid w:val="00915351"/>
    <w:rsid w:val="00915CE1"/>
    <w:rsid w:val="00920020"/>
    <w:rsid w:val="00920A54"/>
    <w:rsid w:val="00921401"/>
    <w:rsid w:val="009217B5"/>
    <w:rsid w:val="009217F5"/>
    <w:rsid w:val="00922518"/>
    <w:rsid w:val="00922995"/>
    <w:rsid w:val="00922BD5"/>
    <w:rsid w:val="0092385E"/>
    <w:rsid w:val="009264D1"/>
    <w:rsid w:val="00927CBA"/>
    <w:rsid w:val="00930696"/>
    <w:rsid w:val="00930814"/>
    <w:rsid w:val="009351BE"/>
    <w:rsid w:val="00936C21"/>
    <w:rsid w:val="00937912"/>
    <w:rsid w:val="00940381"/>
    <w:rsid w:val="00946CF0"/>
    <w:rsid w:val="00957961"/>
    <w:rsid w:val="00957DAF"/>
    <w:rsid w:val="00957F24"/>
    <w:rsid w:val="00961449"/>
    <w:rsid w:val="0096376D"/>
    <w:rsid w:val="00966071"/>
    <w:rsid w:val="009668C3"/>
    <w:rsid w:val="0096780E"/>
    <w:rsid w:val="00970F55"/>
    <w:rsid w:val="00972ABE"/>
    <w:rsid w:val="00976D53"/>
    <w:rsid w:val="00977310"/>
    <w:rsid w:val="00977C90"/>
    <w:rsid w:val="0098298B"/>
    <w:rsid w:val="00982C37"/>
    <w:rsid w:val="00987453"/>
    <w:rsid w:val="00987CFE"/>
    <w:rsid w:val="00992F9F"/>
    <w:rsid w:val="00993DFD"/>
    <w:rsid w:val="00994268"/>
    <w:rsid w:val="009943A3"/>
    <w:rsid w:val="0099614C"/>
    <w:rsid w:val="009A0597"/>
    <w:rsid w:val="009A0F07"/>
    <w:rsid w:val="009A15B3"/>
    <w:rsid w:val="009A47ED"/>
    <w:rsid w:val="009A61D8"/>
    <w:rsid w:val="009A6518"/>
    <w:rsid w:val="009B0F58"/>
    <w:rsid w:val="009C16C8"/>
    <w:rsid w:val="009C34EA"/>
    <w:rsid w:val="009C7867"/>
    <w:rsid w:val="009D08B1"/>
    <w:rsid w:val="009D3D56"/>
    <w:rsid w:val="009D4DE5"/>
    <w:rsid w:val="009D5DD8"/>
    <w:rsid w:val="009D6138"/>
    <w:rsid w:val="009E088E"/>
    <w:rsid w:val="009E41A7"/>
    <w:rsid w:val="009E4405"/>
    <w:rsid w:val="009E5A35"/>
    <w:rsid w:val="009F27D3"/>
    <w:rsid w:val="009F68A6"/>
    <w:rsid w:val="009F6F56"/>
    <w:rsid w:val="00A00B0E"/>
    <w:rsid w:val="00A042AF"/>
    <w:rsid w:val="00A051C0"/>
    <w:rsid w:val="00A06494"/>
    <w:rsid w:val="00A07300"/>
    <w:rsid w:val="00A075C0"/>
    <w:rsid w:val="00A1237D"/>
    <w:rsid w:val="00A21762"/>
    <w:rsid w:val="00A21ABF"/>
    <w:rsid w:val="00A2750F"/>
    <w:rsid w:val="00A532A6"/>
    <w:rsid w:val="00A53F84"/>
    <w:rsid w:val="00A54182"/>
    <w:rsid w:val="00A5527A"/>
    <w:rsid w:val="00A60834"/>
    <w:rsid w:val="00A62852"/>
    <w:rsid w:val="00A6399E"/>
    <w:rsid w:val="00A662A2"/>
    <w:rsid w:val="00A677D8"/>
    <w:rsid w:val="00A72785"/>
    <w:rsid w:val="00A75167"/>
    <w:rsid w:val="00A765F6"/>
    <w:rsid w:val="00A77194"/>
    <w:rsid w:val="00A8101C"/>
    <w:rsid w:val="00A82272"/>
    <w:rsid w:val="00A82F2C"/>
    <w:rsid w:val="00A844B0"/>
    <w:rsid w:val="00A865A0"/>
    <w:rsid w:val="00A92EFC"/>
    <w:rsid w:val="00A96615"/>
    <w:rsid w:val="00AA0154"/>
    <w:rsid w:val="00AA74AA"/>
    <w:rsid w:val="00AB13E0"/>
    <w:rsid w:val="00AB2983"/>
    <w:rsid w:val="00AB7A23"/>
    <w:rsid w:val="00AB7E7E"/>
    <w:rsid w:val="00AC0225"/>
    <w:rsid w:val="00AC0F2B"/>
    <w:rsid w:val="00AC1C30"/>
    <w:rsid w:val="00AC1CB9"/>
    <w:rsid w:val="00AC1F51"/>
    <w:rsid w:val="00AC67DD"/>
    <w:rsid w:val="00AC6ADA"/>
    <w:rsid w:val="00AC7B34"/>
    <w:rsid w:val="00AD2A14"/>
    <w:rsid w:val="00AD74C1"/>
    <w:rsid w:val="00AE284E"/>
    <w:rsid w:val="00AE3259"/>
    <w:rsid w:val="00AE3B23"/>
    <w:rsid w:val="00AE4265"/>
    <w:rsid w:val="00AE5091"/>
    <w:rsid w:val="00AE6356"/>
    <w:rsid w:val="00AE6804"/>
    <w:rsid w:val="00AF1DDB"/>
    <w:rsid w:val="00AF25C8"/>
    <w:rsid w:val="00AF5040"/>
    <w:rsid w:val="00AF587E"/>
    <w:rsid w:val="00B00753"/>
    <w:rsid w:val="00B007D8"/>
    <w:rsid w:val="00B01FAD"/>
    <w:rsid w:val="00B031D0"/>
    <w:rsid w:val="00B05F60"/>
    <w:rsid w:val="00B06213"/>
    <w:rsid w:val="00B07BE2"/>
    <w:rsid w:val="00B13709"/>
    <w:rsid w:val="00B17459"/>
    <w:rsid w:val="00B17A2B"/>
    <w:rsid w:val="00B20BA6"/>
    <w:rsid w:val="00B2151F"/>
    <w:rsid w:val="00B22D9D"/>
    <w:rsid w:val="00B24EBC"/>
    <w:rsid w:val="00B32838"/>
    <w:rsid w:val="00B32B13"/>
    <w:rsid w:val="00B34137"/>
    <w:rsid w:val="00B34378"/>
    <w:rsid w:val="00B3591A"/>
    <w:rsid w:val="00B35EB6"/>
    <w:rsid w:val="00B376AE"/>
    <w:rsid w:val="00B41E21"/>
    <w:rsid w:val="00B4227D"/>
    <w:rsid w:val="00B4249D"/>
    <w:rsid w:val="00B43AB3"/>
    <w:rsid w:val="00B458B4"/>
    <w:rsid w:val="00B45B69"/>
    <w:rsid w:val="00B5383C"/>
    <w:rsid w:val="00B55FE7"/>
    <w:rsid w:val="00B57744"/>
    <w:rsid w:val="00B616CC"/>
    <w:rsid w:val="00B70D7A"/>
    <w:rsid w:val="00B81530"/>
    <w:rsid w:val="00B820B1"/>
    <w:rsid w:val="00B87418"/>
    <w:rsid w:val="00B87B84"/>
    <w:rsid w:val="00B87DC5"/>
    <w:rsid w:val="00B90FDB"/>
    <w:rsid w:val="00B92799"/>
    <w:rsid w:val="00B949F8"/>
    <w:rsid w:val="00B94A24"/>
    <w:rsid w:val="00B94C40"/>
    <w:rsid w:val="00B97728"/>
    <w:rsid w:val="00BA22CD"/>
    <w:rsid w:val="00BA6DC0"/>
    <w:rsid w:val="00BA7268"/>
    <w:rsid w:val="00BA7658"/>
    <w:rsid w:val="00BB206D"/>
    <w:rsid w:val="00BB2BE0"/>
    <w:rsid w:val="00BB4C48"/>
    <w:rsid w:val="00BC75F8"/>
    <w:rsid w:val="00BC7944"/>
    <w:rsid w:val="00BD109D"/>
    <w:rsid w:val="00BD1C58"/>
    <w:rsid w:val="00BD1DE4"/>
    <w:rsid w:val="00BD20E5"/>
    <w:rsid w:val="00BD47A3"/>
    <w:rsid w:val="00BD69F0"/>
    <w:rsid w:val="00BD7495"/>
    <w:rsid w:val="00BE0E77"/>
    <w:rsid w:val="00BE49F5"/>
    <w:rsid w:val="00BE5504"/>
    <w:rsid w:val="00BE726C"/>
    <w:rsid w:val="00BE7BAE"/>
    <w:rsid w:val="00BF062D"/>
    <w:rsid w:val="00BF1BD7"/>
    <w:rsid w:val="00BF40DB"/>
    <w:rsid w:val="00BF6FFA"/>
    <w:rsid w:val="00BF716A"/>
    <w:rsid w:val="00BF7381"/>
    <w:rsid w:val="00C07BCD"/>
    <w:rsid w:val="00C1085F"/>
    <w:rsid w:val="00C123DE"/>
    <w:rsid w:val="00C13828"/>
    <w:rsid w:val="00C13905"/>
    <w:rsid w:val="00C16635"/>
    <w:rsid w:val="00C16FDD"/>
    <w:rsid w:val="00C17081"/>
    <w:rsid w:val="00C17824"/>
    <w:rsid w:val="00C17B79"/>
    <w:rsid w:val="00C22242"/>
    <w:rsid w:val="00C225D5"/>
    <w:rsid w:val="00C2282C"/>
    <w:rsid w:val="00C2542B"/>
    <w:rsid w:val="00C26D5F"/>
    <w:rsid w:val="00C27F65"/>
    <w:rsid w:val="00C31C7F"/>
    <w:rsid w:val="00C41EBF"/>
    <w:rsid w:val="00C435E5"/>
    <w:rsid w:val="00C43629"/>
    <w:rsid w:val="00C43C53"/>
    <w:rsid w:val="00C43F4A"/>
    <w:rsid w:val="00C444D3"/>
    <w:rsid w:val="00C44589"/>
    <w:rsid w:val="00C4616A"/>
    <w:rsid w:val="00C46AD4"/>
    <w:rsid w:val="00C50099"/>
    <w:rsid w:val="00C518CF"/>
    <w:rsid w:val="00C53368"/>
    <w:rsid w:val="00C55F57"/>
    <w:rsid w:val="00C55FD0"/>
    <w:rsid w:val="00C6074D"/>
    <w:rsid w:val="00C613AF"/>
    <w:rsid w:val="00C676DB"/>
    <w:rsid w:val="00C72082"/>
    <w:rsid w:val="00C7272F"/>
    <w:rsid w:val="00C728AD"/>
    <w:rsid w:val="00C74CBB"/>
    <w:rsid w:val="00C7691A"/>
    <w:rsid w:val="00C76E09"/>
    <w:rsid w:val="00C77C01"/>
    <w:rsid w:val="00C809C5"/>
    <w:rsid w:val="00C81D30"/>
    <w:rsid w:val="00C81DC1"/>
    <w:rsid w:val="00C83D37"/>
    <w:rsid w:val="00C86F01"/>
    <w:rsid w:val="00C91073"/>
    <w:rsid w:val="00C92C72"/>
    <w:rsid w:val="00C93842"/>
    <w:rsid w:val="00C94E48"/>
    <w:rsid w:val="00C968AA"/>
    <w:rsid w:val="00C96D74"/>
    <w:rsid w:val="00CA06E2"/>
    <w:rsid w:val="00CA2E3E"/>
    <w:rsid w:val="00CA4510"/>
    <w:rsid w:val="00CA50A9"/>
    <w:rsid w:val="00CB25B8"/>
    <w:rsid w:val="00CB4EC7"/>
    <w:rsid w:val="00CB515D"/>
    <w:rsid w:val="00CB6B53"/>
    <w:rsid w:val="00CB79B5"/>
    <w:rsid w:val="00CC197A"/>
    <w:rsid w:val="00CC1AEA"/>
    <w:rsid w:val="00CC1FF2"/>
    <w:rsid w:val="00CD06D5"/>
    <w:rsid w:val="00CD10CD"/>
    <w:rsid w:val="00CD2571"/>
    <w:rsid w:val="00CE103F"/>
    <w:rsid w:val="00CE132C"/>
    <w:rsid w:val="00CE2282"/>
    <w:rsid w:val="00CE4C09"/>
    <w:rsid w:val="00CE5B41"/>
    <w:rsid w:val="00CE5E84"/>
    <w:rsid w:val="00CF07B2"/>
    <w:rsid w:val="00CF153A"/>
    <w:rsid w:val="00CF27AB"/>
    <w:rsid w:val="00CF3D49"/>
    <w:rsid w:val="00CF4C85"/>
    <w:rsid w:val="00CF600B"/>
    <w:rsid w:val="00CF6CBB"/>
    <w:rsid w:val="00CF6FAF"/>
    <w:rsid w:val="00CF738C"/>
    <w:rsid w:val="00D03B2E"/>
    <w:rsid w:val="00D03DB4"/>
    <w:rsid w:val="00D0444D"/>
    <w:rsid w:val="00D14B02"/>
    <w:rsid w:val="00D176BE"/>
    <w:rsid w:val="00D17F81"/>
    <w:rsid w:val="00D228C0"/>
    <w:rsid w:val="00D24192"/>
    <w:rsid w:val="00D24E85"/>
    <w:rsid w:val="00D25CD0"/>
    <w:rsid w:val="00D263F4"/>
    <w:rsid w:val="00D26671"/>
    <w:rsid w:val="00D26EED"/>
    <w:rsid w:val="00D27753"/>
    <w:rsid w:val="00D27D6F"/>
    <w:rsid w:val="00D324A2"/>
    <w:rsid w:val="00D35BF6"/>
    <w:rsid w:val="00D35D22"/>
    <w:rsid w:val="00D420E7"/>
    <w:rsid w:val="00D47C2A"/>
    <w:rsid w:val="00D56FDD"/>
    <w:rsid w:val="00D57184"/>
    <w:rsid w:val="00D60386"/>
    <w:rsid w:val="00D62EB5"/>
    <w:rsid w:val="00D64801"/>
    <w:rsid w:val="00D707BC"/>
    <w:rsid w:val="00D74EDA"/>
    <w:rsid w:val="00D754ED"/>
    <w:rsid w:val="00D75A2D"/>
    <w:rsid w:val="00D75DEF"/>
    <w:rsid w:val="00D770DB"/>
    <w:rsid w:val="00D7777B"/>
    <w:rsid w:val="00D77809"/>
    <w:rsid w:val="00D8497D"/>
    <w:rsid w:val="00D90487"/>
    <w:rsid w:val="00D910FE"/>
    <w:rsid w:val="00D91448"/>
    <w:rsid w:val="00D93A5F"/>
    <w:rsid w:val="00D96F27"/>
    <w:rsid w:val="00DA05BF"/>
    <w:rsid w:val="00DA1BC9"/>
    <w:rsid w:val="00DA33E4"/>
    <w:rsid w:val="00DB2452"/>
    <w:rsid w:val="00DB5004"/>
    <w:rsid w:val="00DC003C"/>
    <w:rsid w:val="00DC080B"/>
    <w:rsid w:val="00DC1DD8"/>
    <w:rsid w:val="00DC6907"/>
    <w:rsid w:val="00DD2FBD"/>
    <w:rsid w:val="00DD6611"/>
    <w:rsid w:val="00DE09A9"/>
    <w:rsid w:val="00DE3B7C"/>
    <w:rsid w:val="00DE3CD0"/>
    <w:rsid w:val="00DE61DA"/>
    <w:rsid w:val="00DE7394"/>
    <w:rsid w:val="00DF1F49"/>
    <w:rsid w:val="00DF60AA"/>
    <w:rsid w:val="00DF66BC"/>
    <w:rsid w:val="00E0292D"/>
    <w:rsid w:val="00E05613"/>
    <w:rsid w:val="00E06780"/>
    <w:rsid w:val="00E0701B"/>
    <w:rsid w:val="00E1344F"/>
    <w:rsid w:val="00E141A1"/>
    <w:rsid w:val="00E15C33"/>
    <w:rsid w:val="00E22836"/>
    <w:rsid w:val="00E24A05"/>
    <w:rsid w:val="00E25DFA"/>
    <w:rsid w:val="00E30F4D"/>
    <w:rsid w:val="00E416DE"/>
    <w:rsid w:val="00E4172E"/>
    <w:rsid w:val="00E4180D"/>
    <w:rsid w:val="00E44078"/>
    <w:rsid w:val="00E45E73"/>
    <w:rsid w:val="00E54319"/>
    <w:rsid w:val="00E5537F"/>
    <w:rsid w:val="00E55793"/>
    <w:rsid w:val="00E55FDF"/>
    <w:rsid w:val="00E573FE"/>
    <w:rsid w:val="00E6389C"/>
    <w:rsid w:val="00E6760A"/>
    <w:rsid w:val="00E67635"/>
    <w:rsid w:val="00E70CE7"/>
    <w:rsid w:val="00E7290D"/>
    <w:rsid w:val="00E73EC2"/>
    <w:rsid w:val="00E75945"/>
    <w:rsid w:val="00E8058B"/>
    <w:rsid w:val="00E8187D"/>
    <w:rsid w:val="00E8386F"/>
    <w:rsid w:val="00E85254"/>
    <w:rsid w:val="00E90368"/>
    <w:rsid w:val="00E90DEF"/>
    <w:rsid w:val="00E91F95"/>
    <w:rsid w:val="00E93710"/>
    <w:rsid w:val="00E95CA1"/>
    <w:rsid w:val="00E9725D"/>
    <w:rsid w:val="00E97329"/>
    <w:rsid w:val="00EA0128"/>
    <w:rsid w:val="00EA1765"/>
    <w:rsid w:val="00EA18F8"/>
    <w:rsid w:val="00EA5D49"/>
    <w:rsid w:val="00EA7327"/>
    <w:rsid w:val="00EB1FD1"/>
    <w:rsid w:val="00EB1FF8"/>
    <w:rsid w:val="00EC0B92"/>
    <w:rsid w:val="00EC0D49"/>
    <w:rsid w:val="00EC3FDB"/>
    <w:rsid w:val="00EC64DC"/>
    <w:rsid w:val="00ED343A"/>
    <w:rsid w:val="00ED7CC8"/>
    <w:rsid w:val="00EE0A9F"/>
    <w:rsid w:val="00EE4323"/>
    <w:rsid w:val="00EE79D6"/>
    <w:rsid w:val="00EF3596"/>
    <w:rsid w:val="00EF39DD"/>
    <w:rsid w:val="00EF47F2"/>
    <w:rsid w:val="00EF5775"/>
    <w:rsid w:val="00F05416"/>
    <w:rsid w:val="00F05B6A"/>
    <w:rsid w:val="00F0625E"/>
    <w:rsid w:val="00F0731D"/>
    <w:rsid w:val="00F104ED"/>
    <w:rsid w:val="00F11BAE"/>
    <w:rsid w:val="00F120E1"/>
    <w:rsid w:val="00F21F96"/>
    <w:rsid w:val="00F22E7B"/>
    <w:rsid w:val="00F22EFE"/>
    <w:rsid w:val="00F24C66"/>
    <w:rsid w:val="00F25BF1"/>
    <w:rsid w:val="00F27177"/>
    <w:rsid w:val="00F27D7F"/>
    <w:rsid w:val="00F30AE1"/>
    <w:rsid w:val="00F30C85"/>
    <w:rsid w:val="00F30F3A"/>
    <w:rsid w:val="00F30FD7"/>
    <w:rsid w:val="00F311E9"/>
    <w:rsid w:val="00F3159F"/>
    <w:rsid w:val="00F362DE"/>
    <w:rsid w:val="00F47289"/>
    <w:rsid w:val="00F52439"/>
    <w:rsid w:val="00F52484"/>
    <w:rsid w:val="00F52957"/>
    <w:rsid w:val="00F55169"/>
    <w:rsid w:val="00F55C24"/>
    <w:rsid w:val="00F608D5"/>
    <w:rsid w:val="00F61FD6"/>
    <w:rsid w:val="00F62E00"/>
    <w:rsid w:val="00F6394A"/>
    <w:rsid w:val="00F65226"/>
    <w:rsid w:val="00F674D1"/>
    <w:rsid w:val="00F677A4"/>
    <w:rsid w:val="00F7085D"/>
    <w:rsid w:val="00F70F38"/>
    <w:rsid w:val="00F723AB"/>
    <w:rsid w:val="00F73542"/>
    <w:rsid w:val="00F7382D"/>
    <w:rsid w:val="00F8302A"/>
    <w:rsid w:val="00F83256"/>
    <w:rsid w:val="00F866FB"/>
    <w:rsid w:val="00F87A0A"/>
    <w:rsid w:val="00F901C1"/>
    <w:rsid w:val="00F91D87"/>
    <w:rsid w:val="00F943A4"/>
    <w:rsid w:val="00FA1548"/>
    <w:rsid w:val="00FA1758"/>
    <w:rsid w:val="00FA3358"/>
    <w:rsid w:val="00FA5783"/>
    <w:rsid w:val="00FB0133"/>
    <w:rsid w:val="00FB1D11"/>
    <w:rsid w:val="00FB1E6A"/>
    <w:rsid w:val="00FB33B3"/>
    <w:rsid w:val="00FB4328"/>
    <w:rsid w:val="00FC57F8"/>
    <w:rsid w:val="00FD045A"/>
    <w:rsid w:val="00FD1981"/>
    <w:rsid w:val="00FD3755"/>
    <w:rsid w:val="00FD3B9A"/>
    <w:rsid w:val="00FD424A"/>
    <w:rsid w:val="00FD53A5"/>
    <w:rsid w:val="00FD5DBC"/>
    <w:rsid w:val="00FD7AEA"/>
    <w:rsid w:val="00FE01DE"/>
    <w:rsid w:val="00FE18A2"/>
    <w:rsid w:val="00FE311D"/>
    <w:rsid w:val="00FE5C5F"/>
    <w:rsid w:val="00FF0CC7"/>
    <w:rsid w:val="00FF110D"/>
    <w:rsid w:val="00FF48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3D55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4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12"/>
    <w:lsdException w:name="toc 7" w:uiPriority="12"/>
    <w:lsdException w:name="toc 8" w:uiPriority="12"/>
    <w:lsdException w:name="toc 9" w:uiPriority="12"/>
    <w:lsdException w:name="footnote text" w:uiPriority="0" w:qFormat="1"/>
    <w:lsdException w:name="header" w:uiPriority="79"/>
    <w:lsdException w:name="footer" w:uiPriority="79"/>
    <w:lsdException w:name="caption" w:uiPriority="34"/>
    <w:lsdException w:name="footnote reference" w:uiPriority="0" w:qFormat="1"/>
    <w:lsdException w:name="List Bullet" w:uiPriority="19"/>
    <w:lsdException w:name="List Number" w:semiHidden="0" w:uiPriority="14" w:unhideWhenUsed="0"/>
    <w:lsdException w:name="List Bullet 2" w:uiPriority="19"/>
    <w:lsdException w:name="List Bullet 3" w:uiPriority="19"/>
    <w:lsdException w:name="List Bullet 4" w:uiPriority="19"/>
    <w:lsdException w:name="List Bullet 5" w:uiPriority="19"/>
    <w:lsdException w:name="List Number 2" w:uiPriority="14"/>
    <w:lsdException w:name="List Number 3" w:uiPriority="14"/>
    <w:lsdException w:name="List Number 4" w:uiPriority="14"/>
    <w:lsdException w:name="List Number 5" w:uiPriority="14"/>
    <w:lsdException w:name="Title" w:semiHidden="0" w:uiPriority="10" w:unhideWhenUsed="0" w:qFormat="1"/>
    <w:lsdException w:name="Default Paragraph Font" w:uiPriority="1"/>
    <w:lsdException w:name="List Continue" w:uiPriority="24"/>
    <w:lsdException w:name="List Continue 2" w:uiPriority="24"/>
    <w:lsdException w:name="List Continue 3" w:uiPriority="24"/>
    <w:lsdException w:name="List Continue 4" w:semiHidden="0" w:uiPriority="24" w:unhideWhenUsed="0"/>
    <w:lsdException w:name="List Continue 5" w:semiHidden="0" w:uiPriority="24" w:unhideWhenUsed="0"/>
    <w:lsdException w:name="Message Header" w:semiHidden="0" w:unhideWhenUsed="0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7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iPriority="49" w:unhideWhenUsed="0" w:qFormat="1"/>
    <w:lsdException w:name="Intense Reference" w:semiHidden="0" w:uiPriority="49" w:unhideWhenUsed="0" w:qFormat="1"/>
    <w:lsdException w:name="Book Title" w:semiHidden="0" w:unhideWhenUsed="0"/>
    <w:lsdException w:name="TOC Heading" w:uiPriority="49" w:qFormat="1"/>
  </w:latentStyles>
  <w:style w:type="paragraph" w:default="1" w:styleId="a2">
    <w:name w:val="Normal"/>
    <w:uiPriority w:val="4"/>
    <w:qFormat/>
    <w:rsid w:val="00E22836"/>
    <w:pPr>
      <w:spacing w:before="120" w:after="120" w:line="360" w:lineRule="auto"/>
      <w:ind w:firstLine="851"/>
      <w:jc w:val="both"/>
    </w:pPr>
    <w:rPr>
      <w:rFonts w:ascii="Times New Roman" w:hAnsi="Times New Roman"/>
      <w:sz w:val="28"/>
    </w:rPr>
  </w:style>
  <w:style w:type="paragraph" w:styleId="1">
    <w:name w:val="heading 1"/>
    <w:basedOn w:val="a2"/>
    <w:next w:val="a2"/>
    <w:link w:val="10"/>
    <w:uiPriority w:val="9"/>
    <w:qFormat/>
    <w:rsid w:val="00B90FDB"/>
    <w:pPr>
      <w:keepNext/>
      <w:keepLines/>
      <w:pageBreakBefore/>
      <w:numPr>
        <w:numId w:val="2"/>
      </w:numPr>
      <w:tabs>
        <w:tab w:val="clear" w:pos="851"/>
        <w:tab w:val="left" w:pos="1701"/>
      </w:tabs>
      <w:spacing w:before="0" w:after="360" w:line="240" w:lineRule="auto"/>
      <w:ind w:left="1702"/>
      <w:outlineLvl w:val="0"/>
    </w:pPr>
    <w:rPr>
      <w:rFonts w:eastAsiaTheme="majorEastAsia" w:cstheme="majorBidi"/>
      <w:b/>
      <w:bCs/>
      <w:caps/>
      <w:szCs w:val="28"/>
    </w:rPr>
  </w:style>
  <w:style w:type="paragraph" w:styleId="20">
    <w:name w:val="heading 2"/>
    <w:basedOn w:val="a2"/>
    <w:next w:val="a2"/>
    <w:link w:val="22"/>
    <w:uiPriority w:val="9"/>
    <w:qFormat/>
    <w:rsid w:val="001E4108"/>
    <w:pPr>
      <w:keepNext/>
      <w:keepLines/>
      <w:numPr>
        <w:ilvl w:val="1"/>
        <w:numId w:val="8"/>
      </w:numPr>
      <w:tabs>
        <w:tab w:val="clear" w:pos="851"/>
        <w:tab w:val="left" w:pos="1701"/>
      </w:tabs>
      <w:spacing w:before="360" w:after="360" w:line="240" w:lineRule="auto"/>
      <w:ind w:left="1702"/>
      <w:outlineLvl w:val="1"/>
    </w:pPr>
    <w:rPr>
      <w:rFonts w:eastAsiaTheme="majorEastAsia" w:cstheme="majorBidi"/>
      <w:b/>
      <w:bCs/>
      <w:szCs w:val="26"/>
    </w:rPr>
  </w:style>
  <w:style w:type="paragraph" w:styleId="30">
    <w:name w:val="heading 3"/>
    <w:basedOn w:val="a2"/>
    <w:next w:val="a2"/>
    <w:link w:val="31"/>
    <w:uiPriority w:val="9"/>
    <w:qFormat/>
    <w:rsid w:val="003E4C37"/>
    <w:pPr>
      <w:keepNext/>
      <w:keepLines/>
      <w:numPr>
        <w:ilvl w:val="2"/>
        <w:numId w:val="8"/>
      </w:numPr>
      <w:tabs>
        <w:tab w:val="clear" w:pos="851"/>
        <w:tab w:val="left" w:pos="1701"/>
      </w:tabs>
      <w:spacing w:before="360" w:after="360" w:line="240" w:lineRule="auto"/>
      <w:ind w:left="1702"/>
      <w:outlineLvl w:val="2"/>
    </w:pPr>
    <w:rPr>
      <w:rFonts w:eastAsiaTheme="majorEastAsia" w:cstheme="majorBidi"/>
      <w:b/>
      <w:bCs/>
    </w:rPr>
  </w:style>
  <w:style w:type="paragraph" w:styleId="40">
    <w:name w:val="heading 4"/>
    <w:basedOn w:val="a2"/>
    <w:next w:val="a2"/>
    <w:link w:val="41"/>
    <w:uiPriority w:val="9"/>
    <w:qFormat/>
    <w:rsid w:val="00E93710"/>
    <w:pPr>
      <w:keepNext/>
      <w:keepLines/>
      <w:numPr>
        <w:ilvl w:val="3"/>
        <w:numId w:val="8"/>
      </w:numPr>
      <w:tabs>
        <w:tab w:val="clear" w:pos="1134"/>
        <w:tab w:val="left" w:pos="1985"/>
      </w:tabs>
      <w:spacing w:before="360" w:after="360" w:line="240" w:lineRule="auto"/>
      <w:ind w:left="1985"/>
      <w:outlineLvl w:val="3"/>
    </w:pPr>
    <w:rPr>
      <w:rFonts w:eastAsiaTheme="majorEastAsia" w:cstheme="majorBidi"/>
      <w:bCs/>
      <w:iCs/>
    </w:rPr>
  </w:style>
  <w:style w:type="paragraph" w:styleId="50">
    <w:name w:val="heading 5"/>
    <w:basedOn w:val="a2"/>
    <w:next w:val="a2"/>
    <w:link w:val="51"/>
    <w:uiPriority w:val="9"/>
    <w:qFormat/>
    <w:rsid w:val="00544245"/>
    <w:pPr>
      <w:keepNext/>
      <w:keepLines/>
      <w:numPr>
        <w:ilvl w:val="4"/>
        <w:numId w:val="8"/>
      </w:numPr>
      <w:tabs>
        <w:tab w:val="clear" w:pos="1134"/>
        <w:tab w:val="left" w:pos="2268"/>
      </w:tabs>
      <w:spacing w:before="360" w:after="360" w:line="240" w:lineRule="auto"/>
      <w:ind w:left="2269" w:hanging="1418"/>
      <w:outlineLvl w:val="4"/>
    </w:pPr>
    <w:rPr>
      <w:rFonts w:eastAsiaTheme="majorEastAsia" w:cstheme="majorBidi"/>
    </w:rPr>
  </w:style>
  <w:style w:type="paragraph" w:styleId="6">
    <w:name w:val="heading 6"/>
    <w:basedOn w:val="a2"/>
    <w:next w:val="a2"/>
    <w:link w:val="60"/>
    <w:uiPriority w:val="9"/>
    <w:semiHidden/>
    <w:qFormat/>
    <w:rsid w:val="00A75167"/>
    <w:pPr>
      <w:keepNext/>
      <w:keepLines/>
      <w:numPr>
        <w:ilvl w:val="5"/>
        <w:numId w:val="8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qFormat/>
    <w:rsid w:val="00A75167"/>
    <w:pPr>
      <w:keepNext/>
      <w:keepLines/>
      <w:numPr>
        <w:ilvl w:val="6"/>
        <w:numId w:val="8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2"/>
    <w:next w:val="a2"/>
    <w:link w:val="80"/>
    <w:uiPriority w:val="9"/>
    <w:semiHidden/>
    <w:qFormat/>
    <w:rsid w:val="00A75167"/>
    <w:pPr>
      <w:keepNext/>
      <w:keepLines/>
      <w:numPr>
        <w:ilvl w:val="7"/>
        <w:numId w:val="8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2"/>
    <w:next w:val="a2"/>
    <w:link w:val="90"/>
    <w:uiPriority w:val="9"/>
    <w:semiHidden/>
    <w:qFormat/>
    <w:rsid w:val="00A75167"/>
    <w:pPr>
      <w:keepNext/>
      <w:keepLines/>
      <w:numPr>
        <w:ilvl w:val="8"/>
        <w:numId w:val="8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uiPriority w:val="9"/>
    <w:rsid w:val="00B90FDB"/>
    <w:rPr>
      <w:rFonts w:ascii="Times New Roman" w:eastAsiaTheme="majorEastAsia" w:hAnsi="Times New Roman" w:cstheme="majorBidi"/>
      <w:b/>
      <w:bCs/>
      <w:caps/>
      <w:sz w:val="28"/>
      <w:szCs w:val="28"/>
    </w:rPr>
  </w:style>
  <w:style w:type="paragraph" w:styleId="a6">
    <w:name w:val="Document Map"/>
    <w:basedOn w:val="a2"/>
    <w:link w:val="a7"/>
    <w:uiPriority w:val="99"/>
    <w:semiHidden/>
    <w:unhideWhenUsed/>
    <w:rsid w:val="008C500F"/>
    <w:pPr>
      <w:spacing w:after="0"/>
    </w:pPr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3"/>
    <w:link w:val="a6"/>
    <w:uiPriority w:val="99"/>
    <w:semiHidden/>
    <w:rsid w:val="008C500F"/>
    <w:rPr>
      <w:rFonts w:ascii="Tahoma" w:hAnsi="Tahoma" w:cs="Tahoma"/>
      <w:sz w:val="16"/>
      <w:szCs w:val="16"/>
    </w:rPr>
  </w:style>
  <w:style w:type="character" w:customStyle="1" w:styleId="22">
    <w:name w:val="Заголовок 2 Знак"/>
    <w:basedOn w:val="a3"/>
    <w:link w:val="20"/>
    <w:uiPriority w:val="9"/>
    <w:rsid w:val="001E4108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31">
    <w:name w:val="Заголовок 3 Знак"/>
    <w:basedOn w:val="a3"/>
    <w:link w:val="30"/>
    <w:uiPriority w:val="9"/>
    <w:rsid w:val="003E4C37"/>
    <w:rPr>
      <w:rFonts w:ascii="Times New Roman" w:eastAsiaTheme="majorEastAsia" w:hAnsi="Times New Roman" w:cstheme="majorBidi"/>
      <w:b/>
      <w:bCs/>
      <w:sz w:val="28"/>
    </w:rPr>
  </w:style>
  <w:style w:type="character" w:customStyle="1" w:styleId="41">
    <w:name w:val="Заголовок 4 Знак"/>
    <w:basedOn w:val="a3"/>
    <w:link w:val="40"/>
    <w:uiPriority w:val="9"/>
    <w:rsid w:val="00E93710"/>
    <w:rPr>
      <w:rFonts w:ascii="Times New Roman" w:eastAsiaTheme="majorEastAsia" w:hAnsi="Times New Roman" w:cstheme="majorBidi"/>
      <w:bCs/>
      <w:iCs/>
      <w:sz w:val="28"/>
    </w:rPr>
  </w:style>
  <w:style w:type="character" w:customStyle="1" w:styleId="51">
    <w:name w:val="Заголовок 5 Знак"/>
    <w:basedOn w:val="a3"/>
    <w:link w:val="50"/>
    <w:uiPriority w:val="9"/>
    <w:rsid w:val="00544245"/>
    <w:rPr>
      <w:rFonts w:ascii="Times New Roman" w:eastAsiaTheme="majorEastAsia" w:hAnsi="Times New Roman" w:cstheme="majorBidi"/>
      <w:sz w:val="28"/>
    </w:rPr>
  </w:style>
  <w:style w:type="character" w:customStyle="1" w:styleId="60">
    <w:name w:val="Заголовок 6 Знак"/>
    <w:basedOn w:val="a3"/>
    <w:link w:val="6"/>
    <w:uiPriority w:val="9"/>
    <w:semiHidden/>
    <w:rsid w:val="008C500F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character" w:customStyle="1" w:styleId="70">
    <w:name w:val="Заголовок 7 Знак"/>
    <w:basedOn w:val="a3"/>
    <w:link w:val="7"/>
    <w:uiPriority w:val="9"/>
    <w:semiHidden/>
    <w:rsid w:val="008C500F"/>
    <w:rPr>
      <w:rFonts w:asciiTheme="majorHAnsi" w:eastAsiaTheme="majorEastAsia" w:hAnsiTheme="majorHAnsi" w:cstheme="majorBidi"/>
      <w:i/>
      <w:iCs/>
      <w:color w:val="404040" w:themeColor="text1" w:themeTint="BF"/>
      <w:sz w:val="28"/>
    </w:rPr>
  </w:style>
  <w:style w:type="character" w:customStyle="1" w:styleId="80">
    <w:name w:val="Заголовок 8 Знак"/>
    <w:basedOn w:val="a3"/>
    <w:link w:val="8"/>
    <w:uiPriority w:val="9"/>
    <w:semiHidden/>
    <w:rsid w:val="008C500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3"/>
    <w:link w:val="9"/>
    <w:uiPriority w:val="9"/>
    <w:semiHidden/>
    <w:rsid w:val="008C500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0">
    <w:name w:val="List Bullet"/>
    <w:basedOn w:val="a2"/>
    <w:link w:val="a8"/>
    <w:uiPriority w:val="19"/>
    <w:rsid w:val="002D0D34"/>
    <w:pPr>
      <w:numPr>
        <w:numId w:val="4"/>
      </w:numPr>
      <w:ind w:left="1248"/>
    </w:pPr>
  </w:style>
  <w:style w:type="paragraph" w:styleId="21">
    <w:name w:val="List Bullet 2"/>
    <w:basedOn w:val="a2"/>
    <w:uiPriority w:val="19"/>
    <w:rsid w:val="00CC1AEA"/>
    <w:pPr>
      <w:numPr>
        <w:numId w:val="10"/>
      </w:numPr>
      <w:ind w:left="1644" w:hanging="397"/>
    </w:pPr>
  </w:style>
  <w:style w:type="paragraph" w:styleId="a9">
    <w:name w:val="TOC Heading"/>
    <w:basedOn w:val="1"/>
    <w:next w:val="a2"/>
    <w:uiPriority w:val="49"/>
    <w:qFormat/>
    <w:rsid w:val="00FD045A"/>
    <w:pPr>
      <w:numPr>
        <w:numId w:val="0"/>
      </w:numPr>
      <w:tabs>
        <w:tab w:val="clear" w:pos="1701"/>
      </w:tabs>
      <w:spacing w:after="480"/>
      <w:jc w:val="center"/>
      <w:outlineLvl w:val="9"/>
    </w:pPr>
  </w:style>
  <w:style w:type="paragraph" w:styleId="11">
    <w:name w:val="toc 1"/>
    <w:basedOn w:val="a2"/>
    <w:next w:val="a2"/>
    <w:autoRedefine/>
    <w:uiPriority w:val="39"/>
    <w:rsid w:val="00E4172E"/>
    <w:pPr>
      <w:tabs>
        <w:tab w:val="left" w:pos="851"/>
        <w:tab w:val="right" w:leader="dot" w:pos="9356"/>
      </w:tabs>
      <w:spacing w:after="60"/>
      <w:ind w:left="851" w:right="1134" w:hanging="851"/>
    </w:pPr>
    <w:rPr>
      <w:b/>
    </w:rPr>
  </w:style>
  <w:style w:type="paragraph" w:styleId="23">
    <w:name w:val="toc 2"/>
    <w:basedOn w:val="a2"/>
    <w:next w:val="a2"/>
    <w:autoRedefine/>
    <w:uiPriority w:val="39"/>
    <w:rsid w:val="002215B0"/>
    <w:pPr>
      <w:tabs>
        <w:tab w:val="left" w:pos="851"/>
        <w:tab w:val="right" w:leader="dot" w:pos="9356"/>
      </w:tabs>
      <w:spacing w:before="60" w:after="60"/>
      <w:ind w:left="851" w:right="1134" w:hanging="851"/>
    </w:pPr>
  </w:style>
  <w:style w:type="paragraph" w:styleId="32">
    <w:name w:val="toc 3"/>
    <w:basedOn w:val="a2"/>
    <w:next w:val="a2"/>
    <w:autoRedefine/>
    <w:uiPriority w:val="39"/>
    <w:rsid w:val="00E4172E"/>
    <w:pPr>
      <w:tabs>
        <w:tab w:val="left" w:pos="851"/>
        <w:tab w:val="right" w:leader="dot" w:pos="9356"/>
      </w:tabs>
      <w:spacing w:before="60" w:after="60"/>
      <w:ind w:left="851" w:right="1134" w:hanging="851"/>
    </w:pPr>
  </w:style>
  <w:style w:type="character" w:styleId="aa">
    <w:name w:val="Hyperlink"/>
    <w:basedOn w:val="a3"/>
    <w:uiPriority w:val="99"/>
    <w:rsid w:val="00D60386"/>
    <w:rPr>
      <w:i w:val="0"/>
      <w:color w:val="1F497D" w:themeColor="text2"/>
      <w:u w:val="single"/>
    </w:rPr>
  </w:style>
  <w:style w:type="paragraph" w:styleId="3">
    <w:name w:val="List Bullet 3"/>
    <w:basedOn w:val="a2"/>
    <w:uiPriority w:val="19"/>
    <w:rsid w:val="001B4A95"/>
    <w:pPr>
      <w:numPr>
        <w:ilvl w:val="2"/>
        <w:numId w:val="4"/>
      </w:numPr>
      <w:ind w:left="2041"/>
    </w:pPr>
  </w:style>
  <w:style w:type="paragraph" w:styleId="4">
    <w:name w:val="List Bullet 4"/>
    <w:basedOn w:val="a2"/>
    <w:uiPriority w:val="19"/>
    <w:rsid w:val="00244A10"/>
    <w:pPr>
      <w:numPr>
        <w:ilvl w:val="3"/>
        <w:numId w:val="4"/>
      </w:numPr>
      <w:ind w:left="2438"/>
    </w:pPr>
  </w:style>
  <w:style w:type="paragraph" w:styleId="5">
    <w:name w:val="List Bullet 5"/>
    <w:basedOn w:val="a2"/>
    <w:uiPriority w:val="19"/>
    <w:rsid w:val="00244A10"/>
    <w:pPr>
      <w:numPr>
        <w:ilvl w:val="4"/>
        <w:numId w:val="4"/>
      </w:numPr>
      <w:ind w:left="2835"/>
    </w:pPr>
  </w:style>
  <w:style w:type="paragraph" w:styleId="a">
    <w:name w:val="List Number"/>
    <w:basedOn w:val="a2"/>
    <w:uiPriority w:val="14"/>
    <w:rsid w:val="00D7777B"/>
    <w:pPr>
      <w:numPr>
        <w:numId w:val="15"/>
      </w:numPr>
    </w:pPr>
  </w:style>
  <w:style w:type="paragraph" w:styleId="2">
    <w:name w:val="List Number 2"/>
    <w:basedOn w:val="a2"/>
    <w:uiPriority w:val="14"/>
    <w:semiHidden/>
    <w:rsid w:val="008C500F"/>
    <w:pPr>
      <w:numPr>
        <w:numId w:val="5"/>
      </w:numPr>
      <w:tabs>
        <w:tab w:val="left" w:pos="794"/>
      </w:tabs>
    </w:pPr>
  </w:style>
  <w:style w:type="paragraph" w:styleId="ab">
    <w:name w:val="List Continue"/>
    <w:basedOn w:val="a2"/>
    <w:uiPriority w:val="24"/>
    <w:rsid w:val="00244A10"/>
    <w:pPr>
      <w:ind w:left="1247" w:firstLine="0"/>
    </w:pPr>
  </w:style>
  <w:style w:type="paragraph" w:styleId="24">
    <w:name w:val="List Continue 2"/>
    <w:basedOn w:val="a2"/>
    <w:uiPriority w:val="24"/>
    <w:rsid w:val="0010249E"/>
    <w:pPr>
      <w:ind w:left="1644" w:firstLine="0"/>
    </w:pPr>
  </w:style>
  <w:style w:type="paragraph" w:styleId="ac">
    <w:name w:val="Message Header"/>
    <w:basedOn w:val="a2"/>
    <w:link w:val="ad"/>
    <w:uiPriority w:val="99"/>
    <w:semiHidden/>
    <w:rsid w:val="008C500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ad">
    <w:name w:val="Шапка Знак"/>
    <w:basedOn w:val="a3"/>
    <w:link w:val="ac"/>
    <w:uiPriority w:val="99"/>
    <w:semiHidden/>
    <w:rsid w:val="008C500F"/>
    <w:rPr>
      <w:rFonts w:asciiTheme="majorHAnsi" w:eastAsiaTheme="majorEastAsia" w:hAnsiTheme="majorHAnsi" w:cstheme="majorBidi"/>
      <w:sz w:val="28"/>
      <w:szCs w:val="24"/>
      <w:shd w:val="pct20" w:color="auto" w:fill="auto"/>
    </w:rPr>
  </w:style>
  <w:style w:type="table" w:styleId="ae">
    <w:name w:val="Table Grid"/>
    <w:basedOn w:val="a4"/>
    <w:uiPriority w:val="59"/>
    <w:rsid w:val="008C50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name w:val="Сетка таблицы по умолчанию"/>
    <w:basedOn w:val="a4"/>
    <w:uiPriority w:val="99"/>
    <w:qFormat/>
    <w:rsid w:val="008C500F"/>
    <w:pPr>
      <w:spacing w:after="0" w:line="240" w:lineRule="auto"/>
    </w:pPr>
    <w:rPr>
      <w:rFonts w:ascii="Times New Roman" w:hAnsi="Times New Roman"/>
      <w:sz w:val="40"/>
    </w:rPr>
    <w:tblPr>
      <w:tblInd w:w="57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0" w:type="dxa"/>
        <w:left w:w="57" w:type="dxa"/>
        <w:bottom w:w="0" w:type="dxa"/>
        <w:right w:w="57" w:type="dxa"/>
      </w:tblCellMar>
    </w:tblPr>
    <w:tblStylePr w:type="firstRow">
      <w:pPr>
        <w:jc w:val="center"/>
      </w:pPr>
      <w:rPr>
        <w:rFonts w:ascii="Times New Roman" w:hAnsi="Times New Roman"/>
        <w:b/>
        <w:sz w:val="24"/>
      </w:rPr>
      <w:tblPr/>
      <w:trPr>
        <w:tblHeader/>
      </w:trPr>
      <w:tcPr>
        <w:shd w:val="clear" w:color="auto" w:fill="F2F2F2" w:themeFill="background1" w:themeFillShade="F2"/>
        <w:vAlign w:val="center"/>
      </w:tcPr>
    </w:tblStylePr>
  </w:style>
  <w:style w:type="table" w:customStyle="1" w:styleId="12">
    <w:name w:val="Светлый список1"/>
    <w:basedOn w:val="a4"/>
    <w:uiPriority w:val="61"/>
    <w:rsid w:val="008C50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af0">
    <w:name w:val="Title"/>
    <w:basedOn w:val="a2"/>
    <w:next w:val="a2"/>
    <w:link w:val="af1"/>
    <w:uiPriority w:val="10"/>
    <w:qFormat/>
    <w:rsid w:val="008C500F"/>
    <w:pPr>
      <w:spacing w:before="240" w:after="240" w:line="240" w:lineRule="auto"/>
      <w:ind w:firstLine="0"/>
      <w:jc w:val="center"/>
    </w:pPr>
    <w:rPr>
      <w:rFonts w:eastAsiaTheme="majorEastAsia" w:cstheme="majorBidi"/>
      <w:b/>
      <w:caps/>
      <w:spacing w:val="5"/>
      <w:kern w:val="28"/>
      <w:szCs w:val="52"/>
    </w:rPr>
  </w:style>
  <w:style w:type="character" w:customStyle="1" w:styleId="af1">
    <w:name w:val="Название Знак"/>
    <w:basedOn w:val="a3"/>
    <w:link w:val="af0"/>
    <w:uiPriority w:val="10"/>
    <w:rsid w:val="008C500F"/>
    <w:rPr>
      <w:rFonts w:ascii="Times New Roman" w:eastAsiaTheme="majorEastAsia" w:hAnsi="Times New Roman" w:cstheme="majorBidi"/>
      <w:b/>
      <w:caps/>
      <w:spacing w:val="5"/>
      <w:kern w:val="28"/>
      <w:sz w:val="28"/>
      <w:szCs w:val="52"/>
    </w:rPr>
  </w:style>
  <w:style w:type="paragraph" w:styleId="af2">
    <w:name w:val="caption"/>
    <w:basedOn w:val="a2"/>
    <w:next w:val="a2"/>
    <w:link w:val="af3"/>
    <w:uiPriority w:val="34"/>
    <w:rsid w:val="00F3159F"/>
    <w:pPr>
      <w:keepNext/>
      <w:spacing w:before="240" w:after="60" w:line="240" w:lineRule="auto"/>
      <w:ind w:firstLine="0"/>
      <w:jc w:val="left"/>
    </w:pPr>
    <w:rPr>
      <w:b/>
      <w:bCs/>
      <w:sz w:val="24"/>
      <w:szCs w:val="18"/>
    </w:rPr>
  </w:style>
  <w:style w:type="paragraph" w:styleId="af4">
    <w:name w:val="Subtitle"/>
    <w:next w:val="a2"/>
    <w:link w:val="af5"/>
    <w:uiPriority w:val="11"/>
    <w:qFormat/>
    <w:rsid w:val="00F8302A"/>
    <w:pPr>
      <w:numPr>
        <w:ilvl w:val="1"/>
      </w:numPr>
      <w:spacing w:before="60" w:after="60" w:line="240" w:lineRule="auto"/>
      <w:jc w:val="center"/>
    </w:pPr>
    <w:rPr>
      <w:rFonts w:ascii="Times New Roman" w:eastAsiaTheme="majorEastAsia" w:hAnsi="Times New Roman" w:cstheme="majorBidi"/>
      <w:b/>
      <w:iCs/>
      <w:sz w:val="28"/>
      <w:szCs w:val="24"/>
    </w:rPr>
  </w:style>
  <w:style w:type="character" w:styleId="af6">
    <w:name w:val="endnote reference"/>
    <w:basedOn w:val="a3"/>
    <w:uiPriority w:val="99"/>
    <w:semiHidden/>
    <w:rsid w:val="008C500F"/>
    <w:rPr>
      <w:vertAlign w:val="superscript"/>
    </w:rPr>
  </w:style>
  <w:style w:type="character" w:customStyle="1" w:styleId="af5">
    <w:name w:val="Подзаголовок Знак"/>
    <w:basedOn w:val="a3"/>
    <w:link w:val="af4"/>
    <w:uiPriority w:val="11"/>
    <w:rsid w:val="00F8302A"/>
    <w:rPr>
      <w:rFonts w:ascii="Times New Roman" w:eastAsiaTheme="majorEastAsia" w:hAnsi="Times New Roman" w:cstheme="majorBidi"/>
      <w:b/>
      <w:iCs/>
      <w:sz w:val="28"/>
      <w:szCs w:val="24"/>
    </w:rPr>
  </w:style>
  <w:style w:type="character" w:styleId="af7">
    <w:name w:val="annotation reference"/>
    <w:basedOn w:val="a3"/>
    <w:uiPriority w:val="99"/>
    <w:semiHidden/>
    <w:rsid w:val="008C500F"/>
    <w:rPr>
      <w:sz w:val="16"/>
      <w:szCs w:val="16"/>
    </w:rPr>
  </w:style>
  <w:style w:type="character" w:styleId="af8">
    <w:name w:val="footnote reference"/>
    <w:basedOn w:val="a3"/>
    <w:qFormat/>
    <w:rsid w:val="008C500F"/>
    <w:rPr>
      <w:vertAlign w:val="superscript"/>
    </w:rPr>
  </w:style>
  <w:style w:type="paragraph" w:styleId="af9">
    <w:name w:val="table of figures"/>
    <w:basedOn w:val="a2"/>
    <w:next w:val="a2"/>
    <w:uiPriority w:val="99"/>
    <w:semiHidden/>
    <w:rsid w:val="008C500F"/>
    <w:pPr>
      <w:spacing w:after="0"/>
    </w:pPr>
  </w:style>
  <w:style w:type="paragraph" w:styleId="afa">
    <w:name w:val="Signature"/>
    <w:basedOn w:val="a2"/>
    <w:link w:val="afb"/>
    <w:uiPriority w:val="99"/>
    <w:semiHidden/>
    <w:rsid w:val="008C500F"/>
    <w:pPr>
      <w:spacing w:after="0"/>
      <w:ind w:left="4252"/>
    </w:pPr>
  </w:style>
  <w:style w:type="character" w:customStyle="1" w:styleId="afb">
    <w:name w:val="Подпись Знак"/>
    <w:basedOn w:val="a3"/>
    <w:link w:val="afa"/>
    <w:uiPriority w:val="99"/>
    <w:semiHidden/>
    <w:rsid w:val="008C500F"/>
    <w:rPr>
      <w:rFonts w:ascii="Times New Roman" w:hAnsi="Times New Roman"/>
      <w:sz w:val="28"/>
    </w:rPr>
  </w:style>
  <w:style w:type="paragraph" w:customStyle="1" w:styleId="afc">
    <w:name w:val="Обычный по центру"/>
    <w:basedOn w:val="a2"/>
    <w:uiPriority w:val="4"/>
    <w:qFormat/>
    <w:rsid w:val="007B44B6"/>
    <w:pPr>
      <w:ind w:firstLine="0"/>
      <w:jc w:val="center"/>
    </w:pPr>
  </w:style>
  <w:style w:type="paragraph" w:customStyle="1" w:styleId="afd">
    <w:name w:val="Обычный по правому краю"/>
    <w:basedOn w:val="a2"/>
    <w:uiPriority w:val="4"/>
    <w:qFormat/>
    <w:rsid w:val="007B44B6"/>
    <w:pPr>
      <w:ind w:firstLine="0"/>
      <w:jc w:val="right"/>
    </w:pPr>
  </w:style>
  <w:style w:type="paragraph" w:styleId="afe">
    <w:name w:val="annotation subject"/>
    <w:basedOn w:val="a2"/>
    <w:next w:val="afc"/>
    <w:link w:val="aff"/>
    <w:uiPriority w:val="99"/>
    <w:semiHidden/>
    <w:rsid w:val="00060851"/>
    <w:pPr>
      <w:pBdr>
        <w:top w:val="single" w:sz="4" w:space="2" w:color="auto"/>
        <w:left w:val="single" w:sz="4" w:space="2" w:color="auto"/>
        <w:bottom w:val="single" w:sz="4" w:space="2" w:color="auto"/>
        <w:right w:val="single" w:sz="4" w:space="2" w:color="auto"/>
      </w:pBdr>
      <w:shd w:val="clear" w:color="auto" w:fill="D9D9D9" w:themeFill="background1" w:themeFillShade="D9"/>
    </w:pPr>
    <w:rPr>
      <w:b/>
      <w:bCs/>
      <w:szCs w:val="20"/>
    </w:rPr>
  </w:style>
  <w:style w:type="character" w:customStyle="1" w:styleId="aff">
    <w:name w:val="Тема примечания Знак"/>
    <w:basedOn w:val="a3"/>
    <w:link w:val="afe"/>
    <w:uiPriority w:val="99"/>
    <w:semiHidden/>
    <w:rsid w:val="00060851"/>
    <w:rPr>
      <w:b/>
      <w:bCs/>
    </w:rPr>
  </w:style>
  <w:style w:type="paragraph" w:styleId="aff0">
    <w:name w:val="Block Text"/>
    <w:basedOn w:val="a2"/>
    <w:uiPriority w:val="99"/>
    <w:semiHidden/>
    <w:rsid w:val="008C500F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aff1">
    <w:name w:val="List"/>
    <w:basedOn w:val="a2"/>
    <w:uiPriority w:val="99"/>
    <w:semiHidden/>
    <w:rsid w:val="008C500F"/>
    <w:pPr>
      <w:ind w:left="283" w:hanging="283"/>
      <w:contextualSpacing/>
    </w:pPr>
  </w:style>
  <w:style w:type="paragraph" w:styleId="aff2">
    <w:name w:val="List Paragraph"/>
    <w:basedOn w:val="a2"/>
    <w:uiPriority w:val="99"/>
    <w:semiHidden/>
    <w:qFormat/>
    <w:rsid w:val="008C500F"/>
    <w:pPr>
      <w:ind w:left="720"/>
      <w:contextualSpacing/>
    </w:pPr>
  </w:style>
  <w:style w:type="paragraph" w:styleId="aff3">
    <w:name w:val="header"/>
    <w:basedOn w:val="a2"/>
    <w:link w:val="aff4"/>
    <w:uiPriority w:val="79"/>
    <w:rsid w:val="00097CD3"/>
    <w:pPr>
      <w:spacing w:before="0" w:after="0" w:line="240" w:lineRule="auto"/>
      <w:ind w:firstLine="0"/>
      <w:contextualSpacing/>
      <w:jc w:val="center"/>
    </w:pPr>
  </w:style>
  <w:style w:type="paragraph" w:styleId="aff5">
    <w:name w:val="Balloon Text"/>
    <w:basedOn w:val="a2"/>
    <w:link w:val="aff6"/>
    <w:uiPriority w:val="99"/>
    <w:semiHidden/>
    <w:unhideWhenUsed/>
    <w:rsid w:val="008C500F"/>
    <w:pPr>
      <w:spacing w:after="0"/>
    </w:pPr>
    <w:rPr>
      <w:rFonts w:ascii="Tahoma" w:hAnsi="Tahoma" w:cs="Tahoma"/>
      <w:sz w:val="16"/>
      <w:szCs w:val="16"/>
    </w:rPr>
  </w:style>
  <w:style w:type="character" w:customStyle="1" w:styleId="aff6">
    <w:name w:val="Текст выноски Знак"/>
    <w:basedOn w:val="a3"/>
    <w:link w:val="aff5"/>
    <w:uiPriority w:val="99"/>
    <w:semiHidden/>
    <w:rsid w:val="008C500F"/>
    <w:rPr>
      <w:rFonts w:ascii="Tahoma" w:hAnsi="Tahoma" w:cs="Tahoma"/>
      <w:sz w:val="16"/>
      <w:szCs w:val="16"/>
    </w:rPr>
  </w:style>
  <w:style w:type="character" w:customStyle="1" w:styleId="aff4">
    <w:name w:val="Верхний колонтитул Знак"/>
    <w:basedOn w:val="a3"/>
    <w:link w:val="aff3"/>
    <w:uiPriority w:val="79"/>
    <w:rsid w:val="00097CD3"/>
    <w:rPr>
      <w:rFonts w:ascii="Times New Roman" w:hAnsi="Times New Roman"/>
      <w:sz w:val="28"/>
    </w:rPr>
  </w:style>
  <w:style w:type="character" w:styleId="aff7">
    <w:name w:val="Placeholder Text"/>
    <w:basedOn w:val="a3"/>
    <w:uiPriority w:val="99"/>
    <w:semiHidden/>
    <w:rsid w:val="008C500F"/>
    <w:rPr>
      <w:color w:val="808080"/>
    </w:rPr>
  </w:style>
  <w:style w:type="paragraph" w:styleId="aff8">
    <w:name w:val="footer"/>
    <w:basedOn w:val="a2"/>
    <w:link w:val="aff9"/>
    <w:uiPriority w:val="79"/>
    <w:rsid w:val="00CF6CBB"/>
    <w:pPr>
      <w:spacing w:after="0" w:line="240" w:lineRule="auto"/>
      <w:ind w:firstLine="0"/>
      <w:jc w:val="center"/>
    </w:pPr>
  </w:style>
  <w:style w:type="character" w:customStyle="1" w:styleId="aff9">
    <w:name w:val="Нижний колонтитул Знак"/>
    <w:basedOn w:val="a3"/>
    <w:link w:val="aff8"/>
    <w:uiPriority w:val="79"/>
    <w:rsid w:val="00CF6CBB"/>
    <w:rPr>
      <w:rFonts w:ascii="Times New Roman" w:hAnsi="Times New Roman"/>
      <w:sz w:val="28"/>
    </w:rPr>
  </w:style>
  <w:style w:type="paragraph" w:customStyle="1" w:styleId="affa">
    <w:name w:val="Текст таблицы по центру"/>
    <w:basedOn w:val="a2"/>
    <w:uiPriority w:val="39"/>
    <w:qFormat/>
    <w:rsid w:val="003D5E6E"/>
    <w:pPr>
      <w:spacing w:before="40" w:after="40" w:line="240" w:lineRule="auto"/>
      <w:ind w:firstLine="0"/>
      <w:jc w:val="center"/>
    </w:pPr>
  </w:style>
  <w:style w:type="paragraph" w:customStyle="1" w:styleId="affb">
    <w:name w:val="Текст таблицы по левому краю"/>
    <w:basedOn w:val="a2"/>
    <w:uiPriority w:val="39"/>
    <w:qFormat/>
    <w:rsid w:val="003D5E6E"/>
    <w:pPr>
      <w:spacing w:before="40" w:after="40" w:line="240" w:lineRule="auto"/>
      <w:ind w:firstLine="0"/>
      <w:jc w:val="left"/>
    </w:pPr>
  </w:style>
  <w:style w:type="paragraph" w:styleId="affc">
    <w:name w:val="No Spacing"/>
    <w:uiPriority w:val="79"/>
    <w:semiHidden/>
    <w:qFormat/>
    <w:rsid w:val="008C500F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affd">
    <w:name w:val="Body Text"/>
    <w:basedOn w:val="a2"/>
    <w:link w:val="affe"/>
    <w:uiPriority w:val="99"/>
    <w:semiHidden/>
    <w:rsid w:val="008C500F"/>
  </w:style>
  <w:style w:type="character" w:customStyle="1" w:styleId="affe">
    <w:name w:val="Основной текст Знак"/>
    <w:basedOn w:val="a3"/>
    <w:link w:val="affd"/>
    <w:uiPriority w:val="99"/>
    <w:semiHidden/>
    <w:rsid w:val="008C500F"/>
    <w:rPr>
      <w:rFonts w:ascii="Times New Roman" w:hAnsi="Times New Roman"/>
      <w:sz w:val="28"/>
    </w:rPr>
  </w:style>
  <w:style w:type="character" w:styleId="afff">
    <w:name w:val="Subtle Reference"/>
    <w:basedOn w:val="a3"/>
    <w:uiPriority w:val="49"/>
    <w:semiHidden/>
    <w:qFormat/>
    <w:rsid w:val="008C500F"/>
    <w:rPr>
      <w:smallCaps/>
      <w:color w:val="C0504D" w:themeColor="accent2"/>
      <w:u w:val="single"/>
    </w:rPr>
  </w:style>
  <w:style w:type="paragraph" w:styleId="25">
    <w:name w:val="Body Text 2"/>
    <w:basedOn w:val="a2"/>
    <w:link w:val="26"/>
    <w:uiPriority w:val="99"/>
    <w:semiHidden/>
    <w:rsid w:val="008C500F"/>
    <w:pPr>
      <w:spacing w:line="480" w:lineRule="auto"/>
    </w:pPr>
  </w:style>
  <w:style w:type="character" w:customStyle="1" w:styleId="26">
    <w:name w:val="Основной текст 2 Знак"/>
    <w:basedOn w:val="a3"/>
    <w:link w:val="25"/>
    <w:uiPriority w:val="99"/>
    <w:semiHidden/>
    <w:rsid w:val="008C500F"/>
    <w:rPr>
      <w:rFonts w:ascii="Times New Roman" w:hAnsi="Times New Roman"/>
      <w:sz w:val="28"/>
    </w:rPr>
  </w:style>
  <w:style w:type="paragraph" w:styleId="33">
    <w:name w:val="Body Text 3"/>
    <w:basedOn w:val="a2"/>
    <w:link w:val="34"/>
    <w:uiPriority w:val="99"/>
    <w:semiHidden/>
    <w:rsid w:val="008C500F"/>
    <w:rPr>
      <w:sz w:val="16"/>
      <w:szCs w:val="16"/>
    </w:rPr>
  </w:style>
  <w:style w:type="character" w:customStyle="1" w:styleId="34">
    <w:name w:val="Основной текст 3 Знак"/>
    <w:basedOn w:val="a3"/>
    <w:link w:val="33"/>
    <w:uiPriority w:val="99"/>
    <w:semiHidden/>
    <w:rsid w:val="008C500F"/>
    <w:rPr>
      <w:rFonts w:ascii="Times New Roman" w:hAnsi="Times New Roman"/>
      <w:sz w:val="16"/>
      <w:szCs w:val="16"/>
    </w:rPr>
  </w:style>
  <w:style w:type="paragraph" w:styleId="afff0">
    <w:name w:val="Body Text Indent"/>
    <w:basedOn w:val="a2"/>
    <w:link w:val="afff1"/>
    <w:uiPriority w:val="99"/>
    <w:semiHidden/>
    <w:rsid w:val="008C500F"/>
    <w:pPr>
      <w:ind w:left="283"/>
    </w:pPr>
  </w:style>
  <w:style w:type="character" w:customStyle="1" w:styleId="afff1">
    <w:name w:val="Основной текст с отступом Знак"/>
    <w:basedOn w:val="a3"/>
    <w:link w:val="afff0"/>
    <w:uiPriority w:val="99"/>
    <w:semiHidden/>
    <w:rsid w:val="008C500F"/>
    <w:rPr>
      <w:rFonts w:ascii="Times New Roman" w:hAnsi="Times New Roman"/>
      <w:sz w:val="28"/>
    </w:rPr>
  </w:style>
  <w:style w:type="paragraph" w:styleId="27">
    <w:name w:val="Body Text Indent 2"/>
    <w:basedOn w:val="a2"/>
    <w:link w:val="28"/>
    <w:uiPriority w:val="99"/>
    <w:semiHidden/>
    <w:rsid w:val="008C500F"/>
    <w:pPr>
      <w:spacing w:line="480" w:lineRule="auto"/>
      <w:ind w:left="283"/>
    </w:pPr>
  </w:style>
  <w:style w:type="character" w:customStyle="1" w:styleId="28">
    <w:name w:val="Основной текст с отступом 2 Знак"/>
    <w:basedOn w:val="a3"/>
    <w:link w:val="27"/>
    <w:uiPriority w:val="99"/>
    <w:semiHidden/>
    <w:rsid w:val="008C500F"/>
    <w:rPr>
      <w:rFonts w:ascii="Times New Roman" w:hAnsi="Times New Roman"/>
      <w:sz w:val="28"/>
    </w:rPr>
  </w:style>
  <w:style w:type="paragraph" w:styleId="35">
    <w:name w:val="Body Text Indent 3"/>
    <w:basedOn w:val="a2"/>
    <w:link w:val="36"/>
    <w:uiPriority w:val="99"/>
    <w:semiHidden/>
    <w:rsid w:val="008C500F"/>
    <w:pPr>
      <w:ind w:left="283"/>
    </w:pPr>
    <w:rPr>
      <w:sz w:val="16"/>
      <w:szCs w:val="16"/>
    </w:rPr>
  </w:style>
  <w:style w:type="character" w:customStyle="1" w:styleId="36">
    <w:name w:val="Основной текст с отступом 3 Знак"/>
    <w:basedOn w:val="a3"/>
    <w:link w:val="35"/>
    <w:uiPriority w:val="99"/>
    <w:semiHidden/>
    <w:rsid w:val="008C500F"/>
    <w:rPr>
      <w:rFonts w:ascii="Times New Roman" w:hAnsi="Times New Roman"/>
      <w:sz w:val="16"/>
      <w:szCs w:val="16"/>
    </w:rPr>
  </w:style>
  <w:style w:type="paragraph" w:styleId="37">
    <w:name w:val="List Continue 3"/>
    <w:basedOn w:val="a2"/>
    <w:uiPriority w:val="24"/>
    <w:rsid w:val="004310FE"/>
    <w:pPr>
      <w:ind w:left="2041" w:firstLine="0"/>
    </w:pPr>
  </w:style>
  <w:style w:type="paragraph" w:styleId="42">
    <w:name w:val="List Continue 4"/>
    <w:basedOn w:val="a2"/>
    <w:uiPriority w:val="24"/>
    <w:rsid w:val="00B05F60"/>
    <w:pPr>
      <w:ind w:left="2438" w:firstLine="0"/>
    </w:pPr>
  </w:style>
  <w:style w:type="paragraph" w:styleId="52">
    <w:name w:val="List Continue 5"/>
    <w:basedOn w:val="a2"/>
    <w:uiPriority w:val="24"/>
    <w:rsid w:val="00D03B2E"/>
    <w:pPr>
      <w:ind w:left="2835" w:firstLine="0"/>
    </w:pPr>
  </w:style>
  <w:style w:type="character" w:styleId="afff2">
    <w:name w:val="Intense Reference"/>
    <w:basedOn w:val="a3"/>
    <w:uiPriority w:val="49"/>
    <w:semiHidden/>
    <w:qFormat/>
    <w:rsid w:val="008C500F"/>
    <w:rPr>
      <w:b/>
      <w:bCs/>
      <w:smallCaps/>
      <w:color w:val="C0504D" w:themeColor="accent2"/>
      <w:spacing w:val="5"/>
      <w:u w:val="single"/>
    </w:rPr>
  </w:style>
  <w:style w:type="paragraph" w:styleId="afff3">
    <w:name w:val="footnote text"/>
    <w:basedOn w:val="a2"/>
    <w:link w:val="afff4"/>
    <w:unhideWhenUsed/>
    <w:qFormat/>
    <w:rsid w:val="008C500F"/>
    <w:pPr>
      <w:spacing w:after="0"/>
    </w:pPr>
    <w:rPr>
      <w:sz w:val="20"/>
      <w:szCs w:val="20"/>
    </w:rPr>
  </w:style>
  <w:style w:type="character" w:customStyle="1" w:styleId="afff4">
    <w:name w:val="Текст сноски Знак"/>
    <w:basedOn w:val="a3"/>
    <w:link w:val="afff3"/>
    <w:qFormat/>
    <w:rsid w:val="008C500F"/>
    <w:rPr>
      <w:rFonts w:ascii="Times New Roman" w:hAnsi="Times New Roman"/>
      <w:sz w:val="20"/>
      <w:szCs w:val="20"/>
    </w:rPr>
  </w:style>
  <w:style w:type="character" w:styleId="afff5">
    <w:name w:val="Subtle Emphasis"/>
    <w:basedOn w:val="a3"/>
    <w:uiPriority w:val="99"/>
    <w:semiHidden/>
    <w:qFormat/>
    <w:rsid w:val="008C500F"/>
    <w:rPr>
      <w:i/>
      <w:iCs/>
      <w:color w:val="808080" w:themeColor="text1" w:themeTint="7F"/>
    </w:rPr>
  </w:style>
  <w:style w:type="paragraph" w:customStyle="1" w:styleId="afff6">
    <w:name w:val="Текст таблицы по правому краю"/>
    <w:basedOn w:val="affb"/>
    <w:uiPriority w:val="39"/>
    <w:qFormat/>
    <w:rsid w:val="003D5E6E"/>
    <w:pPr>
      <w:jc w:val="right"/>
    </w:pPr>
  </w:style>
  <w:style w:type="character" w:customStyle="1" w:styleId="afff7">
    <w:name w:val="Полужирный"/>
    <w:uiPriority w:val="1"/>
    <w:rsid w:val="008C500F"/>
    <w:rPr>
      <w:b/>
    </w:rPr>
  </w:style>
  <w:style w:type="character" w:customStyle="1" w:styleId="afff8">
    <w:name w:val="Курсив"/>
    <w:uiPriority w:val="2"/>
    <w:qFormat/>
    <w:rsid w:val="008C500F"/>
    <w:rPr>
      <w:i/>
    </w:rPr>
  </w:style>
  <w:style w:type="character" w:customStyle="1" w:styleId="afff9">
    <w:name w:val="Исходный код"/>
    <w:uiPriority w:val="3"/>
    <w:qFormat/>
    <w:rsid w:val="009C7867"/>
    <w:rPr>
      <w:rFonts w:ascii="Courier New" w:hAnsi="Courier New"/>
      <w:sz w:val="22"/>
    </w:rPr>
  </w:style>
  <w:style w:type="paragraph" w:customStyle="1" w:styleId="13">
    <w:name w:val="Заголовок 1 без нумерации"/>
    <w:basedOn w:val="a2"/>
    <w:next w:val="a2"/>
    <w:uiPriority w:val="8"/>
    <w:qFormat/>
    <w:rsid w:val="00F22E7B"/>
    <w:pPr>
      <w:keepNext/>
      <w:keepLines/>
      <w:spacing w:before="240" w:after="240" w:line="240" w:lineRule="auto"/>
      <w:ind w:firstLine="0"/>
      <w:jc w:val="center"/>
      <w:outlineLvl w:val="0"/>
    </w:pPr>
    <w:rPr>
      <w:b/>
      <w:caps/>
    </w:rPr>
  </w:style>
  <w:style w:type="table" w:customStyle="1" w:styleId="afffa">
    <w:name w:val="Сокращения"/>
    <w:aliases w:val="термины,определения"/>
    <w:basedOn w:val="a4"/>
    <w:uiPriority w:val="99"/>
    <w:qFormat/>
    <w:rsid w:val="008C500F"/>
    <w:pPr>
      <w:spacing w:after="0" w:line="240" w:lineRule="auto"/>
    </w:pPr>
    <w:rPr>
      <w:rFonts w:ascii="Times New Roman" w:hAnsi="Times New Roman"/>
      <w:sz w:val="24"/>
    </w:rPr>
    <w:tblPr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57" w:type="dxa"/>
        <w:bottom w:w="0" w:type="dxa"/>
        <w:right w:w="57" w:type="dxa"/>
      </w:tblCellMar>
    </w:tblPr>
  </w:style>
  <w:style w:type="paragraph" w:customStyle="1" w:styleId="afffb">
    <w:name w:val="Обычный (шаблон)"/>
    <w:basedOn w:val="a2"/>
    <w:uiPriority w:val="59"/>
    <w:rsid w:val="008C500F"/>
    <w:rPr>
      <w:color w:val="4F81BD" w:themeColor="accent1"/>
    </w:rPr>
  </w:style>
  <w:style w:type="table" w:styleId="-3">
    <w:name w:val="Light Grid Accent 3"/>
    <w:basedOn w:val="a4"/>
    <w:uiPriority w:val="62"/>
    <w:rsid w:val="008C50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6">
    <w:name w:val="Light Grid Accent 6"/>
    <w:basedOn w:val="a4"/>
    <w:uiPriority w:val="62"/>
    <w:rsid w:val="008C50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-5">
    <w:name w:val="Light Grid Accent 5"/>
    <w:basedOn w:val="a4"/>
    <w:uiPriority w:val="62"/>
    <w:rsid w:val="008C50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4">
    <w:name w:val="Light Grid Accent 4"/>
    <w:basedOn w:val="a4"/>
    <w:uiPriority w:val="62"/>
    <w:rsid w:val="008C50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paragraph" w:customStyle="1" w:styleId="a1">
    <w:name w:val="Маркированный список (шаблон)"/>
    <w:basedOn w:val="a0"/>
    <w:uiPriority w:val="59"/>
    <w:rsid w:val="00602F52"/>
    <w:pPr>
      <w:numPr>
        <w:numId w:val="7"/>
      </w:numPr>
      <w:ind w:left="1248" w:hanging="397"/>
    </w:pPr>
    <w:rPr>
      <w:color w:val="4F81BD" w:themeColor="accent1"/>
    </w:rPr>
  </w:style>
  <w:style w:type="paragraph" w:customStyle="1" w:styleId="-0">
    <w:name w:val="Текст таблицы - маркированный список"/>
    <w:basedOn w:val="a2"/>
    <w:uiPriority w:val="40"/>
    <w:qFormat/>
    <w:rsid w:val="003D5E6E"/>
    <w:pPr>
      <w:numPr>
        <w:numId w:val="6"/>
      </w:numPr>
      <w:tabs>
        <w:tab w:val="left" w:pos="397"/>
      </w:tabs>
      <w:spacing w:before="40" w:after="40" w:line="240" w:lineRule="auto"/>
      <w:ind w:left="397" w:hanging="397"/>
      <w:jc w:val="left"/>
    </w:pPr>
  </w:style>
  <w:style w:type="paragraph" w:customStyle="1" w:styleId="afffc">
    <w:name w:val="Объект"/>
    <w:basedOn w:val="a2"/>
    <w:uiPriority w:val="34"/>
    <w:semiHidden/>
    <w:qFormat/>
    <w:rsid w:val="008C500F"/>
    <w:pPr>
      <w:spacing w:line="240" w:lineRule="auto"/>
      <w:ind w:firstLine="0"/>
    </w:pPr>
  </w:style>
  <w:style w:type="paragraph" w:styleId="43">
    <w:name w:val="toc 4"/>
    <w:basedOn w:val="a2"/>
    <w:next w:val="a2"/>
    <w:autoRedefine/>
    <w:uiPriority w:val="39"/>
    <w:rsid w:val="009A15B3"/>
    <w:pPr>
      <w:spacing w:after="100"/>
      <w:ind w:left="840"/>
    </w:pPr>
  </w:style>
  <w:style w:type="paragraph" w:styleId="53">
    <w:name w:val="toc 5"/>
    <w:basedOn w:val="a2"/>
    <w:next w:val="a2"/>
    <w:autoRedefine/>
    <w:uiPriority w:val="39"/>
    <w:semiHidden/>
    <w:rsid w:val="009A15B3"/>
    <w:pPr>
      <w:spacing w:after="100"/>
      <w:ind w:left="1120"/>
    </w:pPr>
  </w:style>
  <w:style w:type="paragraph" w:customStyle="1" w:styleId="afffd">
    <w:name w:val="Подпись к рисунку"/>
    <w:basedOn w:val="af2"/>
    <w:uiPriority w:val="32"/>
    <w:qFormat/>
    <w:rsid w:val="00684CC7"/>
    <w:pPr>
      <w:keepNext w:val="0"/>
      <w:keepLines/>
      <w:spacing w:before="120" w:after="360"/>
      <w:jc w:val="center"/>
    </w:pPr>
  </w:style>
  <w:style w:type="paragraph" w:customStyle="1" w:styleId="afffe">
    <w:name w:val="Рисунок"/>
    <w:basedOn w:val="a2"/>
    <w:uiPriority w:val="29"/>
    <w:qFormat/>
    <w:rsid w:val="00802DCE"/>
    <w:pPr>
      <w:spacing w:before="360" w:after="0" w:line="240" w:lineRule="auto"/>
      <w:ind w:firstLine="0"/>
      <w:jc w:val="center"/>
    </w:pPr>
  </w:style>
  <w:style w:type="paragraph" w:customStyle="1" w:styleId="affff">
    <w:name w:val="Подпись к таблице"/>
    <w:basedOn w:val="af2"/>
    <w:uiPriority w:val="34"/>
    <w:qFormat/>
    <w:rsid w:val="005E6211"/>
    <w:pPr>
      <w:spacing w:before="360"/>
    </w:pPr>
  </w:style>
  <w:style w:type="paragraph" w:customStyle="1" w:styleId="-">
    <w:name w:val="Текст таблицы - нумерованный"/>
    <w:basedOn w:val="affb"/>
    <w:uiPriority w:val="41"/>
    <w:qFormat/>
    <w:rsid w:val="003D5E6E"/>
    <w:pPr>
      <w:numPr>
        <w:numId w:val="9"/>
      </w:numPr>
    </w:pPr>
  </w:style>
  <w:style w:type="paragraph" w:customStyle="1" w:styleId="-2">
    <w:name w:val="Текст таблицы - маркированный список 2"/>
    <w:basedOn w:val="-0"/>
    <w:uiPriority w:val="41"/>
    <w:qFormat/>
    <w:rsid w:val="00E22836"/>
    <w:pPr>
      <w:ind w:left="794"/>
    </w:pPr>
  </w:style>
  <w:style w:type="character" w:customStyle="1" w:styleId="af3">
    <w:name w:val="Название объекта Знак"/>
    <w:link w:val="af2"/>
    <w:uiPriority w:val="34"/>
    <w:rsid w:val="003E5655"/>
    <w:rPr>
      <w:rFonts w:ascii="Times New Roman" w:hAnsi="Times New Roman"/>
      <w:b/>
      <w:bCs/>
      <w:sz w:val="24"/>
      <w:szCs w:val="18"/>
    </w:rPr>
  </w:style>
  <w:style w:type="paragraph" w:styleId="affff0">
    <w:name w:val="annotation text"/>
    <w:basedOn w:val="a2"/>
    <w:link w:val="affff1"/>
    <w:uiPriority w:val="99"/>
    <w:unhideWhenUsed/>
    <w:rsid w:val="005D1FC2"/>
    <w:pPr>
      <w:spacing w:line="240" w:lineRule="auto"/>
    </w:pPr>
    <w:rPr>
      <w:sz w:val="20"/>
      <w:szCs w:val="20"/>
    </w:rPr>
  </w:style>
  <w:style w:type="character" w:customStyle="1" w:styleId="affff1">
    <w:name w:val="Текст примечания Знак"/>
    <w:basedOn w:val="a3"/>
    <w:link w:val="affff0"/>
    <w:uiPriority w:val="99"/>
    <w:rsid w:val="005D1FC2"/>
    <w:rPr>
      <w:rFonts w:ascii="Times New Roman" w:hAnsi="Times New Roman"/>
      <w:sz w:val="20"/>
      <w:szCs w:val="20"/>
    </w:rPr>
  </w:style>
  <w:style w:type="paragraph" w:styleId="affff2">
    <w:name w:val="Revision"/>
    <w:hidden/>
    <w:uiPriority w:val="99"/>
    <w:semiHidden/>
    <w:rsid w:val="00FF0CC7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a8">
    <w:name w:val="Маркированный список Знак"/>
    <w:basedOn w:val="a3"/>
    <w:link w:val="a0"/>
    <w:uiPriority w:val="19"/>
    <w:rsid w:val="00F05416"/>
    <w:rPr>
      <w:rFonts w:ascii="Times New Roman" w:hAnsi="Times New Roman"/>
      <w:sz w:val="28"/>
    </w:rPr>
  </w:style>
  <w:style w:type="paragraph" w:customStyle="1" w:styleId="affff3">
    <w:name w:val="Код"/>
    <w:basedOn w:val="aff2"/>
    <w:rsid w:val="00113400"/>
    <w:pPr>
      <w:pBdr>
        <w:left w:val="single" w:sz="36" w:space="9" w:color="DBE5F1" w:themeColor="accent1" w:themeTint="33"/>
      </w:pBdr>
      <w:shd w:val="clear" w:color="auto" w:fill="F5F5F5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</w:tabs>
      <w:wordWrap w:val="0"/>
      <w:spacing w:before="360" w:after="480" w:line="360" w:lineRule="exact"/>
      <w:ind w:left="0" w:firstLine="0"/>
      <w:jc w:val="left"/>
    </w:pPr>
    <w:rPr>
      <w:rFonts w:ascii="Courier New" w:eastAsia="Times New Roman" w:hAnsi="Courier New" w:cs="Courier New"/>
      <w:noProof/>
      <w:sz w:val="20"/>
      <w:szCs w:val="20"/>
      <w:lang w:eastAsia="ru-RU"/>
    </w:rPr>
  </w:style>
  <w:style w:type="character" w:customStyle="1" w:styleId="14">
    <w:name w:val="Неразрешенное упоминание1"/>
    <w:basedOn w:val="a3"/>
    <w:uiPriority w:val="99"/>
    <w:semiHidden/>
    <w:unhideWhenUsed/>
    <w:rsid w:val="005D35AE"/>
    <w:rPr>
      <w:color w:val="605E5C"/>
      <w:shd w:val="clear" w:color="auto" w:fill="E1DFDD"/>
    </w:rPr>
  </w:style>
  <w:style w:type="paragraph" w:customStyle="1" w:styleId="affff4">
    <w:name w:val="Заголовок Приложение А"/>
    <w:basedOn w:val="a2"/>
    <w:qFormat/>
    <w:rsid w:val="00235BD6"/>
    <w:pPr>
      <w:keepNext/>
      <w:keepLines/>
      <w:pageBreakBefore/>
      <w:spacing w:before="480" w:line="276" w:lineRule="auto"/>
      <w:ind w:firstLine="709"/>
      <w:outlineLvl w:val="0"/>
    </w:pPr>
    <w:rPr>
      <w:rFonts w:eastAsia="Times New Roman" w:cs="Times New Roman"/>
      <w:b/>
      <w:bCs/>
      <w:caps/>
      <w:szCs w:val="28"/>
    </w:rPr>
  </w:style>
  <w:style w:type="paragraph" w:customStyle="1" w:styleId="15">
    <w:name w:val="Заголовок Приложение А.1"/>
    <w:basedOn w:val="affff4"/>
    <w:qFormat/>
    <w:rsid w:val="00235BD6"/>
    <w:pPr>
      <w:pageBreakBefore w:val="0"/>
      <w:tabs>
        <w:tab w:val="num" w:pos="1276"/>
      </w:tabs>
      <w:ind w:left="1276" w:hanging="567"/>
      <w:outlineLvl w:val="1"/>
    </w:pPr>
    <w:rPr>
      <w:caps w:val="0"/>
    </w:rPr>
  </w:style>
  <w:style w:type="character" w:customStyle="1" w:styleId="UnresolvedMention">
    <w:name w:val="Unresolved Mention"/>
    <w:basedOn w:val="a3"/>
    <w:uiPriority w:val="99"/>
    <w:semiHidden/>
    <w:unhideWhenUsed/>
    <w:rsid w:val="000527A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4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12"/>
    <w:lsdException w:name="toc 7" w:uiPriority="12"/>
    <w:lsdException w:name="toc 8" w:uiPriority="12"/>
    <w:lsdException w:name="toc 9" w:uiPriority="12"/>
    <w:lsdException w:name="footnote text" w:uiPriority="0" w:qFormat="1"/>
    <w:lsdException w:name="header" w:uiPriority="79"/>
    <w:lsdException w:name="footer" w:uiPriority="79"/>
    <w:lsdException w:name="caption" w:uiPriority="34"/>
    <w:lsdException w:name="footnote reference" w:uiPriority="0" w:qFormat="1"/>
    <w:lsdException w:name="List Bullet" w:uiPriority="19"/>
    <w:lsdException w:name="List Number" w:semiHidden="0" w:uiPriority="14" w:unhideWhenUsed="0"/>
    <w:lsdException w:name="List Bullet 2" w:uiPriority="19"/>
    <w:lsdException w:name="List Bullet 3" w:uiPriority="19"/>
    <w:lsdException w:name="List Bullet 4" w:uiPriority="19"/>
    <w:lsdException w:name="List Bullet 5" w:uiPriority="19"/>
    <w:lsdException w:name="List Number 2" w:uiPriority="14"/>
    <w:lsdException w:name="List Number 3" w:uiPriority="14"/>
    <w:lsdException w:name="List Number 4" w:uiPriority="14"/>
    <w:lsdException w:name="List Number 5" w:uiPriority="14"/>
    <w:lsdException w:name="Title" w:semiHidden="0" w:uiPriority="10" w:unhideWhenUsed="0" w:qFormat="1"/>
    <w:lsdException w:name="Default Paragraph Font" w:uiPriority="1"/>
    <w:lsdException w:name="List Continue" w:uiPriority="24"/>
    <w:lsdException w:name="List Continue 2" w:uiPriority="24"/>
    <w:lsdException w:name="List Continue 3" w:uiPriority="24"/>
    <w:lsdException w:name="List Continue 4" w:semiHidden="0" w:uiPriority="24" w:unhideWhenUsed="0"/>
    <w:lsdException w:name="List Continue 5" w:semiHidden="0" w:uiPriority="24" w:unhideWhenUsed="0"/>
    <w:lsdException w:name="Message Header" w:semiHidden="0" w:unhideWhenUsed="0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7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iPriority="49" w:unhideWhenUsed="0" w:qFormat="1"/>
    <w:lsdException w:name="Intense Reference" w:semiHidden="0" w:uiPriority="49" w:unhideWhenUsed="0" w:qFormat="1"/>
    <w:lsdException w:name="Book Title" w:semiHidden="0" w:unhideWhenUsed="0"/>
    <w:lsdException w:name="TOC Heading" w:uiPriority="49" w:qFormat="1"/>
  </w:latentStyles>
  <w:style w:type="paragraph" w:default="1" w:styleId="a2">
    <w:name w:val="Normal"/>
    <w:uiPriority w:val="4"/>
    <w:qFormat/>
    <w:rsid w:val="00E22836"/>
    <w:pPr>
      <w:spacing w:before="120" w:after="120" w:line="360" w:lineRule="auto"/>
      <w:ind w:firstLine="851"/>
      <w:jc w:val="both"/>
    </w:pPr>
    <w:rPr>
      <w:rFonts w:ascii="Times New Roman" w:hAnsi="Times New Roman"/>
      <w:sz w:val="28"/>
    </w:rPr>
  </w:style>
  <w:style w:type="paragraph" w:styleId="1">
    <w:name w:val="heading 1"/>
    <w:basedOn w:val="a2"/>
    <w:next w:val="a2"/>
    <w:link w:val="10"/>
    <w:uiPriority w:val="9"/>
    <w:qFormat/>
    <w:rsid w:val="00B90FDB"/>
    <w:pPr>
      <w:keepNext/>
      <w:keepLines/>
      <w:pageBreakBefore/>
      <w:numPr>
        <w:numId w:val="2"/>
      </w:numPr>
      <w:tabs>
        <w:tab w:val="clear" w:pos="851"/>
        <w:tab w:val="left" w:pos="1701"/>
      </w:tabs>
      <w:spacing w:before="0" w:after="360" w:line="240" w:lineRule="auto"/>
      <w:ind w:left="1702"/>
      <w:outlineLvl w:val="0"/>
    </w:pPr>
    <w:rPr>
      <w:rFonts w:eastAsiaTheme="majorEastAsia" w:cstheme="majorBidi"/>
      <w:b/>
      <w:bCs/>
      <w:caps/>
      <w:szCs w:val="28"/>
    </w:rPr>
  </w:style>
  <w:style w:type="paragraph" w:styleId="20">
    <w:name w:val="heading 2"/>
    <w:basedOn w:val="a2"/>
    <w:next w:val="a2"/>
    <w:link w:val="22"/>
    <w:uiPriority w:val="9"/>
    <w:qFormat/>
    <w:rsid w:val="001E4108"/>
    <w:pPr>
      <w:keepNext/>
      <w:keepLines/>
      <w:numPr>
        <w:ilvl w:val="1"/>
        <w:numId w:val="8"/>
      </w:numPr>
      <w:tabs>
        <w:tab w:val="clear" w:pos="851"/>
        <w:tab w:val="left" w:pos="1701"/>
      </w:tabs>
      <w:spacing w:before="360" w:after="360" w:line="240" w:lineRule="auto"/>
      <w:ind w:left="1702"/>
      <w:outlineLvl w:val="1"/>
    </w:pPr>
    <w:rPr>
      <w:rFonts w:eastAsiaTheme="majorEastAsia" w:cstheme="majorBidi"/>
      <w:b/>
      <w:bCs/>
      <w:szCs w:val="26"/>
    </w:rPr>
  </w:style>
  <w:style w:type="paragraph" w:styleId="30">
    <w:name w:val="heading 3"/>
    <w:basedOn w:val="a2"/>
    <w:next w:val="a2"/>
    <w:link w:val="31"/>
    <w:uiPriority w:val="9"/>
    <w:qFormat/>
    <w:rsid w:val="003E4C37"/>
    <w:pPr>
      <w:keepNext/>
      <w:keepLines/>
      <w:numPr>
        <w:ilvl w:val="2"/>
        <w:numId w:val="8"/>
      </w:numPr>
      <w:tabs>
        <w:tab w:val="clear" w:pos="851"/>
        <w:tab w:val="left" w:pos="1701"/>
      </w:tabs>
      <w:spacing w:before="360" w:after="360" w:line="240" w:lineRule="auto"/>
      <w:ind w:left="1702"/>
      <w:outlineLvl w:val="2"/>
    </w:pPr>
    <w:rPr>
      <w:rFonts w:eastAsiaTheme="majorEastAsia" w:cstheme="majorBidi"/>
      <w:b/>
      <w:bCs/>
    </w:rPr>
  </w:style>
  <w:style w:type="paragraph" w:styleId="40">
    <w:name w:val="heading 4"/>
    <w:basedOn w:val="a2"/>
    <w:next w:val="a2"/>
    <w:link w:val="41"/>
    <w:uiPriority w:val="9"/>
    <w:qFormat/>
    <w:rsid w:val="00E93710"/>
    <w:pPr>
      <w:keepNext/>
      <w:keepLines/>
      <w:numPr>
        <w:ilvl w:val="3"/>
        <w:numId w:val="8"/>
      </w:numPr>
      <w:tabs>
        <w:tab w:val="clear" w:pos="1134"/>
        <w:tab w:val="left" w:pos="1985"/>
      </w:tabs>
      <w:spacing w:before="360" w:after="360" w:line="240" w:lineRule="auto"/>
      <w:ind w:left="1985"/>
      <w:outlineLvl w:val="3"/>
    </w:pPr>
    <w:rPr>
      <w:rFonts w:eastAsiaTheme="majorEastAsia" w:cstheme="majorBidi"/>
      <w:bCs/>
      <w:iCs/>
    </w:rPr>
  </w:style>
  <w:style w:type="paragraph" w:styleId="50">
    <w:name w:val="heading 5"/>
    <w:basedOn w:val="a2"/>
    <w:next w:val="a2"/>
    <w:link w:val="51"/>
    <w:uiPriority w:val="9"/>
    <w:qFormat/>
    <w:rsid w:val="00544245"/>
    <w:pPr>
      <w:keepNext/>
      <w:keepLines/>
      <w:numPr>
        <w:ilvl w:val="4"/>
        <w:numId w:val="8"/>
      </w:numPr>
      <w:tabs>
        <w:tab w:val="clear" w:pos="1134"/>
        <w:tab w:val="left" w:pos="2268"/>
      </w:tabs>
      <w:spacing w:before="360" w:after="360" w:line="240" w:lineRule="auto"/>
      <w:ind w:left="2269" w:hanging="1418"/>
      <w:outlineLvl w:val="4"/>
    </w:pPr>
    <w:rPr>
      <w:rFonts w:eastAsiaTheme="majorEastAsia" w:cstheme="majorBidi"/>
    </w:rPr>
  </w:style>
  <w:style w:type="paragraph" w:styleId="6">
    <w:name w:val="heading 6"/>
    <w:basedOn w:val="a2"/>
    <w:next w:val="a2"/>
    <w:link w:val="60"/>
    <w:uiPriority w:val="9"/>
    <w:semiHidden/>
    <w:qFormat/>
    <w:rsid w:val="00A75167"/>
    <w:pPr>
      <w:keepNext/>
      <w:keepLines/>
      <w:numPr>
        <w:ilvl w:val="5"/>
        <w:numId w:val="8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qFormat/>
    <w:rsid w:val="00A75167"/>
    <w:pPr>
      <w:keepNext/>
      <w:keepLines/>
      <w:numPr>
        <w:ilvl w:val="6"/>
        <w:numId w:val="8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2"/>
    <w:next w:val="a2"/>
    <w:link w:val="80"/>
    <w:uiPriority w:val="9"/>
    <w:semiHidden/>
    <w:qFormat/>
    <w:rsid w:val="00A75167"/>
    <w:pPr>
      <w:keepNext/>
      <w:keepLines/>
      <w:numPr>
        <w:ilvl w:val="7"/>
        <w:numId w:val="8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2"/>
    <w:next w:val="a2"/>
    <w:link w:val="90"/>
    <w:uiPriority w:val="9"/>
    <w:semiHidden/>
    <w:qFormat/>
    <w:rsid w:val="00A75167"/>
    <w:pPr>
      <w:keepNext/>
      <w:keepLines/>
      <w:numPr>
        <w:ilvl w:val="8"/>
        <w:numId w:val="8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uiPriority w:val="9"/>
    <w:rsid w:val="00B90FDB"/>
    <w:rPr>
      <w:rFonts w:ascii="Times New Roman" w:eastAsiaTheme="majorEastAsia" w:hAnsi="Times New Roman" w:cstheme="majorBidi"/>
      <w:b/>
      <w:bCs/>
      <w:caps/>
      <w:sz w:val="28"/>
      <w:szCs w:val="28"/>
    </w:rPr>
  </w:style>
  <w:style w:type="paragraph" w:styleId="a6">
    <w:name w:val="Document Map"/>
    <w:basedOn w:val="a2"/>
    <w:link w:val="a7"/>
    <w:uiPriority w:val="99"/>
    <w:semiHidden/>
    <w:unhideWhenUsed/>
    <w:rsid w:val="008C500F"/>
    <w:pPr>
      <w:spacing w:after="0"/>
    </w:pPr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3"/>
    <w:link w:val="a6"/>
    <w:uiPriority w:val="99"/>
    <w:semiHidden/>
    <w:rsid w:val="008C500F"/>
    <w:rPr>
      <w:rFonts w:ascii="Tahoma" w:hAnsi="Tahoma" w:cs="Tahoma"/>
      <w:sz w:val="16"/>
      <w:szCs w:val="16"/>
    </w:rPr>
  </w:style>
  <w:style w:type="character" w:customStyle="1" w:styleId="22">
    <w:name w:val="Заголовок 2 Знак"/>
    <w:basedOn w:val="a3"/>
    <w:link w:val="20"/>
    <w:uiPriority w:val="9"/>
    <w:rsid w:val="001E4108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31">
    <w:name w:val="Заголовок 3 Знак"/>
    <w:basedOn w:val="a3"/>
    <w:link w:val="30"/>
    <w:uiPriority w:val="9"/>
    <w:rsid w:val="003E4C37"/>
    <w:rPr>
      <w:rFonts w:ascii="Times New Roman" w:eastAsiaTheme="majorEastAsia" w:hAnsi="Times New Roman" w:cstheme="majorBidi"/>
      <w:b/>
      <w:bCs/>
      <w:sz w:val="28"/>
    </w:rPr>
  </w:style>
  <w:style w:type="character" w:customStyle="1" w:styleId="41">
    <w:name w:val="Заголовок 4 Знак"/>
    <w:basedOn w:val="a3"/>
    <w:link w:val="40"/>
    <w:uiPriority w:val="9"/>
    <w:rsid w:val="00E93710"/>
    <w:rPr>
      <w:rFonts w:ascii="Times New Roman" w:eastAsiaTheme="majorEastAsia" w:hAnsi="Times New Roman" w:cstheme="majorBidi"/>
      <w:bCs/>
      <w:iCs/>
      <w:sz w:val="28"/>
    </w:rPr>
  </w:style>
  <w:style w:type="character" w:customStyle="1" w:styleId="51">
    <w:name w:val="Заголовок 5 Знак"/>
    <w:basedOn w:val="a3"/>
    <w:link w:val="50"/>
    <w:uiPriority w:val="9"/>
    <w:rsid w:val="00544245"/>
    <w:rPr>
      <w:rFonts w:ascii="Times New Roman" w:eastAsiaTheme="majorEastAsia" w:hAnsi="Times New Roman" w:cstheme="majorBidi"/>
      <w:sz w:val="28"/>
    </w:rPr>
  </w:style>
  <w:style w:type="character" w:customStyle="1" w:styleId="60">
    <w:name w:val="Заголовок 6 Знак"/>
    <w:basedOn w:val="a3"/>
    <w:link w:val="6"/>
    <w:uiPriority w:val="9"/>
    <w:semiHidden/>
    <w:rsid w:val="008C500F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character" w:customStyle="1" w:styleId="70">
    <w:name w:val="Заголовок 7 Знак"/>
    <w:basedOn w:val="a3"/>
    <w:link w:val="7"/>
    <w:uiPriority w:val="9"/>
    <w:semiHidden/>
    <w:rsid w:val="008C500F"/>
    <w:rPr>
      <w:rFonts w:asciiTheme="majorHAnsi" w:eastAsiaTheme="majorEastAsia" w:hAnsiTheme="majorHAnsi" w:cstheme="majorBidi"/>
      <w:i/>
      <w:iCs/>
      <w:color w:val="404040" w:themeColor="text1" w:themeTint="BF"/>
      <w:sz w:val="28"/>
    </w:rPr>
  </w:style>
  <w:style w:type="character" w:customStyle="1" w:styleId="80">
    <w:name w:val="Заголовок 8 Знак"/>
    <w:basedOn w:val="a3"/>
    <w:link w:val="8"/>
    <w:uiPriority w:val="9"/>
    <w:semiHidden/>
    <w:rsid w:val="008C500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3"/>
    <w:link w:val="9"/>
    <w:uiPriority w:val="9"/>
    <w:semiHidden/>
    <w:rsid w:val="008C500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0">
    <w:name w:val="List Bullet"/>
    <w:basedOn w:val="a2"/>
    <w:link w:val="a8"/>
    <w:uiPriority w:val="19"/>
    <w:rsid w:val="002D0D34"/>
    <w:pPr>
      <w:numPr>
        <w:numId w:val="4"/>
      </w:numPr>
      <w:ind w:left="1248"/>
    </w:pPr>
  </w:style>
  <w:style w:type="paragraph" w:styleId="21">
    <w:name w:val="List Bullet 2"/>
    <w:basedOn w:val="a2"/>
    <w:uiPriority w:val="19"/>
    <w:rsid w:val="00CC1AEA"/>
    <w:pPr>
      <w:numPr>
        <w:numId w:val="10"/>
      </w:numPr>
      <w:ind w:left="1644" w:hanging="397"/>
    </w:pPr>
  </w:style>
  <w:style w:type="paragraph" w:styleId="a9">
    <w:name w:val="TOC Heading"/>
    <w:basedOn w:val="1"/>
    <w:next w:val="a2"/>
    <w:uiPriority w:val="49"/>
    <w:qFormat/>
    <w:rsid w:val="00FD045A"/>
    <w:pPr>
      <w:numPr>
        <w:numId w:val="0"/>
      </w:numPr>
      <w:tabs>
        <w:tab w:val="clear" w:pos="1701"/>
      </w:tabs>
      <w:spacing w:after="480"/>
      <w:jc w:val="center"/>
      <w:outlineLvl w:val="9"/>
    </w:pPr>
  </w:style>
  <w:style w:type="paragraph" w:styleId="11">
    <w:name w:val="toc 1"/>
    <w:basedOn w:val="a2"/>
    <w:next w:val="a2"/>
    <w:autoRedefine/>
    <w:uiPriority w:val="39"/>
    <w:rsid w:val="00E4172E"/>
    <w:pPr>
      <w:tabs>
        <w:tab w:val="left" w:pos="851"/>
        <w:tab w:val="right" w:leader="dot" w:pos="9356"/>
      </w:tabs>
      <w:spacing w:after="60"/>
      <w:ind w:left="851" w:right="1134" w:hanging="851"/>
    </w:pPr>
    <w:rPr>
      <w:b/>
    </w:rPr>
  </w:style>
  <w:style w:type="paragraph" w:styleId="23">
    <w:name w:val="toc 2"/>
    <w:basedOn w:val="a2"/>
    <w:next w:val="a2"/>
    <w:autoRedefine/>
    <w:uiPriority w:val="39"/>
    <w:rsid w:val="002215B0"/>
    <w:pPr>
      <w:tabs>
        <w:tab w:val="left" w:pos="851"/>
        <w:tab w:val="right" w:leader="dot" w:pos="9356"/>
      </w:tabs>
      <w:spacing w:before="60" w:after="60"/>
      <w:ind w:left="851" w:right="1134" w:hanging="851"/>
    </w:pPr>
  </w:style>
  <w:style w:type="paragraph" w:styleId="32">
    <w:name w:val="toc 3"/>
    <w:basedOn w:val="a2"/>
    <w:next w:val="a2"/>
    <w:autoRedefine/>
    <w:uiPriority w:val="39"/>
    <w:rsid w:val="00E4172E"/>
    <w:pPr>
      <w:tabs>
        <w:tab w:val="left" w:pos="851"/>
        <w:tab w:val="right" w:leader="dot" w:pos="9356"/>
      </w:tabs>
      <w:spacing w:before="60" w:after="60"/>
      <w:ind w:left="851" w:right="1134" w:hanging="851"/>
    </w:pPr>
  </w:style>
  <w:style w:type="character" w:styleId="aa">
    <w:name w:val="Hyperlink"/>
    <w:basedOn w:val="a3"/>
    <w:uiPriority w:val="99"/>
    <w:rsid w:val="00D60386"/>
    <w:rPr>
      <w:i w:val="0"/>
      <w:color w:val="1F497D" w:themeColor="text2"/>
      <w:u w:val="single"/>
    </w:rPr>
  </w:style>
  <w:style w:type="paragraph" w:styleId="3">
    <w:name w:val="List Bullet 3"/>
    <w:basedOn w:val="a2"/>
    <w:uiPriority w:val="19"/>
    <w:rsid w:val="001B4A95"/>
    <w:pPr>
      <w:numPr>
        <w:ilvl w:val="2"/>
        <w:numId w:val="4"/>
      </w:numPr>
      <w:ind w:left="2041"/>
    </w:pPr>
  </w:style>
  <w:style w:type="paragraph" w:styleId="4">
    <w:name w:val="List Bullet 4"/>
    <w:basedOn w:val="a2"/>
    <w:uiPriority w:val="19"/>
    <w:rsid w:val="00244A10"/>
    <w:pPr>
      <w:numPr>
        <w:ilvl w:val="3"/>
        <w:numId w:val="4"/>
      </w:numPr>
      <w:ind w:left="2438"/>
    </w:pPr>
  </w:style>
  <w:style w:type="paragraph" w:styleId="5">
    <w:name w:val="List Bullet 5"/>
    <w:basedOn w:val="a2"/>
    <w:uiPriority w:val="19"/>
    <w:rsid w:val="00244A10"/>
    <w:pPr>
      <w:numPr>
        <w:ilvl w:val="4"/>
        <w:numId w:val="4"/>
      </w:numPr>
      <w:ind w:left="2835"/>
    </w:pPr>
  </w:style>
  <w:style w:type="paragraph" w:styleId="a">
    <w:name w:val="List Number"/>
    <w:basedOn w:val="a2"/>
    <w:uiPriority w:val="14"/>
    <w:rsid w:val="00D7777B"/>
    <w:pPr>
      <w:numPr>
        <w:numId w:val="15"/>
      </w:numPr>
    </w:pPr>
  </w:style>
  <w:style w:type="paragraph" w:styleId="2">
    <w:name w:val="List Number 2"/>
    <w:basedOn w:val="a2"/>
    <w:uiPriority w:val="14"/>
    <w:semiHidden/>
    <w:rsid w:val="008C500F"/>
    <w:pPr>
      <w:numPr>
        <w:numId w:val="5"/>
      </w:numPr>
      <w:tabs>
        <w:tab w:val="left" w:pos="794"/>
      </w:tabs>
    </w:pPr>
  </w:style>
  <w:style w:type="paragraph" w:styleId="ab">
    <w:name w:val="List Continue"/>
    <w:basedOn w:val="a2"/>
    <w:uiPriority w:val="24"/>
    <w:rsid w:val="00244A10"/>
    <w:pPr>
      <w:ind w:left="1247" w:firstLine="0"/>
    </w:pPr>
  </w:style>
  <w:style w:type="paragraph" w:styleId="24">
    <w:name w:val="List Continue 2"/>
    <w:basedOn w:val="a2"/>
    <w:uiPriority w:val="24"/>
    <w:rsid w:val="0010249E"/>
    <w:pPr>
      <w:ind w:left="1644" w:firstLine="0"/>
    </w:pPr>
  </w:style>
  <w:style w:type="paragraph" w:styleId="ac">
    <w:name w:val="Message Header"/>
    <w:basedOn w:val="a2"/>
    <w:link w:val="ad"/>
    <w:uiPriority w:val="99"/>
    <w:semiHidden/>
    <w:rsid w:val="008C500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ad">
    <w:name w:val="Шапка Знак"/>
    <w:basedOn w:val="a3"/>
    <w:link w:val="ac"/>
    <w:uiPriority w:val="99"/>
    <w:semiHidden/>
    <w:rsid w:val="008C500F"/>
    <w:rPr>
      <w:rFonts w:asciiTheme="majorHAnsi" w:eastAsiaTheme="majorEastAsia" w:hAnsiTheme="majorHAnsi" w:cstheme="majorBidi"/>
      <w:sz w:val="28"/>
      <w:szCs w:val="24"/>
      <w:shd w:val="pct20" w:color="auto" w:fill="auto"/>
    </w:rPr>
  </w:style>
  <w:style w:type="table" w:styleId="ae">
    <w:name w:val="Table Grid"/>
    <w:basedOn w:val="a4"/>
    <w:uiPriority w:val="59"/>
    <w:rsid w:val="008C50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name w:val="Сетка таблицы по умолчанию"/>
    <w:basedOn w:val="a4"/>
    <w:uiPriority w:val="99"/>
    <w:qFormat/>
    <w:rsid w:val="008C500F"/>
    <w:pPr>
      <w:spacing w:after="0" w:line="240" w:lineRule="auto"/>
    </w:pPr>
    <w:rPr>
      <w:rFonts w:ascii="Times New Roman" w:hAnsi="Times New Roman"/>
      <w:sz w:val="40"/>
    </w:rPr>
    <w:tblPr>
      <w:tblInd w:w="57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0" w:type="dxa"/>
        <w:left w:w="57" w:type="dxa"/>
        <w:bottom w:w="0" w:type="dxa"/>
        <w:right w:w="57" w:type="dxa"/>
      </w:tblCellMar>
    </w:tblPr>
    <w:tblStylePr w:type="firstRow">
      <w:pPr>
        <w:jc w:val="center"/>
      </w:pPr>
      <w:rPr>
        <w:rFonts w:ascii="Times New Roman" w:hAnsi="Times New Roman"/>
        <w:b/>
        <w:sz w:val="24"/>
      </w:rPr>
      <w:tblPr/>
      <w:trPr>
        <w:tblHeader/>
      </w:trPr>
      <w:tcPr>
        <w:shd w:val="clear" w:color="auto" w:fill="F2F2F2" w:themeFill="background1" w:themeFillShade="F2"/>
        <w:vAlign w:val="center"/>
      </w:tcPr>
    </w:tblStylePr>
  </w:style>
  <w:style w:type="table" w:customStyle="1" w:styleId="12">
    <w:name w:val="Светлый список1"/>
    <w:basedOn w:val="a4"/>
    <w:uiPriority w:val="61"/>
    <w:rsid w:val="008C50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af0">
    <w:name w:val="Title"/>
    <w:basedOn w:val="a2"/>
    <w:next w:val="a2"/>
    <w:link w:val="af1"/>
    <w:uiPriority w:val="10"/>
    <w:qFormat/>
    <w:rsid w:val="008C500F"/>
    <w:pPr>
      <w:spacing w:before="240" w:after="240" w:line="240" w:lineRule="auto"/>
      <w:ind w:firstLine="0"/>
      <w:jc w:val="center"/>
    </w:pPr>
    <w:rPr>
      <w:rFonts w:eastAsiaTheme="majorEastAsia" w:cstheme="majorBidi"/>
      <w:b/>
      <w:caps/>
      <w:spacing w:val="5"/>
      <w:kern w:val="28"/>
      <w:szCs w:val="52"/>
    </w:rPr>
  </w:style>
  <w:style w:type="character" w:customStyle="1" w:styleId="af1">
    <w:name w:val="Название Знак"/>
    <w:basedOn w:val="a3"/>
    <w:link w:val="af0"/>
    <w:uiPriority w:val="10"/>
    <w:rsid w:val="008C500F"/>
    <w:rPr>
      <w:rFonts w:ascii="Times New Roman" w:eastAsiaTheme="majorEastAsia" w:hAnsi="Times New Roman" w:cstheme="majorBidi"/>
      <w:b/>
      <w:caps/>
      <w:spacing w:val="5"/>
      <w:kern w:val="28"/>
      <w:sz w:val="28"/>
      <w:szCs w:val="52"/>
    </w:rPr>
  </w:style>
  <w:style w:type="paragraph" w:styleId="af2">
    <w:name w:val="caption"/>
    <w:basedOn w:val="a2"/>
    <w:next w:val="a2"/>
    <w:link w:val="af3"/>
    <w:uiPriority w:val="34"/>
    <w:rsid w:val="00F3159F"/>
    <w:pPr>
      <w:keepNext/>
      <w:spacing w:before="240" w:after="60" w:line="240" w:lineRule="auto"/>
      <w:ind w:firstLine="0"/>
      <w:jc w:val="left"/>
    </w:pPr>
    <w:rPr>
      <w:b/>
      <w:bCs/>
      <w:sz w:val="24"/>
      <w:szCs w:val="18"/>
    </w:rPr>
  </w:style>
  <w:style w:type="paragraph" w:styleId="af4">
    <w:name w:val="Subtitle"/>
    <w:next w:val="a2"/>
    <w:link w:val="af5"/>
    <w:uiPriority w:val="11"/>
    <w:qFormat/>
    <w:rsid w:val="00F8302A"/>
    <w:pPr>
      <w:numPr>
        <w:ilvl w:val="1"/>
      </w:numPr>
      <w:spacing w:before="60" w:after="60" w:line="240" w:lineRule="auto"/>
      <w:jc w:val="center"/>
    </w:pPr>
    <w:rPr>
      <w:rFonts w:ascii="Times New Roman" w:eastAsiaTheme="majorEastAsia" w:hAnsi="Times New Roman" w:cstheme="majorBidi"/>
      <w:b/>
      <w:iCs/>
      <w:sz w:val="28"/>
      <w:szCs w:val="24"/>
    </w:rPr>
  </w:style>
  <w:style w:type="character" w:styleId="af6">
    <w:name w:val="endnote reference"/>
    <w:basedOn w:val="a3"/>
    <w:uiPriority w:val="99"/>
    <w:semiHidden/>
    <w:rsid w:val="008C500F"/>
    <w:rPr>
      <w:vertAlign w:val="superscript"/>
    </w:rPr>
  </w:style>
  <w:style w:type="character" w:customStyle="1" w:styleId="af5">
    <w:name w:val="Подзаголовок Знак"/>
    <w:basedOn w:val="a3"/>
    <w:link w:val="af4"/>
    <w:uiPriority w:val="11"/>
    <w:rsid w:val="00F8302A"/>
    <w:rPr>
      <w:rFonts w:ascii="Times New Roman" w:eastAsiaTheme="majorEastAsia" w:hAnsi="Times New Roman" w:cstheme="majorBidi"/>
      <w:b/>
      <w:iCs/>
      <w:sz w:val="28"/>
      <w:szCs w:val="24"/>
    </w:rPr>
  </w:style>
  <w:style w:type="character" w:styleId="af7">
    <w:name w:val="annotation reference"/>
    <w:basedOn w:val="a3"/>
    <w:uiPriority w:val="99"/>
    <w:semiHidden/>
    <w:rsid w:val="008C500F"/>
    <w:rPr>
      <w:sz w:val="16"/>
      <w:szCs w:val="16"/>
    </w:rPr>
  </w:style>
  <w:style w:type="character" w:styleId="af8">
    <w:name w:val="footnote reference"/>
    <w:basedOn w:val="a3"/>
    <w:qFormat/>
    <w:rsid w:val="008C500F"/>
    <w:rPr>
      <w:vertAlign w:val="superscript"/>
    </w:rPr>
  </w:style>
  <w:style w:type="paragraph" w:styleId="af9">
    <w:name w:val="table of figures"/>
    <w:basedOn w:val="a2"/>
    <w:next w:val="a2"/>
    <w:uiPriority w:val="99"/>
    <w:semiHidden/>
    <w:rsid w:val="008C500F"/>
    <w:pPr>
      <w:spacing w:after="0"/>
    </w:pPr>
  </w:style>
  <w:style w:type="paragraph" w:styleId="afa">
    <w:name w:val="Signature"/>
    <w:basedOn w:val="a2"/>
    <w:link w:val="afb"/>
    <w:uiPriority w:val="99"/>
    <w:semiHidden/>
    <w:rsid w:val="008C500F"/>
    <w:pPr>
      <w:spacing w:after="0"/>
      <w:ind w:left="4252"/>
    </w:pPr>
  </w:style>
  <w:style w:type="character" w:customStyle="1" w:styleId="afb">
    <w:name w:val="Подпись Знак"/>
    <w:basedOn w:val="a3"/>
    <w:link w:val="afa"/>
    <w:uiPriority w:val="99"/>
    <w:semiHidden/>
    <w:rsid w:val="008C500F"/>
    <w:rPr>
      <w:rFonts w:ascii="Times New Roman" w:hAnsi="Times New Roman"/>
      <w:sz w:val="28"/>
    </w:rPr>
  </w:style>
  <w:style w:type="paragraph" w:customStyle="1" w:styleId="afc">
    <w:name w:val="Обычный по центру"/>
    <w:basedOn w:val="a2"/>
    <w:uiPriority w:val="4"/>
    <w:qFormat/>
    <w:rsid w:val="007B44B6"/>
    <w:pPr>
      <w:ind w:firstLine="0"/>
      <w:jc w:val="center"/>
    </w:pPr>
  </w:style>
  <w:style w:type="paragraph" w:customStyle="1" w:styleId="afd">
    <w:name w:val="Обычный по правому краю"/>
    <w:basedOn w:val="a2"/>
    <w:uiPriority w:val="4"/>
    <w:qFormat/>
    <w:rsid w:val="007B44B6"/>
    <w:pPr>
      <w:ind w:firstLine="0"/>
      <w:jc w:val="right"/>
    </w:pPr>
  </w:style>
  <w:style w:type="paragraph" w:styleId="afe">
    <w:name w:val="annotation subject"/>
    <w:basedOn w:val="a2"/>
    <w:next w:val="afc"/>
    <w:link w:val="aff"/>
    <w:uiPriority w:val="99"/>
    <w:semiHidden/>
    <w:rsid w:val="00060851"/>
    <w:pPr>
      <w:pBdr>
        <w:top w:val="single" w:sz="4" w:space="2" w:color="auto"/>
        <w:left w:val="single" w:sz="4" w:space="2" w:color="auto"/>
        <w:bottom w:val="single" w:sz="4" w:space="2" w:color="auto"/>
        <w:right w:val="single" w:sz="4" w:space="2" w:color="auto"/>
      </w:pBdr>
      <w:shd w:val="clear" w:color="auto" w:fill="D9D9D9" w:themeFill="background1" w:themeFillShade="D9"/>
    </w:pPr>
    <w:rPr>
      <w:b/>
      <w:bCs/>
      <w:szCs w:val="20"/>
    </w:rPr>
  </w:style>
  <w:style w:type="character" w:customStyle="1" w:styleId="aff">
    <w:name w:val="Тема примечания Знак"/>
    <w:basedOn w:val="a3"/>
    <w:link w:val="afe"/>
    <w:uiPriority w:val="99"/>
    <w:semiHidden/>
    <w:rsid w:val="00060851"/>
    <w:rPr>
      <w:b/>
      <w:bCs/>
    </w:rPr>
  </w:style>
  <w:style w:type="paragraph" w:styleId="aff0">
    <w:name w:val="Block Text"/>
    <w:basedOn w:val="a2"/>
    <w:uiPriority w:val="99"/>
    <w:semiHidden/>
    <w:rsid w:val="008C500F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aff1">
    <w:name w:val="List"/>
    <w:basedOn w:val="a2"/>
    <w:uiPriority w:val="99"/>
    <w:semiHidden/>
    <w:rsid w:val="008C500F"/>
    <w:pPr>
      <w:ind w:left="283" w:hanging="283"/>
      <w:contextualSpacing/>
    </w:pPr>
  </w:style>
  <w:style w:type="paragraph" w:styleId="aff2">
    <w:name w:val="List Paragraph"/>
    <w:basedOn w:val="a2"/>
    <w:uiPriority w:val="99"/>
    <w:semiHidden/>
    <w:qFormat/>
    <w:rsid w:val="008C500F"/>
    <w:pPr>
      <w:ind w:left="720"/>
      <w:contextualSpacing/>
    </w:pPr>
  </w:style>
  <w:style w:type="paragraph" w:styleId="aff3">
    <w:name w:val="header"/>
    <w:basedOn w:val="a2"/>
    <w:link w:val="aff4"/>
    <w:uiPriority w:val="79"/>
    <w:rsid w:val="00097CD3"/>
    <w:pPr>
      <w:spacing w:before="0" w:after="0" w:line="240" w:lineRule="auto"/>
      <w:ind w:firstLine="0"/>
      <w:contextualSpacing/>
      <w:jc w:val="center"/>
    </w:pPr>
  </w:style>
  <w:style w:type="paragraph" w:styleId="aff5">
    <w:name w:val="Balloon Text"/>
    <w:basedOn w:val="a2"/>
    <w:link w:val="aff6"/>
    <w:uiPriority w:val="99"/>
    <w:semiHidden/>
    <w:unhideWhenUsed/>
    <w:rsid w:val="008C500F"/>
    <w:pPr>
      <w:spacing w:after="0"/>
    </w:pPr>
    <w:rPr>
      <w:rFonts w:ascii="Tahoma" w:hAnsi="Tahoma" w:cs="Tahoma"/>
      <w:sz w:val="16"/>
      <w:szCs w:val="16"/>
    </w:rPr>
  </w:style>
  <w:style w:type="character" w:customStyle="1" w:styleId="aff6">
    <w:name w:val="Текст выноски Знак"/>
    <w:basedOn w:val="a3"/>
    <w:link w:val="aff5"/>
    <w:uiPriority w:val="99"/>
    <w:semiHidden/>
    <w:rsid w:val="008C500F"/>
    <w:rPr>
      <w:rFonts w:ascii="Tahoma" w:hAnsi="Tahoma" w:cs="Tahoma"/>
      <w:sz w:val="16"/>
      <w:szCs w:val="16"/>
    </w:rPr>
  </w:style>
  <w:style w:type="character" w:customStyle="1" w:styleId="aff4">
    <w:name w:val="Верхний колонтитул Знак"/>
    <w:basedOn w:val="a3"/>
    <w:link w:val="aff3"/>
    <w:uiPriority w:val="79"/>
    <w:rsid w:val="00097CD3"/>
    <w:rPr>
      <w:rFonts w:ascii="Times New Roman" w:hAnsi="Times New Roman"/>
      <w:sz w:val="28"/>
    </w:rPr>
  </w:style>
  <w:style w:type="character" w:styleId="aff7">
    <w:name w:val="Placeholder Text"/>
    <w:basedOn w:val="a3"/>
    <w:uiPriority w:val="99"/>
    <w:semiHidden/>
    <w:rsid w:val="008C500F"/>
    <w:rPr>
      <w:color w:val="808080"/>
    </w:rPr>
  </w:style>
  <w:style w:type="paragraph" w:styleId="aff8">
    <w:name w:val="footer"/>
    <w:basedOn w:val="a2"/>
    <w:link w:val="aff9"/>
    <w:uiPriority w:val="79"/>
    <w:rsid w:val="00CF6CBB"/>
    <w:pPr>
      <w:spacing w:after="0" w:line="240" w:lineRule="auto"/>
      <w:ind w:firstLine="0"/>
      <w:jc w:val="center"/>
    </w:pPr>
  </w:style>
  <w:style w:type="character" w:customStyle="1" w:styleId="aff9">
    <w:name w:val="Нижний колонтитул Знак"/>
    <w:basedOn w:val="a3"/>
    <w:link w:val="aff8"/>
    <w:uiPriority w:val="79"/>
    <w:rsid w:val="00CF6CBB"/>
    <w:rPr>
      <w:rFonts w:ascii="Times New Roman" w:hAnsi="Times New Roman"/>
      <w:sz w:val="28"/>
    </w:rPr>
  </w:style>
  <w:style w:type="paragraph" w:customStyle="1" w:styleId="affa">
    <w:name w:val="Текст таблицы по центру"/>
    <w:basedOn w:val="a2"/>
    <w:uiPriority w:val="39"/>
    <w:qFormat/>
    <w:rsid w:val="003D5E6E"/>
    <w:pPr>
      <w:spacing w:before="40" w:after="40" w:line="240" w:lineRule="auto"/>
      <w:ind w:firstLine="0"/>
      <w:jc w:val="center"/>
    </w:pPr>
  </w:style>
  <w:style w:type="paragraph" w:customStyle="1" w:styleId="affb">
    <w:name w:val="Текст таблицы по левому краю"/>
    <w:basedOn w:val="a2"/>
    <w:uiPriority w:val="39"/>
    <w:qFormat/>
    <w:rsid w:val="003D5E6E"/>
    <w:pPr>
      <w:spacing w:before="40" w:after="40" w:line="240" w:lineRule="auto"/>
      <w:ind w:firstLine="0"/>
      <w:jc w:val="left"/>
    </w:pPr>
  </w:style>
  <w:style w:type="paragraph" w:styleId="affc">
    <w:name w:val="No Spacing"/>
    <w:uiPriority w:val="79"/>
    <w:semiHidden/>
    <w:qFormat/>
    <w:rsid w:val="008C500F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affd">
    <w:name w:val="Body Text"/>
    <w:basedOn w:val="a2"/>
    <w:link w:val="affe"/>
    <w:uiPriority w:val="99"/>
    <w:semiHidden/>
    <w:rsid w:val="008C500F"/>
  </w:style>
  <w:style w:type="character" w:customStyle="1" w:styleId="affe">
    <w:name w:val="Основной текст Знак"/>
    <w:basedOn w:val="a3"/>
    <w:link w:val="affd"/>
    <w:uiPriority w:val="99"/>
    <w:semiHidden/>
    <w:rsid w:val="008C500F"/>
    <w:rPr>
      <w:rFonts w:ascii="Times New Roman" w:hAnsi="Times New Roman"/>
      <w:sz w:val="28"/>
    </w:rPr>
  </w:style>
  <w:style w:type="character" w:styleId="afff">
    <w:name w:val="Subtle Reference"/>
    <w:basedOn w:val="a3"/>
    <w:uiPriority w:val="49"/>
    <w:semiHidden/>
    <w:qFormat/>
    <w:rsid w:val="008C500F"/>
    <w:rPr>
      <w:smallCaps/>
      <w:color w:val="C0504D" w:themeColor="accent2"/>
      <w:u w:val="single"/>
    </w:rPr>
  </w:style>
  <w:style w:type="paragraph" w:styleId="25">
    <w:name w:val="Body Text 2"/>
    <w:basedOn w:val="a2"/>
    <w:link w:val="26"/>
    <w:uiPriority w:val="99"/>
    <w:semiHidden/>
    <w:rsid w:val="008C500F"/>
    <w:pPr>
      <w:spacing w:line="480" w:lineRule="auto"/>
    </w:pPr>
  </w:style>
  <w:style w:type="character" w:customStyle="1" w:styleId="26">
    <w:name w:val="Основной текст 2 Знак"/>
    <w:basedOn w:val="a3"/>
    <w:link w:val="25"/>
    <w:uiPriority w:val="99"/>
    <w:semiHidden/>
    <w:rsid w:val="008C500F"/>
    <w:rPr>
      <w:rFonts w:ascii="Times New Roman" w:hAnsi="Times New Roman"/>
      <w:sz w:val="28"/>
    </w:rPr>
  </w:style>
  <w:style w:type="paragraph" w:styleId="33">
    <w:name w:val="Body Text 3"/>
    <w:basedOn w:val="a2"/>
    <w:link w:val="34"/>
    <w:uiPriority w:val="99"/>
    <w:semiHidden/>
    <w:rsid w:val="008C500F"/>
    <w:rPr>
      <w:sz w:val="16"/>
      <w:szCs w:val="16"/>
    </w:rPr>
  </w:style>
  <w:style w:type="character" w:customStyle="1" w:styleId="34">
    <w:name w:val="Основной текст 3 Знак"/>
    <w:basedOn w:val="a3"/>
    <w:link w:val="33"/>
    <w:uiPriority w:val="99"/>
    <w:semiHidden/>
    <w:rsid w:val="008C500F"/>
    <w:rPr>
      <w:rFonts w:ascii="Times New Roman" w:hAnsi="Times New Roman"/>
      <w:sz w:val="16"/>
      <w:szCs w:val="16"/>
    </w:rPr>
  </w:style>
  <w:style w:type="paragraph" w:styleId="afff0">
    <w:name w:val="Body Text Indent"/>
    <w:basedOn w:val="a2"/>
    <w:link w:val="afff1"/>
    <w:uiPriority w:val="99"/>
    <w:semiHidden/>
    <w:rsid w:val="008C500F"/>
    <w:pPr>
      <w:ind w:left="283"/>
    </w:pPr>
  </w:style>
  <w:style w:type="character" w:customStyle="1" w:styleId="afff1">
    <w:name w:val="Основной текст с отступом Знак"/>
    <w:basedOn w:val="a3"/>
    <w:link w:val="afff0"/>
    <w:uiPriority w:val="99"/>
    <w:semiHidden/>
    <w:rsid w:val="008C500F"/>
    <w:rPr>
      <w:rFonts w:ascii="Times New Roman" w:hAnsi="Times New Roman"/>
      <w:sz w:val="28"/>
    </w:rPr>
  </w:style>
  <w:style w:type="paragraph" w:styleId="27">
    <w:name w:val="Body Text Indent 2"/>
    <w:basedOn w:val="a2"/>
    <w:link w:val="28"/>
    <w:uiPriority w:val="99"/>
    <w:semiHidden/>
    <w:rsid w:val="008C500F"/>
    <w:pPr>
      <w:spacing w:line="480" w:lineRule="auto"/>
      <w:ind w:left="283"/>
    </w:pPr>
  </w:style>
  <w:style w:type="character" w:customStyle="1" w:styleId="28">
    <w:name w:val="Основной текст с отступом 2 Знак"/>
    <w:basedOn w:val="a3"/>
    <w:link w:val="27"/>
    <w:uiPriority w:val="99"/>
    <w:semiHidden/>
    <w:rsid w:val="008C500F"/>
    <w:rPr>
      <w:rFonts w:ascii="Times New Roman" w:hAnsi="Times New Roman"/>
      <w:sz w:val="28"/>
    </w:rPr>
  </w:style>
  <w:style w:type="paragraph" w:styleId="35">
    <w:name w:val="Body Text Indent 3"/>
    <w:basedOn w:val="a2"/>
    <w:link w:val="36"/>
    <w:uiPriority w:val="99"/>
    <w:semiHidden/>
    <w:rsid w:val="008C500F"/>
    <w:pPr>
      <w:ind w:left="283"/>
    </w:pPr>
    <w:rPr>
      <w:sz w:val="16"/>
      <w:szCs w:val="16"/>
    </w:rPr>
  </w:style>
  <w:style w:type="character" w:customStyle="1" w:styleId="36">
    <w:name w:val="Основной текст с отступом 3 Знак"/>
    <w:basedOn w:val="a3"/>
    <w:link w:val="35"/>
    <w:uiPriority w:val="99"/>
    <w:semiHidden/>
    <w:rsid w:val="008C500F"/>
    <w:rPr>
      <w:rFonts w:ascii="Times New Roman" w:hAnsi="Times New Roman"/>
      <w:sz w:val="16"/>
      <w:szCs w:val="16"/>
    </w:rPr>
  </w:style>
  <w:style w:type="paragraph" w:styleId="37">
    <w:name w:val="List Continue 3"/>
    <w:basedOn w:val="a2"/>
    <w:uiPriority w:val="24"/>
    <w:rsid w:val="004310FE"/>
    <w:pPr>
      <w:ind w:left="2041" w:firstLine="0"/>
    </w:pPr>
  </w:style>
  <w:style w:type="paragraph" w:styleId="42">
    <w:name w:val="List Continue 4"/>
    <w:basedOn w:val="a2"/>
    <w:uiPriority w:val="24"/>
    <w:rsid w:val="00B05F60"/>
    <w:pPr>
      <w:ind w:left="2438" w:firstLine="0"/>
    </w:pPr>
  </w:style>
  <w:style w:type="paragraph" w:styleId="52">
    <w:name w:val="List Continue 5"/>
    <w:basedOn w:val="a2"/>
    <w:uiPriority w:val="24"/>
    <w:rsid w:val="00D03B2E"/>
    <w:pPr>
      <w:ind w:left="2835" w:firstLine="0"/>
    </w:pPr>
  </w:style>
  <w:style w:type="character" w:styleId="afff2">
    <w:name w:val="Intense Reference"/>
    <w:basedOn w:val="a3"/>
    <w:uiPriority w:val="49"/>
    <w:semiHidden/>
    <w:qFormat/>
    <w:rsid w:val="008C500F"/>
    <w:rPr>
      <w:b/>
      <w:bCs/>
      <w:smallCaps/>
      <w:color w:val="C0504D" w:themeColor="accent2"/>
      <w:spacing w:val="5"/>
      <w:u w:val="single"/>
    </w:rPr>
  </w:style>
  <w:style w:type="paragraph" w:styleId="afff3">
    <w:name w:val="footnote text"/>
    <w:basedOn w:val="a2"/>
    <w:link w:val="afff4"/>
    <w:unhideWhenUsed/>
    <w:qFormat/>
    <w:rsid w:val="008C500F"/>
    <w:pPr>
      <w:spacing w:after="0"/>
    </w:pPr>
    <w:rPr>
      <w:sz w:val="20"/>
      <w:szCs w:val="20"/>
    </w:rPr>
  </w:style>
  <w:style w:type="character" w:customStyle="1" w:styleId="afff4">
    <w:name w:val="Текст сноски Знак"/>
    <w:basedOn w:val="a3"/>
    <w:link w:val="afff3"/>
    <w:qFormat/>
    <w:rsid w:val="008C500F"/>
    <w:rPr>
      <w:rFonts w:ascii="Times New Roman" w:hAnsi="Times New Roman"/>
      <w:sz w:val="20"/>
      <w:szCs w:val="20"/>
    </w:rPr>
  </w:style>
  <w:style w:type="character" w:styleId="afff5">
    <w:name w:val="Subtle Emphasis"/>
    <w:basedOn w:val="a3"/>
    <w:uiPriority w:val="99"/>
    <w:semiHidden/>
    <w:qFormat/>
    <w:rsid w:val="008C500F"/>
    <w:rPr>
      <w:i/>
      <w:iCs/>
      <w:color w:val="808080" w:themeColor="text1" w:themeTint="7F"/>
    </w:rPr>
  </w:style>
  <w:style w:type="paragraph" w:customStyle="1" w:styleId="afff6">
    <w:name w:val="Текст таблицы по правому краю"/>
    <w:basedOn w:val="affb"/>
    <w:uiPriority w:val="39"/>
    <w:qFormat/>
    <w:rsid w:val="003D5E6E"/>
    <w:pPr>
      <w:jc w:val="right"/>
    </w:pPr>
  </w:style>
  <w:style w:type="character" w:customStyle="1" w:styleId="afff7">
    <w:name w:val="Полужирный"/>
    <w:uiPriority w:val="1"/>
    <w:rsid w:val="008C500F"/>
    <w:rPr>
      <w:b/>
    </w:rPr>
  </w:style>
  <w:style w:type="character" w:customStyle="1" w:styleId="afff8">
    <w:name w:val="Курсив"/>
    <w:uiPriority w:val="2"/>
    <w:qFormat/>
    <w:rsid w:val="008C500F"/>
    <w:rPr>
      <w:i/>
    </w:rPr>
  </w:style>
  <w:style w:type="character" w:customStyle="1" w:styleId="afff9">
    <w:name w:val="Исходный код"/>
    <w:uiPriority w:val="3"/>
    <w:qFormat/>
    <w:rsid w:val="009C7867"/>
    <w:rPr>
      <w:rFonts w:ascii="Courier New" w:hAnsi="Courier New"/>
      <w:sz w:val="22"/>
    </w:rPr>
  </w:style>
  <w:style w:type="paragraph" w:customStyle="1" w:styleId="13">
    <w:name w:val="Заголовок 1 без нумерации"/>
    <w:basedOn w:val="a2"/>
    <w:next w:val="a2"/>
    <w:uiPriority w:val="8"/>
    <w:qFormat/>
    <w:rsid w:val="00F22E7B"/>
    <w:pPr>
      <w:keepNext/>
      <w:keepLines/>
      <w:spacing w:before="240" w:after="240" w:line="240" w:lineRule="auto"/>
      <w:ind w:firstLine="0"/>
      <w:jc w:val="center"/>
      <w:outlineLvl w:val="0"/>
    </w:pPr>
    <w:rPr>
      <w:b/>
      <w:caps/>
    </w:rPr>
  </w:style>
  <w:style w:type="table" w:customStyle="1" w:styleId="afffa">
    <w:name w:val="Сокращения"/>
    <w:aliases w:val="термины,определения"/>
    <w:basedOn w:val="a4"/>
    <w:uiPriority w:val="99"/>
    <w:qFormat/>
    <w:rsid w:val="008C500F"/>
    <w:pPr>
      <w:spacing w:after="0" w:line="240" w:lineRule="auto"/>
    </w:pPr>
    <w:rPr>
      <w:rFonts w:ascii="Times New Roman" w:hAnsi="Times New Roman"/>
      <w:sz w:val="24"/>
    </w:rPr>
    <w:tblPr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57" w:type="dxa"/>
        <w:bottom w:w="0" w:type="dxa"/>
        <w:right w:w="57" w:type="dxa"/>
      </w:tblCellMar>
    </w:tblPr>
  </w:style>
  <w:style w:type="paragraph" w:customStyle="1" w:styleId="afffb">
    <w:name w:val="Обычный (шаблон)"/>
    <w:basedOn w:val="a2"/>
    <w:uiPriority w:val="59"/>
    <w:rsid w:val="008C500F"/>
    <w:rPr>
      <w:color w:val="4F81BD" w:themeColor="accent1"/>
    </w:rPr>
  </w:style>
  <w:style w:type="table" w:styleId="-3">
    <w:name w:val="Light Grid Accent 3"/>
    <w:basedOn w:val="a4"/>
    <w:uiPriority w:val="62"/>
    <w:rsid w:val="008C50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6">
    <w:name w:val="Light Grid Accent 6"/>
    <w:basedOn w:val="a4"/>
    <w:uiPriority w:val="62"/>
    <w:rsid w:val="008C50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-5">
    <w:name w:val="Light Grid Accent 5"/>
    <w:basedOn w:val="a4"/>
    <w:uiPriority w:val="62"/>
    <w:rsid w:val="008C50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4">
    <w:name w:val="Light Grid Accent 4"/>
    <w:basedOn w:val="a4"/>
    <w:uiPriority w:val="62"/>
    <w:rsid w:val="008C50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paragraph" w:customStyle="1" w:styleId="a1">
    <w:name w:val="Маркированный список (шаблон)"/>
    <w:basedOn w:val="a0"/>
    <w:uiPriority w:val="59"/>
    <w:rsid w:val="00602F52"/>
    <w:pPr>
      <w:numPr>
        <w:numId w:val="7"/>
      </w:numPr>
      <w:ind w:left="1248" w:hanging="397"/>
    </w:pPr>
    <w:rPr>
      <w:color w:val="4F81BD" w:themeColor="accent1"/>
    </w:rPr>
  </w:style>
  <w:style w:type="paragraph" w:customStyle="1" w:styleId="-0">
    <w:name w:val="Текст таблицы - маркированный список"/>
    <w:basedOn w:val="a2"/>
    <w:uiPriority w:val="40"/>
    <w:qFormat/>
    <w:rsid w:val="003D5E6E"/>
    <w:pPr>
      <w:numPr>
        <w:numId w:val="6"/>
      </w:numPr>
      <w:tabs>
        <w:tab w:val="left" w:pos="397"/>
      </w:tabs>
      <w:spacing w:before="40" w:after="40" w:line="240" w:lineRule="auto"/>
      <w:ind w:left="397" w:hanging="397"/>
      <w:jc w:val="left"/>
    </w:pPr>
  </w:style>
  <w:style w:type="paragraph" w:customStyle="1" w:styleId="afffc">
    <w:name w:val="Объект"/>
    <w:basedOn w:val="a2"/>
    <w:uiPriority w:val="34"/>
    <w:semiHidden/>
    <w:qFormat/>
    <w:rsid w:val="008C500F"/>
    <w:pPr>
      <w:spacing w:line="240" w:lineRule="auto"/>
      <w:ind w:firstLine="0"/>
    </w:pPr>
  </w:style>
  <w:style w:type="paragraph" w:styleId="43">
    <w:name w:val="toc 4"/>
    <w:basedOn w:val="a2"/>
    <w:next w:val="a2"/>
    <w:autoRedefine/>
    <w:uiPriority w:val="39"/>
    <w:rsid w:val="009A15B3"/>
    <w:pPr>
      <w:spacing w:after="100"/>
      <w:ind w:left="840"/>
    </w:pPr>
  </w:style>
  <w:style w:type="paragraph" w:styleId="53">
    <w:name w:val="toc 5"/>
    <w:basedOn w:val="a2"/>
    <w:next w:val="a2"/>
    <w:autoRedefine/>
    <w:uiPriority w:val="39"/>
    <w:semiHidden/>
    <w:rsid w:val="009A15B3"/>
    <w:pPr>
      <w:spacing w:after="100"/>
      <w:ind w:left="1120"/>
    </w:pPr>
  </w:style>
  <w:style w:type="paragraph" w:customStyle="1" w:styleId="afffd">
    <w:name w:val="Подпись к рисунку"/>
    <w:basedOn w:val="af2"/>
    <w:uiPriority w:val="32"/>
    <w:qFormat/>
    <w:rsid w:val="00684CC7"/>
    <w:pPr>
      <w:keepNext w:val="0"/>
      <w:keepLines/>
      <w:spacing w:before="120" w:after="360"/>
      <w:jc w:val="center"/>
    </w:pPr>
  </w:style>
  <w:style w:type="paragraph" w:customStyle="1" w:styleId="afffe">
    <w:name w:val="Рисунок"/>
    <w:basedOn w:val="a2"/>
    <w:uiPriority w:val="29"/>
    <w:qFormat/>
    <w:rsid w:val="00802DCE"/>
    <w:pPr>
      <w:spacing w:before="360" w:after="0" w:line="240" w:lineRule="auto"/>
      <w:ind w:firstLine="0"/>
      <w:jc w:val="center"/>
    </w:pPr>
  </w:style>
  <w:style w:type="paragraph" w:customStyle="1" w:styleId="affff">
    <w:name w:val="Подпись к таблице"/>
    <w:basedOn w:val="af2"/>
    <w:uiPriority w:val="34"/>
    <w:qFormat/>
    <w:rsid w:val="005E6211"/>
    <w:pPr>
      <w:spacing w:before="360"/>
    </w:pPr>
  </w:style>
  <w:style w:type="paragraph" w:customStyle="1" w:styleId="-">
    <w:name w:val="Текст таблицы - нумерованный"/>
    <w:basedOn w:val="affb"/>
    <w:uiPriority w:val="41"/>
    <w:qFormat/>
    <w:rsid w:val="003D5E6E"/>
    <w:pPr>
      <w:numPr>
        <w:numId w:val="9"/>
      </w:numPr>
    </w:pPr>
  </w:style>
  <w:style w:type="paragraph" w:customStyle="1" w:styleId="-2">
    <w:name w:val="Текст таблицы - маркированный список 2"/>
    <w:basedOn w:val="-0"/>
    <w:uiPriority w:val="41"/>
    <w:qFormat/>
    <w:rsid w:val="00E22836"/>
    <w:pPr>
      <w:ind w:left="794"/>
    </w:pPr>
  </w:style>
  <w:style w:type="character" w:customStyle="1" w:styleId="af3">
    <w:name w:val="Название объекта Знак"/>
    <w:link w:val="af2"/>
    <w:uiPriority w:val="34"/>
    <w:rsid w:val="003E5655"/>
    <w:rPr>
      <w:rFonts w:ascii="Times New Roman" w:hAnsi="Times New Roman"/>
      <w:b/>
      <w:bCs/>
      <w:sz w:val="24"/>
      <w:szCs w:val="18"/>
    </w:rPr>
  </w:style>
  <w:style w:type="paragraph" w:styleId="affff0">
    <w:name w:val="annotation text"/>
    <w:basedOn w:val="a2"/>
    <w:link w:val="affff1"/>
    <w:uiPriority w:val="99"/>
    <w:unhideWhenUsed/>
    <w:rsid w:val="005D1FC2"/>
    <w:pPr>
      <w:spacing w:line="240" w:lineRule="auto"/>
    </w:pPr>
    <w:rPr>
      <w:sz w:val="20"/>
      <w:szCs w:val="20"/>
    </w:rPr>
  </w:style>
  <w:style w:type="character" w:customStyle="1" w:styleId="affff1">
    <w:name w:val="Текст примечания Знак"/>
    <w:basedOn w:val="a3"/>
    <w:link w:val="affff0"/>
    <w:uiPriority w:val="99"/>
    <w:rsid w:val="005D1FC2"/>
    <w:rPr>
      <w:rFonts w:ascii="Times New Roman" w:hAnsi="Times New Roman"/>
      <w:sz w:val="20"/>
      <w:szCs w:val="20"/>
    </w:rPr>
  </w:style>
  <w:style w:type="paragraph" w:styleId="affff2">
    <w:name w:val="Revision"/>
    <w:hidden/>
    <w:uiPriority w:val="99"/>
    <w:semiHidden/>
    <w:rsid w:val="00FF0CC7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a8">
    <w:name w:val="Маркированный список Знак"/>
    <w:basedOn w:val="a3"/>
    <w:link w:val="a0"/>
    <w:uiPriority w:val="19"/>
    <w:rsid w:val="00F05416"/>
    <w:rPr>
      <w:rFonts w:ascii="Times New Roman" w:hAnsi="Times New Roman"/>
      <w:sz w:val="28"/>
    </w:rPr>
  </w:style>
  <w:style w:type="paragraph" w:customStyle="1" w:styleId="affff3">
    <w:name w:val="Код"/>
    <w:basedOn w:val="aff2"/>
    <w:rsid w:val="00113400"/>
    <w:pPr>
      <w:pBdr>
        <w:left w:val="single" w:sz="36" w:space="9" w:color="DBE5F1" w:themeColor="accent1" w:themeTint="33"/>
      </w:pBdr>
      <w:shd w:val="clear" w:color="auto" w:fill="F5F5F5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</w:tabs>
      <w:wordWrap w:val="0"/>
      <w:spacing w:before="360" w:after="480" w:line="360" w:lineRule="exact"/>
      <w:ind w:left="0" w:firstLine="0"/>
      <w:jc w:val="left"/>
    </w:pPr>
    <w:rPr>
      <w:rFonts w:ascii="Courier New" w:eastAsia="Times New Roman" w:hAnsi="Courier New" w:cs="Courier New"/>
      <w:noProof/>
      <w:sz w:val="20"/>
      <w:szCs w:val="20"/>
      <w:lang w:eastAsia="ru-RU"/>
    </w:rPr>
  </w:style>
  <w:style w:type="character" w:customStyle="1" w:styleId="14">
    <w:name w:val="Неразрешенное упоминание1"/>
    <w:basedOn w:val="a3"/>
    <w:uiPriority w:val="99"/>
    <w:semiHidden/>
    <w:unhideWhenUsed/>
    <w:rsid w:val="005D35AE"/>
    <w:rPr>
      <w:color w:val="605E5C"/>
      <w:shd w:val="clear" w:color="auto" w:fill="E1DFDD"/>
    </w:rPr>
  </w:style>
  <w:style w:type="paragraph" w:customStyle="1" w:styleId="affff4">
    <w:name w:val="Заголовок Приложение А"/>
    <w:basedOn w:val="a2"/>
    <w:qFormat/>
    <w:rsid w:val="00235BD6"/>
    <w:pPr>
      <w:keepNext/>
      <w:keepLines/>
      <w:pageBreakBefore/>
      <w:spacing w:before="480" w:line="276" w:lineRule="auto"/>
      <w:ind w:firstLine="709"/>
      <w:outlineLvl w:val="0"/>
    </w:pPr>
    <w:rPr>
      <w:rFonts w:eastAsia="Times New Roman" w:cs="Times New Roman"/>
      <w:b/>
      <w:bCs/>
      <w:caps/>
      <w:szCs w:val="28"/>
    </w:rPr>
  </w:style>
  <w:style w:type="paragraph" w:customStyle="1" w:styleId="15">
    <w:name w:val="Заголовок Приложение А.1"/>
    <w:basedOn w:val="affff4"/>
    <w:qFormat/>
    <w:rsid w:val="00235BD6"/>
    <w:pPr>
      <w:pageBreakBefore w:val="0"/>
      <w:tabs>
        <w:tab w:val="num" w:pos="1276"/>
      </w:tabs>
      <w:ind w:left="1276" w:hanging="567"/>
      <w:outlineLvl w:val="1"/>
    </w:pPr>
    <w:rPr>
      <w:caps w:val="0"/>
    </w:rPr>
  </w:style>
  <w:style w:type="character" w:customStyle="1" w:styleId="UnresolvedMention">
    <w:name w:val="Unresolved Mention"/>
    <w:basedOn w:val="a3"/>
    <w:uiPriority w:val="99"/>
    <w:semiHidden/>
    <w:unhideWhenUsed/>
    <w:rsid w:val="000527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5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8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0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2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hyperlink" Target="https://github.com/FirebirdSQL/firebird/releases/download/R3_0_5/Firebird-3.0.5.33220-0.amd64.tar.gz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ataCloud\&#1050;&#1083;&#1080;&#1077;&#1085;&#1090;&#1099;\12.%20&#1059;&#1084;&#1085;&#1099;&#1081;%20&#1072;&#1088;&#1093;&#1080;&#1074;\&#1056;&#1046;&#1044;.%20&#1040;&#1057;%20&#1045;&#1041;&#1047;.%20&#1045;&#1076;&#1080;&#1085;&#1072;&#1103;%20&#1073;&#1072;&#1079;&#1072;%20&#1079;&#1085;&#1072;&#1085;&#1080;&#1081;\RZD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2010-10-14T00:00:00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AA8E58A-055A-4F3A-B42B-3097310FC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RZD</Template>
  <TotalTime>0</TotalTime>
  <Pages>1</Pages>
  <Words>2163</Words>
  <Characters>12335</Characters>
  <Application>Microsoft Office Word</Application>
  <DocSecurity>0</DocSecurity>
  <Lines>102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14470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Shupruta</dc:creator>
  <cp:lastModifiedBy>Vadblk</cp:lastModifiedBy>
  <cp:revision>3</cp:revision>
  <cp:lastPrinted>2018-12-19T08:58:00Z</cp:lastPrinted>
  <dcterms:created xsi:type="dcterms:W3CDTF">2020-02-04T13:08:00Z</dcterms:created>
  <dcterms:modified xsi:type="dcterms:W3CDTF">2020-02-04T13:08:00Z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Система">
    <vt:lpwstr>АИС «ЭКСПЕРТ»</vt:lpwstr>
  </property>
</Properties>
</file>